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61F92793" w:rsidR="000C0B5C" w:rsidRPr="00A07FF1" w:rsidRDefault="000C0B5C" w:rsidP="00E53A3F">
      <w:pPr>
        <w:spacing w:after="240" w:line="240" w:lineRule="auto"/>
        <w:rPr>
          <w:rFonts w:cstheme="minorHAnsi"/>
          <w:b/>
        </w:rPr>
      </w:pPr>
      <w:bookmarkStart w:id="0" w:name="_GoBack"/>
      <w:bookmarkEnd w:id="0"/>
      <w:r w:rsidRPr="00A07FF1">
        <w:rPr>
          <w:rFonts w:cstheme="minorHAnsi"/>
          <w:b/>
        </w:rPr>
        <w:t>FOR RELEA</w:t>
      </w:r>
      <w:r w:rsidR="00A95685" w:rsidRPr="00A07FF1">
        <w:rPr>
          <w:rFonts w:cstheme="minorHAnsi"/>
          <w:b/>
        </w:rPr>
        <w:t>SE AT 8:30 AM</w:t>
      </w:r>
      <w:r w:rsidR="003E3755" w:rsidRPr="00A07FF1">
        <w:rPr>
          <w:rFonts w:cstheme="minorHAnsi"/>
          <w:b/>
        </w:rPr>
        <w:t xml:space="preserve"> </w:t>
      </w:r>
      <w:r w:rsidR="007D3C81" w:rsidRPr="007D3C81">
        <w:rPr>
          <w:rFonts w:cstheme="minorHAnsi"/>
          <w:b/>
        </w:rPr>
        <w:t>EST, THURSDAY, DECEMBER 6, 2018</w:t>
      </w:r>
      <w:r w:rsidR="00E737BF" w:rsidRPr="00A07FF1">
        <w:rPr>
          <w:rFonts w:cstheme="minorHAnsi"/>
          <w:b/>
        </w:rPr>
        <w:t xml:space="preserve"> </w:t>
      </w:r>
    </w:p>
    <w:p w14:paraId="5B9C1ECB" w14:textId="09DC9C56" w:rsidR="003E3755" w:rsidRPr="00A07FF1" w:rsidRDefault="00F65176" w:rsidP="00E53A3F">
      <w:pPr>
        <w:spacing w:after="240" w:line="240" w:lineRule="auto"/>
        <w:rPr>
          <w:rFonts w:cstheme="minorHAnsi"/>
          <w:b/>
          <w:sz w:val="28"/>
          <w:szCs w:val="28"/>
        </w:rPr>
      </w:pPr>
      <w:r w:rsidRPr="00A07FF1">
        <w:rPr>
          <w:rFonts w:cstheme="minorHAnsi"/>
          <w:b/>
          <w:color w:val="000000" w:themeColor="text1"/>
          <w:sz w:val="28"/>
          <w:szCs w:val="28"/>
        </w:rPr>
        <w:t>MONTHLY</w:t>
      </w:r>
      <w:r w:rsidRPr="00A07FF1">
        <w:rPr>
          <w:rFonts w:cstheme="minorHAnsi"/>
          <w:b/>
          <w:sz w:val="28"/>
          <w:szCs w:val="28"/>
        </w:rPr>
        <w:t xml:space="preserve"> </w:t>
      </w:r>
      <w:r w:rsidR="00FB4D77" w:rsidRPr="00A07FF1">
        <w:rPr>
          <w:rFonts w:cstheme="minorHAnsi"/>
          <w:b/>
          <w:sz w:val="28"/>
          <w:szCs w:val="28"/>
        </w:rPr>
        <w:t>U.S. INTERNATIONAL TRADE IN GOODS AND SERVICES,</w:t>
      </w:r>
      <w:r w:rsidR="003F4F1C" w:rsidRPr="00A07FF1">
        <w:rPr>
          <w:rFonts w:cstheme="minorHAnsi"/>
          <w:b/>
          <w:sz w:val="28"/>
          <w:szCs w:val="28"/>
        </w:rPr>
        <w:t xml:space="preserve"> </w:t>
      </w:r>
      <w:r w:rsidR="007D3C81" w:rsidRPr="007D3C81">
        <w:rPr>
          <w:rFonts w:cstheme="minorHAnsi"/>
          <w:b/>
          <w:sz w:val="28"/>
          <w:szCs w:val="28"/>
        </w:rPr>
        <w:t>OCTOBER 2018</w:t>
      </w:r>
    </w:p>
    <w:p w14:paraId="2AB68F0B" w14:textId="53660C0C" w:rsidR="00D62B44" w:rsidRPr="00A07FF1" w:rsidRDefault="00071CE7" w:rsidP="00881017">
      <w:pPr>
        <w:spacing w:after="120" w:line="240" w:lineRule="auto"/>
        <w:rPr>
          <w:rFonts w:cstheme="minorHAnsi"/>
          <w:b/>
          <w:sz w:val="28"/>
          <w:szCs w:val="28"/>
        </w:rPr>
        <w:sectPr w:rsidR="00D62B44" w:rsidRPr="00A07FF1" w:rsidSect="006D715D">
          <w:headerReference w:type="even" r:id="rId13"/>
          <w:headerReference w:type="default" r:id="rId14"/>
          <w:footerReference w:type="even" r:id="rId15"/>
          <w:footerReference w:type="default" r:id="rId16"/>
          <w:headerReference w:type="first" r:id="rId17"/>
          <w:footerReference w:type="first" r:id="rId18"/>
          <w:pgSz w:w="12240" w:h="15840"/>
          <w:pgMar w:top="450" w:right="720" w:bottom="720" w:left="720" w:header="720" w:footer="432" w:gutter="0"/>
          <w:cols w:space="720"/>
          <w:docGrid w:linePitch="360"/>
        </w:sectPr>
      </w:pPr>
      <w:r w:rsidRPr="00A07FF1">
        <w:rPr>
          <w:rFonts w:cstheme="minorHAnsi"/>
          <w:sz w:val="24"/>
          <w:szCs w:val="24"/>
        </w:rPr>
        <w:t>Releas</w:t>
      </w:r>
      <w:r w:rsidR="000065B4" w:rsidRPr="00A07FF1">
        <w:rPr>
          <w:rFonts w:cstheme="minorHAnsi"/>
          <w:sz w:val="24"/>
          <w:szCs w:val="24"/>
        </w:rPr>
        <w:t>e Number: CB</w:t>
      </w:r>
      <w:r w:rsidR="00035B89" w:rsidRPr="00A07FF1">
        <w:rPr>
          <w:rFonts w:cstheme="minorHAnsi"/>
          <w:sz w:val="24"/>
          <w:szCs w:val="24"/>
        </w:rPr>
        <w:t xml:space="preserve"> 18</w:t>
      </w:r>
      <w:r w:rsidR="000065B4" w:rsidRPr="00A07FF1">
        <w:rPr>
          <w:rFonts w:cstheme="minorHAnsi"/>
          <w:sz w:val="24"/>
          <w:szCs w:val="24"/>
        </w:rPr>
        <w:t>-</w:t>
      </w:r>
      <w:r w:rsidR="00613B15" w:rsidRPr="00A07FF1">
        <w:rPr>
          <w:rFonts w:cstheme="minorHAnsi"/>
          <w:sz w:val="24"/>
          <w:szCs w:val="24"/>
        </w:rPr>
        <w:t>1</w:t>
      </w:r>
      <w:r w:rsidR="005527F9">
        <w:rPr>
          <w:rFonts w:cstheme="minorHAnsi"/>
          <w:sz w:val="24"/>
          <w:szCs w:val="24"/>
        </w:rPr>
        <w:t>79</w:t>
      </w:r>
      <w:r w:rsidR="006D398D" w:rsidRPr="00A07FF1">
        <w:rPr>
          <w:rFonts w:cstheme="minorHAnsi"/>
          <w:sz w:val="24"/>
          <w:szCs w:val="24"/>
        </w:rPr>
        <w:t>,</w:t>
      </w:r>
      <w:r w:rsidR="008E7877" w:rsidRPr="00A07FF1">
        <w:rPr>
          <w:rFonts w:cstheme="minorHAnsi"/>
          <w:sz w:val="24"/>
          <w:szCs w:val="24"/>
        </w:rPr>
        <w:t xml:space="preserve"> </w:t>
      </w:r>
      <w:r w:rsidR="002C4C11" w:rsidRPr="00426891">
        <w:rPr>
          <w:rFonts w:cstheme="minorHAnsi"/>
          <w:sz w:val="24"/>
          <w:szCs w:val="24"/>
        </w:rPr>
        <w:t>BEA</w:t>
      </w:r>
      <w:r w:rsidR="00A52F39" w:rsidRPr="00426891">
        <w:rPr>
          <w:rFonts w:cstheme="minorHAnsi"/>
          <w:sz w:val="24"/>
          <w:szCs w:val="24"/>
        </w:rPr>
        <w:t xml:space="preserve"> 18</w:t>
      </w:r>
      <w:r w:rsidR="000065B4" w:rsidRPr="00426891">
        <w:rPr>
          <w:rFonts w:cstheme="minorHAnsi"/>
          <w:sz w:val="24"/>
          <w:szCs w:val="24"/>
        </w:rPr>
        <w:t>-</w:t>
      </w:r>
      <w:r w:rsidR="00426891" w:rsidRPr="00426891">
        <w:rPr>
          <w:rFonts w:cstheme="minorHAnsi"/>
          <w:sz w:val="24"/>
          <w:szCs w:val="24"/>
        </w:rPr>
        <w:t>66</w:t>
      </w:r>
    </w:p>
    <w:p w14:paraId="48307893" w14:textId="681B2E72" w:rsidR="00F65176" w:rsidRPr="00A07FF1" w:rsidRDefault="007D3C81" w:rsidP="00881017">
      <w:pPr>
        <w:spacing w:after="120"/>
        <w:ind w:left="-360"/>
        <w:rPr>
          <w:rFonts w:cstheme="minorHAnsi"/>
          <w:sz w:val="24"/>
          <w:szCs w:val="24"/>
        </w:rPr>
      </w:pPr>
      <w:r w:rsidRPr="007D3C81">
        <w:rPr>
          <w:rFonts w:cstheme="minorHAnsi"/>
          <w:b/>
          <w:sz w:val="24"/>
          <w:szCs w:val="24"/>
        </w:rPr>
        <w:t>DECEMBER 6, 2018</w:t>
      </w:r>
      <w:r w:rsidR="00FA78EE" w:rsidRPr="00A07FF1">
        <w:rPr>
          <w:rFonts w:cstheme="minorHAnsi"/>
          <w:b/>
          <w:sz w:val="24"/>
          <w:szCs w:val="24"/>
        </w:rPr>
        <w:t xml:space="preserve"> </w:t>
      </w:r>
      <w:r w:rsidR="00FA78EE" w:rsidRPr="00A07FF1">
        <w:rPr>
          <w:rFonts w:cstheme="minorHAnsi"/>
          <w:sz w:val="24"/>
          <w:szCs w:val="24"/>
        </w:rPr>
        <w:t>—</w:t>
      </w:r>
      <w:r w:rsidR="00FA78EE" w:rsidRPr="00A07FF1">
        <w:rPr>
          <w:rFonts w:cstheme="minorHAnsi"/>
          <w:b/>
          <w:sz w:val="24"/>
          <w:szCs w:val="24"/>
        </w:rPr>
        <w:t xml:space="preserve"> </w:t>
      </w:r>
      <w:r w:rsidRPr="007D3C81">
        <w:rPr>
          <w:rFonts w:cstheme="minorHAnsi"/>
          <w:sz w:val="24"/>
          <w:szCs w:val="24"/>
        </w:rPr>
        <w:t xml:space="preserve">The U.S. Census Bureau and the U.S. Bureau of Economic Analysis announced today that the goods and services deficit was $55.5 billion in October, up $0.9 billion from $54.6 billion in September, revised. </w:t>
      </w:r>
      <w:r w:rsidR="00B00512" w:rsidRPr="00A07FF1">
        <w:rPr>
          <w:rFonts w:cstheme="minorHAnsi"/>
          <w:sz w:val="24"/>
          <w:szCs w:val="24"/>
        </w:rPr>
        <w:br/>
      </w:r>
    </w:p>
    <w:tbl>
      <w:tblPr>
        <w:tblStyle w:val="TableGrid"/>
        <w:tblpPr w:leftFromText="180" w:rightFromText="180" w:vertAnchor="text" w:tblpX="-275" w:tblpY="1"/>
        <w:tblOverlap w:val="never"/>
        <w:tblW w:w="0" w:type="auto"/>
        <w:tblLayout w:type="fixed"/>
        <w:tblCellMar>
          <w:top w:w="144" w:type="dxa"/>
          <w:left w:w="144" w:type="dxa"/>
          <w:right w:w="144" w:type="dxa"/>
        </w:tblCellMar>
        <w:tblLook w:val="04A0" w:firstRow="1" w:lastRow="0" w:firstColumn="1" w:lastColumn="0" w:noHBand="0" w:noVBand="1"/>
      </w:tblPr>
      <w:tblGrid>
        <w:gridCol w:w="1917"/>
        <w:gridCol w:w="1871"/>
        <w:gridCol w:w="960"/>
      </w:tblGrid>
      <w:tr w:rsidR="003D3D66" w:rsidRPr="00A07FF1" w14:paraId="20DCAF20" w14:textId="77777777" w:rsidTr="00097BA5">
        <w:trPr>
          <w:trHeight w:val="482"/>
        </w:trPr>
        <w:tc>
          <w:tcPr>
            <w:tcW w:w="4748" w:type="dxa"/>
            <w:gridSpan w:val="3"/>
            <w:tcBorders>
              <w:top w:val="single" w:sz="4" w:space="0" w:color="auto"/>
              <w:left w:val="single" w:sz="4" w:space="0" w:color="auto"/>
              <w:bottom w:val="nil"/>
              <w:right w:val="single" w:sz="4" w:space="0" w:color="auto"/>
            </w:tcBorders>
            <w:shd w:val="clear" w:color="auto" w:fill="DBE5F1" w:themeFill="accent1" w:themeFillTint="33"/>
            <w:vAlign w:val="center"/>
          </w:tcPr>
          <w:p w14:paraId="12F9576B" w14:textId="68A86101" w:rsidR="002C4C11" w:rsidRPr="00A07FF1" w:rsidRDefault="002C4C11" w:rsidP="007E0EDC">
            <w:pPr>
              <w:jc w:val="center"/>
              <w:rPr>
                <w:rFonts w:cstheme="minorHAnsi"/>
                <w:b/>
                <w:sz w:val="20"/>
              </w:rPr>
            </w:pPr>
            <w:r w:rsidRPr="00A07FF1">
              <w:rPr>
                <w:rFonts w:cstheme="minorHAnsi"/>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19">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A07FF1">
              <w:rPr>
                <w:rFonts w:cstheme="minorHAnsi"/>
                <w:b/>
                <w:sz w:val="20"/>
              </w:rPr>
              <w:t xml:space="preserve">U.S. INTERNATIONAL TRADE IN </w:t>
            </w:r>
          </w:p>
          <w:p w14:paraId="585C0BE4" w14:textId="11E7DEB3" w:rsidR="003D3D66" w:rsidRPr="00A07FF1" w:rsidRDefault="002C4C11" w:rsidP="007E0EDC">
            <w:pPr>
              <w:jc w:val="center"/>
              <w:rPr>
                <w:rFonts w:cstheme="minorHAnsi"/>
                <w:b/>
                <w:sz w:val="20"/>
              </w:rPr>
            </w:pPr>
            <w:r w:rsidRPr="00A07FF1">
              <w:rPr>
                <w:rFonts w:cstheme="minorHAnsi"/>
                <w:b/>
                <w:sz w:val="20"/>
              </w:rPr>
              <w:t>GOODS AND SERVICES</w:t>
            </w:r>
            <w:r w:rsidR="002768BE" w:rsidRPr="00A07FF1">
              <w:rPr>
                <w:rFonts w:cstheme="minorHAnsi"/>
                <w:b/>
                <w:sz w:val="20"/>
              </w:rPr>
              <w:t xml:space="preserve"> DEF</w:t>
            </w:r>
            <w:r w:rsidR="001E65B9" w:rsidRPr="00A07FF1">
              <w:rPr>
                <w:rFonts w:cstheme="minorHAnsi"/>
                <w:b/>
                <w:sz w:val="20"/>
              </w:rPr>
              <w:t>I</w:t>
            </w:r>
            <w:r w:rsidR="002768BE" w:rsidRPr="00A07FF1">
              <w:rPr>
                <w:rFonts w:cstheme="minorHAnsi"/>
                <w:b/>
                <w:sz w:val="20"/>
              </w:rPr>
              <w:t>CIT</w:t>
            </w:r>
          </w:p>
          <w:p w14:paraId="7C2E8CCE" w14:textId="399B95A2" w:rsidR="00EC5947" w:rsidRPr="00A07FF1" w:rsidRDefault="00EC5947" w:rsidP="007E0EDC">
            <w:pPr>
              <w:jc w:val="center"/>
              <w:rPr>
                <w:rFonts w:cstheme="minorHAnsi"/>
                <w:b/>
              </w:rPr>
            </w:pPr>
          </w:p>
        </w:tc>
      </w:tr>
      <w:tr w:rsidR="003D3D66" w:rsidRPr="00A07FF1" w14:paraId="7C244430" w14:textId="77777777" w:rsidTr="00097BA5">
        <w:trPr>
          <w:trHeight w:val="94"/>
        </w:trPr>
        <w:tc>
          <w:tcPr>
            <w:tcW w:w="1917" w:type="dxa"/>
            <w:tcBorders>
              <w:top w:val="nil"/>
              <w:left w:val="single" w:sz="4" w:space="0" w:color="auto"/>
              <w:bottom w:val="nil"/>
              <w:right w:val="nil"/>
            </w:tcBorders>
            <w:vAlign w:val="center"/>
          </w:tcPr>
          <w:p w14:paraId="4D3734DE" w14:textId="2DE3CFF6" w:rsidR="003D3D66" w:rsidRPr="00A07FF1" w:rsidRDefault="0092461B" w:rsidP="007E0EDC">
            <w:pPr>
              <w:rPr>
                <w:rFonts w:cstheme="minorHAnsi"/>
                <w:b/>
                <w:sz w:val="16"/>
                <w:szCs w:val="17"/>
              </w:rPr>
            </w:pPr>
            <w:r w:rsidRPr="00A07FF1">
              <w:rPr>
                <w:rFonts w:cstheme="minorHAnsi"/>
                <w:b/>
                <w:sz w:val="16"/>
                <w:szCs w:val="17"/>
              </w:rPr>
              <w:t xml:space="preserve">            </w:t>
            </w:r>
            <w:r w:rsidR="00A242E8">
              <w:rPr>
                <w:rFonts w:cstheme="minorHAnsi"/>
                <w:b/>
                <w:sz w:val="16"/>
                <w:szCs w:val="17"/>
              </w:rPr>
              <w:t xml:space="preserve">   </w:t>
            </w:r>
            <w:r w:rsidR="005B1D76" w:rsidRPr="00A07FF1">
              <w:rPr>
                <w:rFonts w:cstheme="minorHAnsi"/>
                <w:b/>
                <w:sz w:val="16"/>
                <w:szCs w:val="17"/>
              </w:rPr>
              <w:t>Deficit:</w:t>
            </w:r>
          </w:p>
        </w:tc>
        <w:tc>
          <w:tcPr>
            <w:tcW w:w="1871" w:type="dxa"/>
            <w:tcBorders>
              <w:top w:val="nil"/>
              <w:left w:val="nil"/>
              <w:bottom w:val="nil"/>
              <w:right w:val="nil"/>
            </w:tcBorders>
            <w:vAlign w:val="center"/>
          </w:tcPr>
          <w:p w14:paraId="59F4051C" w14:textId="4483C27B" w:rsidR="003D3D66" w:rsidRPr="00A07FF1" w:rsidRDefault="002C4C11" w:rsidP="007E0EDC">
            <w:pPr>
              <w:rPr>
                <w:rFonts w:cstheme="minorHAnsi"/>
                <w:b/>
                <w:sz w:val="16"/>
                <w:szCs w:val="17"/>
              </w:rPr>
            </w:pPr>
            <w:r w:rsidRPr="00A07FF1">
              <w:rPr>
                <w:rFonts w:cstheme="minorHAnsi"/>
                <w:b/>
                <w:sz w:val="16"/>
                <w:szCs w:val="17"/>
              </w:rPr>
              <w:t>$</w:t>
            </w:r>
            <w:r w:rsidR="007D3C81" w:rsidRPr="007D3C81">
              <w:rPr>
                <w:rFonts w:cstheme="minorHAnsi"/>
                <w:b/>
                <w:sz w:val="16"/>
                <w:szCs w:val="17"/>
              </w:rPr>
              <w:t>55.5</w:t>
            </w:r>
            <w:r w:rsidRPr="00A07FF1">
              <w:rPr>
                <w:rFonts w:cstheme="minorHAnsi"/>
                <w:b/>
                <w:sz w:val="16"/>
                <w:szCs w:val="17"/>
              </w:rPr>
              <w:t xml:space="preserve"> Billion</w:t>
            </w:r>
          </w:p>
        </w:tc>
        <w:tc>
          <w:tcPr>
            <w:tcW w:w="959" w:type="dxa"/>
            <w:tcBorders>
              <w:top w:val="nil"/>
              <w:left w:val="nil"/>
              <w:bottom w:val="nil"/>
              <w:right w:val="single" w:sz="4" w:space="0" w:color="auto"/>
            </w:tcBorders>
          </w:tcPr>
          <w:p w14:paraId="0174E28F" w14:textId="69240BB4" w:rsidR="003D3D66" w:rsidRPr="00A07FF1" w:rsidRDefault="007D3C81" w:rsidP="007E0EDC">
            <w:pPr>
              <w:rPr>
                <w:rFonts w:cstheme="minorHAnsi"/>
                <w:b/>
                <w:sz w:val="18"/>
                <w:szCs w:val="18"/>
              </w:rPr>
            </w:pPr>
            <w:r w:rsidRPr="007D3C81">
              <w:rPr>
                <w:rFonts w:cstheme="minorHAnsi"/>
                <w:b/>
                <w:sz w:val="16"/>
                <w:szCs w:val="17"/>
              </w:rPr>
              <w:t>+1.7</w:t>
            </w:r>
            <w:r w:rsidR="00161BE7" w:rsidRPr="00A07FF1">
              <w:rPr>
                <w:rFonts w:eastAsiaTheme="minorEastAsia" w:cstheme="minorHAnsi"/>
                <w:b/>
                <w:bCs/>
                <w:color w:val="000000"/>
                <w:sz w:val="16"/>
                <w:szCs w:val="16"/>
              </w:rPr>
              <w:t>%°</w:t>
            </w:r>
          </w:p>
        </w:tc>
      </w:tr>
      <w:tr w:rsidR="005B1D76" w:rsidRPr="00A07FF1" w14:paraId="18AD0A90" w14:textId="77777777" w:rsidTr="00097BA5">
        <w:trPr>
          <w:trHeight w:val="158"/>
        </w:trPr>
        <w:tc>
          <w:tcPr>
            <w:tcW w:w="1917" w:type="dxa"/>
            <w:tcBorders>
              <w:top w:val="nil"/>
              <w:left w:val="single" w:sz="4" w:space="0" w:color="auto"/>
              <w:bottom w:val="nil"/>
              <w:right w:val="nil"/>
            </w:tcBorders>
            <w:vAlign w:val="center"/>
          </w:tcPr>
          <w:p w14:paraId="02356B51" w14:textId="50C1494A" w:rsidR="005B1D76" w:rsidRPr="00A07FF1" w:rsidRDefault="005B1D76" w:rsidP="007E0EDC">
            <w:pPr>
              <w:jc w:val="center"/>
              <w:rPr>
                <w:rFonts w:cstheme="minorHAnsi"/>
                <w:b/>
                <w:sz w:val="16"/>
                <w:szCs w:val="17"/>
              </w:rPr>
            </w:pPr>
            <w:r w:rsidRPr="00A07FF1">
              <w:rPr>
                <w:rFonts w:cstheme="minorHAnsi"/>
                <w:b/>
                <w:sz w:val="16"/>
                <w:szCs w:val="17"/>
              </w:rPr>
              <w:t>Exports:</w:t>
            </w:r>
          </w:p>
        </w:tc>
        <w:tc>
          <w:tcPr>
            <w:tcW w:w="1871" w:type="dxa"/>
            <w:tcBorders>
              <w:top w:val="nil"/>
              <w:left w:val="nil"/>
              <w:bottom w:val="nil"/>
              <w:right w:val="nil"/>
            </w:tcBorders>
            <w:vAlign w:val="center"/>
          </w:tcPr>
          <w:p w14:paraId="5662B500" w14:textId="2D84CE74" w:rsidR="005B1D76" w:rsidRPr="00A07FF1" w:rsidRDefault="005B1D76" w:rsidP="007E0EDC">
            <w:pPr>
              <w:rPr>
                <w:rFonts w:cstheme="minorHAnsi"/>
                <w:b/>
                <w:sz w:val="16"/>
                <w:szCs w:val="17"/>
              </w:rPr>
            </w:pPr>
            <w:r w:rsidRPr="00A07FF1">
              <w:rPr>
                <w:rFonts w:cstheme="minorHAnsi"/>
                <w:b/>
                <w:sz w:val="16"/>
                <w:szCs w:val="17"/>
              </w:rPr>
              <w:t>$</w:t>
            </w:r>
            <w:r w:rsidR="007D3C81" w:rsidRPr="007D3C81">
              <w:rPr>
                <w:rFonts w:cstheme="minorHAnsi"/>
                <w:b/>
                <w:sz w:val="16"/>
                <w:szCs w:val="17"/>
              </w:rPr>
              <w:t>211.0</w:t>
            </w:r>
            <w:r w:rsidRPr="00A07FF1">
              <w:rPr>
                <w:rFonts w:cstheme="minorHAnsi"/>
                <w:b/>
                <w:sz w:val="16"/>
                <w:szCs w:val="17"/>
              </w:rPr>
              <w:t xml:space="preserve"> Billion</w:t>
            </w:r>
          </w:p>
        </w:tc>
        <w:tc>
          <w:tcPr>
            <w:tcW w:w="959" w:type="dxa"/>
            <w:tcBorders>
              <w:top w:val="nil"/>
              <w:left w:val="nil"/>
              <w:bottom w:val="nil"/>
              <w:right w:val="single" w:sz="4" w:space="0" w:color="auto"/>
            </w:tcBorders>
          </w:tcPr>
          <w:p w14:paraId="23C6B225" w14:textId="282FA0A7" w:rsidR="005B1D76" w:rsidRPr="00A07FF1" w:rsidRDefault="007D3C81" w:rsidP="007E0EDC">
            <w:pPr>
              <w:rPr>
                <w:rFonts w:cstheme="minorHAnsi"/>
                <w:sz w:val="16"/>
                <w:szCs w:val="18"/>
              </w:rPr>
            </w:pPr>
            <w:r w:rsidRPr="007D3C81">
              <w:rPr>
                <w:rFonts w:cstheme="minorHAnsi"/>
                <w:b/>
                <w:sz w:val="16"/>
                <w:szCs w:val="17"/>
              </w:rPr>
              <w:t>-0.1</w:t>
            </w:r>
            <w:r w:rsidR="003B38E9" w:rsidRPr="00A07FF1">
              <w:rPr>
                <w:rFonts w:eastAsiaTheme="minorEastAsia" w:cstheme="minorHAnsi"/>
                <w:b/>
                <w:bCs/>
                <w:color w:val="000000"/>
                <w:sz w:val="16"/>
                <w:szCs w:val="16"/>
              </w:rPr>
              <w:t>%°</w:t>
            </w:r>
          </w:p>
        </w:tc>
      </w:tr>
      <w:tr w:rsidR="003D3D66" w:rsidRPr="00A07FF1" w14:paraId="59896521" w14:textId="77777777" w:rsidTr="00097BA5">
        <w:trPr>
          <w:trHeight w:val="158"/>
        </w:trPr>
        <w:tc>
          <w:tcPr>
            <w:tcW w:w="1917" w:type="dxa"/>
            <w:tcBorders>
              <w:top w:val="nil"/>
              <w:left w:val="single" w:sz="4" w:space="0" w:color="auto"/>
              <w:bottom w:val="nil"/>
              <w:right w:val="nil"/>
            </w:tcBorders>
            <w:vAlign w:val="center"/>
          </w:tcPr>
          <w:p w14:paraId="1658E724" w14:textId="01B9D231" w:rsidR="003D3D66" w:rsidRPr="00A07FF1" w:rsidRDefault="005B1D76" w:rsidP="007E0EDC">
            <w:pPr>
              <w:jc w:val="center"/>
              <w:rPr>
                <w:rFonts w:cstheme="minorHAnsi"/>
                <w:b/>
                <w:sz w:val="16"/>
                <w:szCs w:val="17"/>
              </w:rPr>
            </w:pPr>
            <w:r w:rsidRPr="00A07FF1">
              <w:rPr>
                <w:rFonts w:cstheme="minorHAnsi"/>
                <w:b/>
                <w:sz w:val="16"/>
                <w:szCs w:val="17"/>
              </w:rPr>
              <w:t>Imports:</w:t>
            </w:r>
          </w:p>
        </w:tc>
        <w:tc>
          <w:tcPr>
            <w:tcW w:w="1871" w:type="dxa"/>
            <w:tcBorders>
              <w:top w:val="nil"/>
              <w:left w:val="nil"/>
              <w:bottom w:val="nil"/>
              <w:right w:val="nil"/>
            </w:tcBorders>
            <w:vAlign w:val="center"/>
          </w:tcPr>
          <w:p w14:paraId="6BA81F20" w14:textId="7A8C53B5" w:rsidR="003D3D66" w:rsidRPr="00A07FF1" w:rsidRDefault="00086A28" w:rsidP="007E0EDC">
            <w:pPr>
              <w:rPr>
                <w:rFonts w:cstheme="minorHAnsi"/>
                <w:b/>
                <w:sz w:val="16"/>
                <w:szCs w:val="17"/>
              </w:rPr>
            </w:pPr>
            <w:r w:rsidRPr="00A07FF1">
              <w:rPr>
                <w:rFonts w:cstheme="minorHAnsi"/>
                <w:b/>
                <w:sz w:val="16"/>
                <w:szCs w:val="17"/>
              </w:rPr>
              <w:t>$</w:t>
            </w:r>
            <w:r w:rsidR="007D3C81" w:rsidRPr="007D3C81">
              <w:rPr>
                <w:rFonts w:cstheme="minorHAnsi"/>
                <w:b/>
                <w:sz w:val="16"/>
                <w:szCs w:val="17"/>
              </w:rPr>
              <w:t>266.5</w:t>
            </w:r>
            <w:r w:rsidRPr="00A07FF1">
              <w:rPr>
                <w:rFonts w:cstheme="minorHAnsi"/>
                <w:b/>
                <w:sz w:val="16"/>
                <w:szCs w:val="17"/>
              </w:rPr>
              <w:t xml:space="preserve"> Billion</w:t>
            </w:r>
          </w:p>
        </w:tc>
        <w:tc>
          <w:tcPr>
            <w:tcW w:w="959" w:type="dxa"/>
            <w:tcBorders>
              <w:top w:val="nil"/>
              <w:left w:val="nil"/>
              <w:bottom w:val="nil"/>
              <w:right w:val="single" w:sz="4" w:space="0" w:color="auto"/>
            </w:tcBorders>
          </w:tcPr>
          <w:p w14:paraId="2BBF00AB" w14:textId="382DE018" w:rsidR="003D3D66" w:rsidRPr="00A07FF1" w:rsidRDefault="007D3C81" w:rsidP="007E0EDC">
            <w:pPr>
              <w:rPr>
                <w:rFonts w:cstheme="minorHAnsi"/>
                <w:b/>
                <w:sz w:val="16"/>
                <w:szCs w:val="16"/>
              </w:rPr>
            </w:pPr>
            <w:r w:rsidRPr="007D3C81">
              <w:rPr>
                <w:rFonts w:cstheme="minorHAnsi"/>
                <w:b/>
                <w:sz w:val="16"/>
                <w:szCs w:val="17"/>
              </w:rPr>
              <w:t>+0.2</w:t>
            </w:r>
            <w:r w:rsidR="00E84213" w:rsidRPr="00A07FF1">
              <w:rPr>
                <w:rFonts w:cstheme="minorHAnsi"/>
                <w:b/>
                <w:sz w:val="16"/>
                <w:szCs w:val="16"/>
              </w:rPr>
              <w:t>%</w:t>
            </w:r>
            <w:r w:rsidR="00E84213" w:rsidRPr="00A07FF1">
              <w:rPr>
                <w:rFonts w:eastAsiaTheme="minorEastAsia" w:cstheme="minorHAnsi"/>
                <w:b/>
                <w:bCs/>
                <w:color w:val="000000"/>
                <w:sz w:val="16"/>
                <w:szCs w:val="16"/>
              </w:rPr>
              <w:t>°</w:t>
            </w:r>
          </w:p>
        </w:tc>
      </w:tr>
      <w:tr w:rsidR="003D3D66" w:rsidRPr="00A07FF1" w14:paraId="20B8F9F5" w14:textId="77777777" w:rsidTr="00097BA5">
        <w:trPr>
          <w:trHeight w:val="484"/>
        </w:trPr>
        <w:tc>
          <w:tcPr>
            <w:tcW w:w="4748" w:type="dxa"/>
            <w:gridSpan w:val="3"/>
            <w:tcBorders>
              <w:top w:val="nil"/>
              <w:left w:val="single" w:sz="4" w:space="0" w:color="auto"/>
              <w:bottom w:val="single" w:sz="4" w:space="0" w:color="auto"/>
              <w:right w:val="single" w:sz="4" w:space="0" w:color="auto"/>
            </w:tcBorders>
            <w:vAlign w:val="center"/>
          </w:tcPr>
          <w:p w14:paraId="040B4888" w14:textId="55F41FB3" w:rsidR="00622924" w:rsidRPr="00A07FF1" w:rsidRDefault="00622924" w:rsidP="007E0EDC">
            <w:pPr>
              <w:jc w:val="center"/>
              <w:rPr>
                <w:rFonts w:cstheme="minorHAnsi"/>
                <w:sz w:val="12"/>
                <w:szCs w:val="14"/>
              </w:rPr>
            </w:pPr>
            <w:r w:rsidRPr="00A07FF1">
              <w:rPr>
                <w:rFonts w:cstheme="minorHAnsi"/>
                <w:b/>
                <w:sz w:val="16"/>
                <w:szCs w:val="18"/>
              </w:rPr>
              <w:t xml:space="preserve">Next release: </w:t>
            </w:r>
            <w:r w:rsidR="007D3C81" w:rsidRPr="007D3C81">
              <w:rPr>
                <w:rFonts w:cstheme="minorHAnsi"/>
                <w:b/>
                <w:sz w:val="16"/>
                <w:szCs w:val="18"/>
              </w:rPr>
              <w:t xml:space="preserve">January </w:t>
            </w:r>
            <w:r w:rsidR="00756590">
              <w:rPr>
                <w:rFonts w:cstheme="minorHAnsi"/>
                <w:b/>
                <w:sz w:val="16"/>
                <w:szCs w:val="18"/>
              </w:rPr>
              <w:t>8</w:t>
            </w:r>
            <w:r w:rsidR="007D3C81" w:rsidRPr="007D3C81">
              <w:rPr>
                <w:rFonts w:cstheme="minorHAnsi"/>
                <w:b/>
                <w:sz w:val="16"/>
                <w:szCs w:val="18"/>
              </w:rPr>
              <w:t>, 201</w:t>
            </w:r>
            <w:r w:rsidR="000F73D0">
              <w:rPr>
                <w:rFonts w:cstheme="minorHAnsi"/>
                <w:b/>
                <w:sz w:val="16"/>
                <w:szCs w:val="18"/>
              </w:rPr>
              <w:t>9</w:t>
            </w:r>
          </w:p>
          <w:p w14:paraId="3FEA3B62" w14:textId="77777777" w:rsidR="00622924" w:rsidRPr="00A07FF1" w:rsidRDefault="00622924" w:rsidP="007E0EDC">
            <w:pPr>
              <w:jc w:val="center"/>
              <w:rPr>
                <w:rFonts w:cstheme="minorHAnsi"/>
                <w:sz w:val="14"/>
                <w:szCs w:val="14"/>
              </w:rPr>
            </w:pPr>
          </w:p>
          <w:p w14:paraId="16CF8259" w14:textId="77777777" w:rsidR="00161BE7" w:rsidRPr="00A07FF1" w:rsidRDefault="00622924" w:rsidP="007E0EDC">
            <w:pPr>
              <w:jc w:val="center"/>
              <w:rPr>
                <w:rFonts w:eastAsiaTheme="minorEastAsia" w:cstheme="minorHAnsi"/>
                <w:color w:val="000000"/>
                <w:sz w:val="14"/>
                <w:szCs w:val="12"/>
              </w:rPr>
            </w:pPr>
            <w:r w:rsidRPr="00A07FF1">
              <w:rPr>
                <w:rFonts w:cstheme="minorHAnsi"/>
                <w:sz w:val="14"/>
                <w:szCs w:val="14"/>
              </w:rPr>
              <w:t xml:space="preserve"> </w:t>
            </w:r>
            <w:bookmarkStart w:id="1" w:name="footnote2"/>
            <w:r w:rsidR="002C4C11" w:rsidRPr="00A07FF1">
              <w:rPr>
                <w:rFonts w:cstheme="minorHAnsi"/>
                <w:sz w:val="14"/>
                <w:szCs w:val="14"/>
              </w:rPr>
              <w:t>(°)</w:t>
            </w:r>
            <w:bookmarkEnd w:id="1"/>
            <w:r w:rsidR="00161BE7" w:rsidRPr="00A07FF1">
              <w:rPr>
                <w:rFonts w:eastAsiaTheme="minorEastAsia" w:cstheme="minorHAnsi"/>
                <w:color w:val="000000"/>
                <w:sz w:val="14"/>
                <w:szCs w:val="12"/>
              </w:rPr>
              <w:t xml:space="preserve"> Statistical significance is not applicable or not measurable.</w:t>
            </w:r>
          </w:p>
          <w:p w14:paraId="5F744A14" w14:textId="31C842E9" w:rsidR="00622924" w:rsidRPr="00A07FF1" w:rsidRDefault="006E5A73" w:rsidP="007E0EDC">
            <w:pPr>
              <w:jc w:val="center"/>
              <w:rPr>
                <w:rFonts w:cstheme="minorHAnsi"/>
                <w:sz w:val="18"/>
                <w:szCs w:val="18"/>
              </w:rPr>
            </w:pPr>
            <w:r w:rsidRPr="00A07FF1">
              <w:rPr>
                <w:rFonts w:cstheme="minorHAnsi"/>
                <w:sz w:val="14"/>
                <w:szCs w:val="14"/>
              </w:rPr>
              <w:t>Data adjusted for seasonality but not price changes</w:t>
            </w:r>
          </w:p>
          <w:p w14:paraId="7607B508" w14:textId="42276D56" w:rsidR="003D3D66" w:rsidRPr="00A07FF1" w:rsidRDefault="00E53A3F" w:rsidP="007E0EDC">
            <w:pPr>
              <w:jc w:val="center"/>
              <w:rPr>
                <w:rFonts w:cstheme="minorHAnsi"/>
                <w:sz w:val="14"/>
                <w:szCs w:val="14"/>
              </w:rPr>
            </w:pPr>
            <w:r w:rsidRPr="00A07FF1">
              <w:rPr>
                <w:rFonts w:cstheme="minorHAnsi"/>
                <w:sz w:val="14"/>
                <w:szCs w:val="14"/>
              </w:rPr>
              <w:t>Source: U.S. Census Bureau,</w:t>
            </w:r>
            <w:r w:rsidR="00F2498F" w:rsidRPr="00A07FF1">
              <w:rPr>
                <w:rFonts w:cstheme="minorHAnsi"/>
                <w:sz w:val="14"/>
                <w:szCs w:val="14"/>
              </w:rPr>
              <w:t xml:space="preserve"> U.S. Bureau of Economic Analysis;</w:t>
            </w:r>
            <w:r w:rsidRPr="00A07FF1">
              <w:rPr>
                <w:rFonts w:cstheme="minorHAnsi"/>
                <w:sz w:val="14"/>
                <w:szCs w:val="14"/>
              </w:rPr>
              <w:t xml:space="preserve"> </w:t>
            </w:r>
            <w:r w:rsidR="002C4C11" w:rsidRPr="00A07FF1">
              <w:rPr>
                <w:rFonts w:cstheme="minorHAnsi"/>
                <w:sz w:val="14"/>
                <w:szCs w:val="14"/>
              </w:rPr>
              <w:t>U.S. International Trade in Goods and Services</w:t>
            </w:r>
            <w:r w:rsidR="0024067F" w:rsidRPr="00A07FF1">
              <w:rPr>
                <w:rFonts w:cstheme="minorHAnsi"/>
                <w:sz w:val="14"/>
                <w:szCs w:val="14"/>
              </w:rPr>
              <w:t>,</w:t>
            </w:r>
            <w:r w:rsidR="00605675" w:rsidRPr="00A07FF1">
              <w:rPr>
                <w:rFonts w:cstheme="minorHAnsi"/>
                <w:sz w:val="14"/>
                <w:szCs w:val="14"/>
              </w:rPr>
              <w:t xml:space="preserve"> </w:t>
            </w:r>
            <w:r w:rsidR="007D3C81" w:rsidRPr="007D3C81">
              <w:rPr>
                <w:rFonts w:cstheme="minorHAnsi"/>
                <w:bCs/>
                <w:sz w:val="14"/>
                <w:szCs w:val="14"/>
              </w:rPr>
              <w:t>December 6, 2018</w:t>
            </w:r>
            <w:r w:rsidR="00F2498F" w:rsidRPr="00A07FF1">
              <w:rPr>
                <w:rFonts w:cstheme="minorHAnsi"/>
                <w:sz w:val="14"/>
                <w:szCs w:val="14"/>
              </w:rPr>
              <w:t>.</w:t>
            </w:r>
          </w:p>
        </w:tc>
      </w:tr>
    </w:tbl>
    <w:p w14:paraId="7E85E578" w14:textId="016F4B45" w:rsidR="007E0EDC" w:rsidRPr="00A07FF1" w:rsidRDefault="007E0EDC" w:rsidP="007E0EDC">
      <w:pPr>
        <w:tabs>
          <w:tab w:val="left" w:pos="-360"/>
        </w:tabs>
        <w:spacing w:after="0"/>
        <w:ind w:left="-360"/>
        <w:rPr>
          <w:rFonts w:cstheme="minorHAnsi"/>
          <w:noProof/>
          <w:sz w:val="24"/>
          <w:szCs w:val="24"/>
        </w:rPr>
      </w:pPr>
      <w:r w:rsidRPr="00A07FF1">
        <w:rPr>
          <w:rFonts w:cstheme="minorHAnsi"/>
          <w:noProof/>
          <w:sz w:val="24"/>
          <w:szCs w:val="24"/>
        </w:rPr>
        <w:drawing>
          <wp:inline distT="0" distB="0" distL="0" distR="0" wp14:anchorId="4DC2BEF9" wp14:editId="7DA47707">
            <wp:extent cx="3402419" cy="200299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p.jpg"/>
                    <pic:cNvPicPr/>
                  </pic:nvPicPr>
                  <pic:blipFill>
                    <a:blip r:embed="rId20">
                      <a:extLst>
                        <a:ext uri="{28A0092B-C50C-407E-A947-70E740481C1C}">
                          <a14:useLocalDpi xmlns:a14="http://schemas.microsoft.com/office/drawing/2010/main" val="0"/>
                        </a:ext>
                      </a:extLst>
                    </a:blip>
                    <a:stretch>
                      <a:fillRect/>
                    </a:stretch>
                  </pic:blipFill>
                  <pic:spPr>
                    <a:xfrm>
                      <a:off x="0" y="0"/>
                      <a:ext cx="3412892" cy="2009160"/>
                    </a:xfrm>
                    <a:prstGeom prst="rect">
                      <a:avLst/>
                    </a:prstGeom>
                  </pic:spPr>
                </pic:pic>
              </a:graphicData>
            </a:graphic>
          </wp:inline>
        </w:drawing>
      </w:r>
    </w:p>
    <w:p w14:paraId="25A73AA2" w14:textId="77777777" w:rsidR="007E0EDC" w:rsidRPr="00A07FF1" w:rsidRDefault="007E0EDC" w:rsidP="007E0EDC">
      <w:pPr>
        <w:tabs>
          <w:tab w:val="left" w:pos="-360"/>
        </w:tabs>
        <w:spacing w:after="0"/>
        <w:ind w:left="-360"/>
        <w:rPr>
          <w:rFonts w:cstheme="minorHAnsi"/>
          <w:noProof/>
          <w:sz w:val="24"/>
          <w:szCs w:val="24"/>
        </w:rPr>
      </w:pPr>
    </w:p>
    <w:p w14:paraId="2613715A" w14:textId="74293610" w:rsidR="00F65176" w:rsidRPr="00A07FF1" w:rsidRDefault="00086A28" w:rsidP="007E0EDC">
      <w:pPr>
        <w:tabs>
          <w:tab w:val="left" w:pos="-360"/>
          <w:tab w:val="left" w:pos="1485"/>
        </w:tabs>
        <w:spacing w:after="0"/>
        <w:ind w:left="-360"/>
        <w:rPr>
          <w:rFonts w:cstheme="minorHAnsi"/>
          <w:b/>
          <w:sz w:val="24"/>
          <w:szCs w:val="24"/>
        </w:rPr>
      </w:pPr>
      <w:r w:rsidRPr="00A07FF1">
        <w:rPr>
          <w:rFonts w:cstheme="minorHAnsi"/>
          <w:b/>
          <w:sz w:val="24"/>
          <w:szCs w:val="24"/>
        </w:rPr>
        <w:t>Exports, Imports</w:t>
      </w:r>
      <w:r w:rsidR="00BC0977" w:rsidRPr="00A07FF1">
        <w:rPr>
          <w:rFonts w:cstheme="minorHAnsi"/>
          <w:b/>
          <w:sz w:val="24"/>
          <w:szCs w:val="24"/>
        </w:rPr>
        <w:t>,</w:t>
      </w:r>
      <w:r w:rsidR="00881017" w:rsidRPr="00A07FF1">
        <w:rPr>
          <w:rFonts w:cstheme="minorHAnsi"/>
          <w:b/>
          <w:sz w:val="24"/>
          <w:szCs w:val="24"/>
        </w:rPr>
        <w:t xml:space="preserve"> and Balance</w:t>
      </w:r>
      <w:r w:rsidRPr="00A07FF1">
        <w:rPr>
          <w:rFonts w:cstheme="minorHAnsi"/>
          <w:b/>
          <w:sz w:val="24"/>
          <w:szCs w:val="24"/>
        </w:rPr>
        <w:t xml:space="preserve"> (Exhibit 1)</w:t>
      </w:r>
    </w:p>
    <w:p w14:paraId="5272528A" w14:textId="7322EB3E" w:rsidR="00F65176" w:rsidRPr="00A07FF1" w:rsidRDefault="007D3C81">
      <w:pPr>
        <w:spacing w:after="120"/>
        <w:ind w:left="-360"/>
        <w:rPr>
          <w:rFonts w:cstheme="minorHAnsi"/>
          <w:sz w:val="24"/>
          <w:szCs w:val="24"/>
        </w:rPr>
      </w:pPr>
      <w:r w:rsidRPr="007D3C81">
        <w:rPr>
          <w:rFonts w:cstheme="minorHAnsi"/>
          <w:sz w:val="24"/>
          <w:szCs w:val="24"/>
        </w:rPr>
        <w:t>October exports were $211.0 billion, $0.3 billion less than September exports. October imports were $266.5 billion, $0.6 billion more than September imports.</w:t>
      </w:r>
    </w:p>
    <w:p w14:paraId="37F5E517" w14:textId="56BE7947" w:rsidR="00D578AE" w:rsidRPr="00A07FF1" w:rsidRDefault="007D3C81" w:rsidP="00763110">
      <w:pPr>
        <w:spacing w:after="120"/>
        <w:ind w:left="-360"/>
        <w:rPr>
          <w:rFonts w:cstheme="minorHAnsi"/>
          <w:sz w:val="24"/>
          <w:szCs w:val="24"/>
        </w:rPr>
      </w:pPr>
      <w:r w:rsidRPr="007D3C81">
        <w:rPr>
          <w:rFonts w:cstheme="minorHAnsi"/>
          <w:sz w:val="24"/>
          <w:szCs w:val="24"/>
        </w:rPr>
        <w:t>The October increase in the goods and services deficit reflected an increase in the goods deficit of $0.9 billion to $78.1 billion and a decrease in the services surplus of $0.1 billion to $22.6 billion.</w:t>
      </w:r>
    </w:p>
    <w:p w14:paraId="3A41391D" w14:textId="79D840F1" w:rsidR="00D578AE" w:rsidRPr="00A07FF1" w:rsidRDefault="007D3C81" w:rsidP="00763110">
      <w:pPr>
        <w:spacing w:after="120"/>
        <w:ind w:left="-360"/>
        <w:rPr>
          <w:rFonts w:cstheme="minorHAnsi"/>
          <w:sz w:val="24"/>
          <w:szCs w:val="24"/>
        </w:rPr>
      </w:pPr>
      <w:r w:rsidRPr="007D3C81">
        <w:rPr>
          <w:rFonts w:cstheme="minorHAnsi"/>
          <w:sz w:val="24"/>
          <w:szCs w:val="24"/>
        </w:rPr>
        <w:t>Year-to-date, the goods and services deficit increased $51.3 billion, or 11.4 percent, from the same period in 2017. Exports increased $149.3 billion or 7.7 percent. Imports increased $200.6 billion or 8.4 percent.</w:t>
      </w:r>
    </w:p>
    <w:p w14:paraId="407D8A05" w14:textId="14925FF8" w:rsidR="00F65176" w:rsidRPr="00A07FF1" w:rsidRDefault="00086A28" w:rsidP="00A37583">
      <w:pPr>
        <w:spacing w:after="0"/>
        <w:ind w:left="-360"/>
        <w:rPr>
          <w:rFonts w:cstheme="minorHAnsi"/>
          <w:b/>
          <w:sz w:val="24"/>
          <w:szCs w:val="24"/>
        </w:rPr>
      </w:pPr>
      <w:r w:rsidRPr="00A07FF1">
        <w:rPr>
          <w:rFonts w:cstheme="minorHAnsi"/>
          <w:b/>
          <w:sz w:val="24"/>
          <w:szCs w:val="24"/>
        </w:rPr>
        <w:t>Three-Month Moving Averages (Exhibit 2)</w:t>
      </w:r>
    </w:p>
    <w:p w14:paraId="26EA5ECF" w14:textId="5C3F560C" w:rsidR="00763110" w:rsidRPr="00A07FF1" w:rsidRDefault="007D3C81" w:rsidP="00D6567F">
      <w:pPr>
        <w:spacing w:after="0"/>
        <w:ind w:left="-360"/>
        <w:rPr>
          <w:rFonts w:cstheme="minorHAnsi"/>
        </w:rPr>
      </w:pPr>
      <w:r w:rsidRPr="007D3C81">
        <w:rPr>
          <w:rFonts w:cstheme="minorHAnsi"/>
          <w:bCs/>
          <w:sz w:val="24"/>
          <w:szCs w:val="24"/>
        </w:rPr>
        <w:t>The average goods and services deficit increased $1.7 billion to $54.6 billion for the three months ending in October.</w:t>
      </w:r>
    </w:p>
    <w:p w14:paraId="53D7123D" w14:textId="7E65B0D9" w:rsidR="00763110" w:rsidRPr="00A07FF1" w:rsidRDefault="007D3C81" w:rsidP="00AE5B46">
      <w:pPr>
        <w:pStyle w:val="ListParagraph"/>
        <w:numPr>
          <w:ilvl w:val="0"/>
          <w:numId w:val="6"/>
        </w:numPr>
        <w:spacing w:after="0"/>
        <w:contextualSpacing w:val="0"/>
        <w:rPr>
          <w:rFonts w:cstheme="minorHAnsi"/>
          <w:sz w:val="24"/>
          <w:szCs w:val="24"/>
        </w:rPr>
      </w:pPr>
      <w:r w:rsidRPr="007D3C81">
        <w:rPr>
          <w:rFonts w:cstheme="minorHAnsi"/>
          <w:sz w:val="24"/>
          <w:szCs w:val="24"/>
        </w:rPr>
        <w:t>Average exports increased $0.4 billion to $210.2 billion in October.</w:t>
      </w:r>
    </w:p>
    <w:p w14:paraId="1867190D" w14:textId="657D9330" w:rsidR="00456B86" w:rsidRPr="00A07FF1" w:rsidRDefault="007D3C81" w:rsidP="00881017">
      <w:pPr>
        <w:pStyle w:val="ListParagraph"/>
        <w:numPr>
          <w:ilvl w:val="0"/>
          <w:numId w:val="6"/>
        </w:numPr>
        <w:spacing w:after="120"/>
        <w:contextualSpacing w:val="0"/>
        <w:rPr>
          <w:rFonts w:cstheme="minorHAnsi"/>
          <w:sz w:val="24"/>
          <w:szCs w:val="24"/>
        </w:rPr>
      </w:pPr>
      <w:r w:rsidRPr="007D3C81">
        <w:rPr>
          <w:rFonts w:cstheme="minorHAnsi"/>
          <w:sz w:val="24"/>
          <w:szCs w:val="24"/>
        </w:rPr>
        <w:t>Average imports increased $2.1 billion to $264.8 billion in October.</w:t>
      </w:r>
    </w:p>
    <w:p w14:paraId="0A86BF2A" w14:textId="018E47EE" w:rsidR="00397D96" w:rsidRPr="00A07FF1" w:rsidRDefault="007D3C81" w:rsidP="00D6567F">
      <w:pPr>
        <w:spacing w:after="0"/>
        <w:ind w:left="-360"/>
        <w:rPr>
          <w:rFonts w:cstheme="minorHAnsi"/>
          <w:sz w:val="24"/>
          <w:szCs w:val="24"/>
        </w:rPr>
      </w:pPr>
      <w:r w:rsidRPr="007D3C81">
        <w:rPr>
          <w:rFonts w:cstheme="minorHAnsi"/>
          <w:sz w:val="24"/>
          <w:szCs w:val="24"/>
        </w:rPr>
        <w:lastRenderedPageBreak/>
        <w:t>Year-over-year, the average goods and services deficit increased $9.4 billion from the three months ending in October 2017.</w:t>
      </w:r>
    </w:p>
    <w:p w14:paraId="17CA7CEB" w14:textId="0AD2196C" w:rsidR="008F3EB8" w:rsidRPr="00A07FF1" w:rsidRDefault="007D3C81" w:rsidP="00881017">
      <w:pPr>
        <w:pStyle w:val="ListParagraph"/>
        <w:numPr>
          <w:ilvl w:val="0"/>
          <w:numId w:val="7"/>
        </w:numPr>
        <w:spacing w:after="0"/>
        <w:contextualSpacing w:val="0"/>
        <w:rPr>
          <w:rFonts w:cstheme="minorHAnsi"/>
          <w:sz w:val="24"/>
          <w:szCs w:val="24"/>
        </w:rPr>
      </w:pPr>
      <w:r w:rsidRPr="007D3C81">
        <w:rPr>
          <w:rFonts w:cstheme="minorHAnsi"/>
          <w:sz w:val="24"/>
          <w:szCs w:val="24"/>
        </w:rPr>
        <w:t>Average exports increased $12.7 billion from October 2017.</w:t>
      </w:r>
    </w:p>
    <w:p w14:paraId="2B24AA6C" w14:textId="6176A315" w:rsidR="00F65176" w:rsidRPr="00A07FF1" w:rsidRDefault="007D3C81" w:rsidP="00881017">
      <w:pPr>
        <w:pStyle w:val="ListParagraph"/>
        <w:numPr>
          <w:ilvl w:val="0"/>
          <w:numId w:val="7"/>
        </w:numPr>
        <w:spacing w:after="120"/>
        <w:contextualSpacing w:val="0"/>
        <w:rPr>
          <w:rFonts w:cstheme="minorHAnsi"/>
          <w:sz w:val="24"/>
          <w:szCs w:val="24"/>
        </w:rPr>
      </w:pPr>
      <w:r w:rsidRPr="007D3C81">
        <w:rPr>
          <w:rFonts w:cstheme="minorHAnsi"/>
          <w:sz w:val="24"/>
          <w:szCs w:val="24"/>
        </w:rPr>
        <w:t>Average imports increased $22.1 billion from October 2017.</w:t>
      </w:r>
    </w:p>
    <w:p w14:paraId="7568173E" w14:textId="3DF950B8" w:rsidR="00F65176" w:rsidRPr="00A07FF1" w:rsidRDefault="00593E4B" w:rsidP="005B61C2">
      <w:pPr>
        <w:spacing w:after="0"/>
        <w:ind w:left="-360"/>
        <w:rPr>
          <w:rFonts w:cstheme="minorHAnsi"/>
          <w:b/>
          <w:sz w:val="24"/>
          <w:szCs w:val="24"/>
        </w:rPr>
      </w:pPr>
      <w:r w:rsidRPr="00A07FF1">
        <w:rPr>
          <w:rFonts w:cstheme="minorHAnsi"/>
          <w:b/>
          <w:sz w:val="24"/>
          <w:szCs w:val="24"/>
        </w:rPr>
        <w:t>Exports (Exhibits 3, 6, and 7)</w:t>
      </w:r>
    </w:p>
    <w:p w14:paraId="004B8453" w14:textId="3204B5EA" w:rsidR="00490E68" w:rsidRPr="00A07FF1" w:rsidRDefault="007D3C81" w:rsidP="00B326C2">
      <w:pPr>
        <w:spacing w:after="120"/>
        <w:ind w:left="-360"/>
        <w:rPr>
          <w:rFonts w:cstheme="minorHAnsi"/>
          <w:noProof/>
          <w:sz w:val="24"/>
          <w:szCs w:val="24"/>
        </w:rPr>
      </w:pPr>
      <w:r w:rsidRPr="007D3C81">
        <w:rPr>
          <w:rFonts w:cstheme="minorHAnsi"/>
          <w:noProof/>
          <w:sz w:val="24"/>
          <w:szCs w:val="24"/>
        </w:rPr>
        <w:t>Exports of goods decreased $0.4 billion to $141.5 billion in October.</w:t>
      </w:r>
    </w:p>
    <w:p w14:paraId="493717D0" w14:textId="2D0E3ED2" w:rsidR="00C948C6" w:rsidRPr="00A07FF1" w:rsidRDefault="007D3C81" w:rsidP="006B109E">
      <w:pPr>
        <w:spacing w:after="120"/>
        <w:ind w:left="-360" w:firstLine="360"/>
        <w:rPr>
          <w:rFonts w:cstheme="minorHAnsi"/>
          <w:noProof/>
          <w:sz w:val="24"/>
          <w:szCs w:val="24"/>
        </w:rPr>
      </w:pPr>
      <w:r w:rsidRPr="007D3C81">
        <w:rPr>
          <w:rFonts w:cstheme="minorHAnsi"/>
          <w:noProof/>
          <w:sz w:val="24"/>
          <w:szCs w:val="24"/>
        </w:rPr>
        <w:t>Exports of goods on a Census basis decreased $0.4 billion.</w:t>
      </w:r>
    </w:p>
    <w:p w14:paraId="4EB505B1" w14:textId="087F879E" w:rsidR="00B36F74" w:rsidRPr="00A07FF1" w:rsidRDefault="00A252B6" w:rsidP="00A252B6">
      <w:pPr>
        <w:numPr>
          <w:ilvl w:val="1"/>
          <w:numId w:val="3"/>
        </w:numPr>
        <w:spacing w:after="0"/>
        <w:rPr>
          <w:rFonts w:cstheme="minorHAnsi"/>
          <w:noProof/>
          <w:sz w:val="24"/>
          <w:szCs w:val="24"/>
        </w:rPr>
      </w:pPr>
      <w:r w:rsidRPr="00A252B6">
        <w:rPr>
          <w:rFonts w:cstheme="minorHAnsi"/>
          <w:noProof/>
          <w:sz w:val="24"/>
          <w:szCs w:val="24"/>
        </w:rPr>
        <w:t>Foods, feeds, and beverages decreased $0.7 billion.</w:t>
      </w:r>
    </w:p>
    <w:p w14:paraId="3FAD5C64" w14:textId="6331D95E" w:rsidR="008F6554" w:rsidRPr="00A07FF1" w:rsidRDefault="00A252B6" w:rsidP="00A252B6">
      <w:pPr>
        <w:pStyle w:val="ListParagraph"/>
        <w:numPr>
          <w:ilvl w:val="2"/>
          <w:numId w:val="3"/>
        </w:numPr>
        <w:spacing w:after="0"/>
        <w:rPr>
          <w:rFonts w:cstheme="minorHAnsi"/>
          <w:noProof/>
          <w:sz w:val="24"/>
          <w:szCs w:val="24"/>
        </w:rPr>
      </w:pPr>
      <w:r w:rsidRPr="00A252B6">
        <w:rPr>
          <w:rFonts w:cstheme="minorHAnsi"/>
          <w:noProof/>
          <w:sz w:val="24"/>
          <w:szCs w:val="24"/>
        </w:rPr>
        <w:t>Soybeans decreased $0.8 billion.</w:t>
      </w:r>
    </w:p>
    <w:p w14:paraId="0D8BBF26" w14:textId="28E7FE08" w:rsidR="00794595" w:rsidRPr="00A07FF1" w:rsidRDefault="00794595" w:rsidP="00794595">
      <w:pPr>
        <w:numPr>
          <w:ilvl w:val="1"/>
          <w:numId w:val="3"/>
        </w:numPr>
        <w:spacing w:after="0"/>
        <w:rPr>
          <w:rFonts w:cstheme="minorHAnsi"/>
          <w:noProof/>
          <w:sz w:val="24"/>
          <w:szCs w:val="24"/>
        </w:rPr>
      </w:pPr>
      <w:r w:rsidRPr="00A07FF1">
        <w:rPr>
          <w:rFonts w:cstheme="minorHAnsi"/>
          <w:noProof/>
          <w:sz w:val="24"/>
          <w:szCs w:val="24"/>
        </w:rPr>
        <w:t>C</w:t>
      </w:r>
      <w:r w:rsidR="0050411D" w:rsidRPr="00A07FF1">
        <w:rPr>
          <w:rFonts w:cstheme="minorHAnsi"/>
          <w:noProof/>
          <w:sz w:val="24"/>
          <w:szCs w:val="24"/>
        </w:rPr>
        <w:t>apital</w:t>
      </w:r>
      <w:r w:rsidRPr="00A07FF1">
        <w:rPr>
          <w:rFonts w:cstheme="minorHAnsi"/>
          <w:noProof/>
          <w:sz w:val="24"/>
          <w:szCs w:val="24"/>
        </w:rPr>
        <w:t xml:space="preserve"> goods </w:t>
      </w:r>
      <w:r w:rsidR="00A252B6">
        <w:rPr>
          <w:rFonts w:cstheme="minorHAnsi"/>
          <w:noProof/>
          <w:sz w:val="24"/>
          <w:szCs w:val="24"/>
        </w:rPr>
        <w:t>de</w:t>
      </w:r>
      <w:r w:rsidRPr="00A07FF1">
        <w:rPr>
          <w:rFonts w:cstheme="minorHAnsi"/>
          <w:noProof/>
          <w:sz w:val="24"/>
          <w:szCs w:val="24"/>
        </w:rPr>
        <w:t>creased $</w:t>
      </w:r>
      <w:r w:rsidR="00A252B6">
        <w:rPr>
          <w:rFonts w:cstheme="minorHAnsi"/>
          <w:noProof/>
          <w:sz w:val="24"/>
          <w:szCs w:val="24"/>
        </w:rPr>
        <w:t>0.5</w:t>
      </w:r>
      <w:r w:rsidRPr="00A07FF1">
        <w:rPr>
          <w:rFonts w:cstheme="minorHAnsi"/>
          <w:noProof/>
          <w:sz w:val="24"/>
          <w:szCs w:val="24"/>
        </w:rPr>
        <w:t xml:space="preserve"> billion.</w:t>
      </w:r>
    </w:p>
    <w:p w14:paraId="1FF65BE4" w14:textId="35A22625" w:rsidR="00794595" w:rsidRDefault="002E2117" w:rsidP="002E2117">
      <w:pPr>
        <w:numPr>
          <w:ilvl w:val="2"/>
          <w:numId w:val="3"/>
        </w:numPr>
        <w:spacing w:after="0"/>
        <w:rPr>
          <w:rFonts w:cstheme="minorHAnsi"/>
          <w:noProof/>
          <w:sz w:val="24"/>
          <w:szCs w:val="24"/>
        </w:rPr>
      </w:pPr>
      <w:r w:rsidRPr="00A07FF1">
        <w:rPr>
          <w:rFonts w:cstheme="minorHAnsi"/>
          <w:noProof/>
          <w:sz w:val="24"/>
          <w:szCs w:val="24"/>
        </w:rPr>
        <w:t>Civilian aircraft</w:t>
      </w:r>
      <w:r w:rsidR="00794595" w:rsidRPr="00A07FF1">
        <w:rPr>
          <w:rFonts w:cstheme="minorHAnsi"/>
          <w:noProof/>
          <w:sz w:val="24"/>
          <w:szCs w:val="24"/>
        </w:rPr>
        <w:t xml:space="preserve"> </w:t>
      </w:r>
      <w:r w:rsidR="00A252B6">
        <w:rPr>
          <w:rFonts w:cstheme="minorHAnsi"/>
          <w:noProof/>
          <w:sz w:val="24"/>
          <w:szCs w:val="24"/>
        </w:rPr>
        <w:t>engines de</w:t>
      </w:r>
      <w:r w:rsidR="00794595" w:rsidRPr="00A07FF1">
        <w:rPr>
          <w:rFonts w:cstheme="minorHAnsi"/>
          <w:noProof/>
          <w:sz w:val="24"/>
          <w:szCs w:val="24"/>
        </w:rPr>
        <w:t>creased $</w:t>
      </w:r>
      <w:r w:rsidR="00A252B6">
        <w:rPr>
          <w:rFonts w:cstheme="minorHAnsi"/>
          <w:noProof/>
          <w:sz w:val="24"/>
          <w:szCs w:val="24"/>
        </w:rPr>
        <w:t>0.3</w:t>
      </w:r>
      <w:r w:rsidR="00794595" w:rsidRPr="00A07FF1">
        <w:rPr>
          <w:rFonts w:cstheme="minorHAnsi"/>
          <w:noProof/>
          <w:sz w:val="24"/>
          <w:szCs w:val="24"/>
        </w:rPr>
        <w:t xml:space="preserve"> billion.</w:t>
      </w:r>
    </w:p>
    <w:p w14:paraId="253D140D" w14:textId="77B3DA5D" w:rsidR="00A252B6" w:rsidRDefault="00A252B6" w:rsidP="00A252B6">
      <w:pPr>
        <w:numPr>
          <w:ilvl w:val="2"/>
          <w:numId w:val="3"/>
        </w:numPr>
        <w:spacing w:after="0"/>
        <w:rPr>
          <w:rFonts w:cstheme="minorHAnsi"/>
          <w:noProof/>
          <w:sz w:val="24"/>
          <w:szCs w:val="24"/>
        </w:rPr>
      </w:pPr>
      <w:r w:rsidRPr="00A252B6">
        <w:rPr>
          <w:rFonts w:cstheme="minorHAnsi"/>
          <w:noProof/>
          <w:sz w:val="24"/>
          <w:szCs w:val="24"/>
        </w:rPr>
        <w:t>Civilian aircraft decreased $0.3 billion.</w:t>
      </w:r>
    </w:p>
    <w:p w14:paraId="44E2D38F" w14:textId="627194D5" w:rsidR="00794595" w:rsidRDefault="00A252B6" w:rsidP="00A252B6">
      <w:pPr>
        <w:numPr>
          <w:ilvl w:val="1"/>
          <w:numId w:val="3"/>
        </w:numPr>
        <w:spacing w:after="0"/>
        <w:rPr>
          <w:rFonts w:cstheme="minorHAnsi"/>
          <w:noProof/>
          <w:sz w:val="24"/>
          <w:szCs w:val="24"/>
        </w:rPr>
      </w:pPr>
      <w:r w:rsidRPr="00A252B6">
        <w:rPr>
          <w:rFonts w:cstheme="minorHAnsi"/>
          <w:noProof/>
          <w:sz w:val="24"/>
          <w:szCs w:val="24"/>
        </w:rPr>
        <w:t>Other goods increased $0.5 billion.</w:t>
      </w:r>
    </w:p>
    <w:p w14:paraId="3A678A1E" w14:textId="414DB20D" w:rsidR="00795E14" w:rsidRPr="00A07FF1" w:rsidRDefault="00E86445" w:rsidP="00E86445">
      <w:pPr>
        <w:numPr>
          <w:ilvl w:val="1"/>
          <w:numId w:val="3"/>
        </w:numPr>
        <w:spacing w:after="0"/>
        <w:rPr>
          <w:rFonts w:cstheme="minorHAnsi"/>
          <w:noProof/>
          <w:sz w:val="24"/>
          <w:szCs w:val="24"/>
        </w:rPr>
      </w:pPr>
      <w:r w:rsidRPr="00E86445">
        <w:rPr>
          <w:rFonts w:cstheme="minorHAnsi"/>
          <w:noProof/>
          <w:sz w:val="24"/>
          <w:szCs w:val="24"/>
        </w:rPr>
        <w:t>Industrial supplies and materials increased $0.3 billion.</w:t>
      </w:r>
    </w:p>
    <w:p w14:paraId="15B2696E" w14:textId="58F55F19" w:rsidR="00422991" w:rsidRPr="00A07FF1" w:rsidRDefault="007D3C81" w:rsidP="002A777B">
      <w:pPr>
        <w:spacing w:before="120" w:after="120"/>
        <w:ind w:left="-360" w:firstLine="360"/>
        <w:rPr>
          <w:rFonts w:cstheme="minorHAnsi"/>
          <w:noProof/>
          <w:sz w:val="24"/>
          <w:szCs w:val="24"/>
        </w:rPr>
      </w:pPr>
      <w:r w:rsidRPr="007D3C81">
        <w:rPr>
          <w:rFonts w:cstheme="minorHAnsi"/>
          <w:noProof/>
          <w:sz w:val="24"/>
          <w:szCs w:val="24"/>
        </w:rPr>
        <w:t xml:space="preserve">Net balance of payments adjustments increased </w:t>
      </w:r>
      <w:r w:rsidR="00201D8E">
        <w:rPr>
          <w:rFonts w:cstheme="minorHAnsi"/>
          <w:noProof/>
          <w:sz w:val="24"/>
          <w:szCs w:val="24"/>
        </w:rPr>
        <w:t xml:space="preserve">less than </w:t>
      </w:r>
      <w:r w:rsidRPr="007D3C81">
        <w:rPr>
          <w:rFonts w:cstheme="minorHAnsi"/>
          <w:noProof/>
          <w:sz w:val="24"/>
          <w:szCs w:val="24"/>
        </w:rPr>
        <w:t>$0.</w:t>
      </w:r>
      <w:r w:rsidR="00201D8E">
        <w:rPr>
          <w:rFonts w:cstheme="minorHAnsi"/>
          <w:noProof/>
          <w:sz w:val="24"/>
          <w:szCs w:val="24"/>
        </w:rPr>
        <w:t>1</w:t>
      </w:r>
      <w:r w:rsidRPr="007D3C81">
        <w:rPr>
          <w:rFonts w:cstheme="minorHAnsi"/>
          <w:noProof/>
          <w:sz w:val="24"/>
          <w:szCs w:val="24"/>
        </w:rPr>
        <w:t xml:space="preserve"> billion.</w:t>
      </w:r>
    </w:p>
    <w:p w14:paraId="7D0995C1" w14:textId="6FBAB624" w:rsidR="00C2068D" w:rsidRPr="00831D85" w:rsidRDefault="007D3C81" w:rsidP="00B36F74">
      <w:pPr>
        <w:spacing w:after="0"/>
        <w:ind w:left="-360"/>
        <w:rPr>
          <w:rFonts w:cstheme="minorHAnsi"/>
          <w:noProof/>
          <w:sz w:val="24"/>
          <w:szCs w:val="24"/>
        </w:rPr>
      </w:pPr>
      <w:r w:rsidRPr="007D3C81">
        <w:rPr>
          <w:rFonts w:cstheme="minorHAnsi"/>
          <w:noProof/>
          <w:sz w:val="24"/>
          <w:szCs w:val="24"/>
        </w:rPr>
        <w:t xml:space="preserve">Exports of </w:t>
      </w:r>
      <w:r w:rsidRPr="007D3C81">
        <w:rPr>
          <w:sz w:val="24"/>
          <w:szCs w:val="24"/>
        </w:rPr>
        <w:t>services increased $0.1 billion to $69.6 billion in October.</w:t>
      </w:r>
    </w:p>
    <w:p w14:paraId="44BDFD6A" w14:textId="7828A209" w:rsidR="00F81A5D" w:rsidRDefault="00B9261C" w:rsidP="00B9261C">
      <w:pPr>
        <w:pStyle w:val="ListParagraph"/>
        <w:numPr>
          <w:ilvl w:val="0"/>
          <w:numId w:val="8"/>
        </w:numPr>
        <w:spacing w:after="0"/>
        <w:contextualSpacing w:val="0"/>
        <w:rPr>
          <w:rFonts w:cstheme="minorHAnsi"/>
          <w:noProof/>
          <w:sz w:val="24"/>
          <w:szCs w:val="24"/>
        </w:rPr>
      </w:pPr>
      <w:r w:rsidRPr="00B9261C">
        <w:rPr>
          <w:rFonts w:cstheme="minorHAnsi"/>
          <w:noProof/>
          <w:sz w:val="24"/>
          <w:szCs w:val="24"/>
        </w:rPr>
        <w:t>Financial services increased $0.1 billion</w:t>
      </w:r>
      <w:r w:rsidR="00F81A5D" w:rsidRPr="00A07FF1">
        <w:rPr>
          <w:rFonts w:cstheme="minorHAnsi"/>
          <w:noProof/>
          <w:sz w:val="24"/>
          <w:szCs w:val="24"/>
        </w:rPr>
        <w:t xml:space="preserve">. </w:t>
      </w:r>
    </w:p>
    <w:p w14:paraId="40849360" w14:textId="77777777" w:rsidR="00B9261C" w:rsidRPr="00B9261C" w:rsidRDefault="00B9261C" w:rsidP="00B9261C">
      <w:pPr>
        <w:pStyle w:val="ListParagraph"/>
        <w:numPr>
          <w:ilvl w:val="0"/>
          <w:numId w:val="8"/>
        </w:numPr>
        <w:spacing w:after="0"/>
        <w:rPr>
          <w:rFonts w:cstheme="minorHAnsi"/>
          <w:noProof/>
          <w:sz w:val="24"/>
          <w:szCs w:val="24"/>
        </w:rPr>
      </w:pPr>
      <w:r w:rsidRPr="00B9261C">
        <w:rPr>
          <w:rFonts w:cstheme="minorHAnsi"/>
          <w:noProof/>
          <w:sz w:val="24"/>
          <w:szCs w:val="24"/>
        </w:rPr>
        <w:t>Other business services, which includes research and development services; professional and management services; and technical, trade-related, and other services, increased $0.1 billion.</w:t>
      </w:r>
    </w:p>
    <w:p w14:paraId="49DD3B44" w14:textId="43302EB4" w:rsidR="00B9261C" w:rsidRPr="00A07FF1" w:rsidRDefault="00B9261C" w:rsidP="00B9261C">
      <w:pPr>
        <w:pStyle w:val="ListParagraph"/>
        <w:numPr>
          <w:ilvl w:val="0"/>
          <w:numId w:val="8"/>
        </w:numPr>
        <w:spacing w:after="0"/>
        <w:contextualSpacing w:val="0"/>
        <w:rPr>
          <w:rFonts w:cstheme="minorHAnsi"/>
          <w:noProof/>
          <w:sz w:val="24"/>
          <w:szCs w:val="24"/>
        </w:rPr>
      </w:pPr>
      <w:r w:rsidRPr="00B9261C">
        <w:rPr>
          <w:rFonts w:cstheme="minorHAnsi"/>
          <w:noProof/>
          <w:sz w:val="24"/>
          <w:szCs w:val="24"/>
        </w:rPr>
        <w:t>Transport decreased $0.1 billion</w:t>
      </w:r>
      <w:r w:rsidR="003E3AD5">
        <w:rPr>
          <w:rFonts w:cstheme="minorHAnsi"/>
          <w:noProof/>
          <w:sz w:val="24"/>
          <w:szCs w:val="24"/>
        </w:rPr>
        <w:t>.</w:t>
      </w:r>
    </w:p>
    <w:p w14:paraId="0D9A76B3" w14:textId="77777777" w:rsidR="003133E9" w:rsidRPr="00A07FF1" w:rsidRDefault="00593E4B" w:rsidP="00422991">
      <w:pPr>
        <w:spacing w:before="120" w:after="0"/>
        <w:ind w:left="-360"/>
        <w:rPr>
          <w:rFonts w:cstheme="minorHAnsi"/>
          <w:b/>
          <w:noProof/>
          <w:sz w:val="24"/>
          <w:szCs w:val="24"/>
        </w:rPr>
      </w:pPr>
      <w:r w:rsidRPr="00A07FF1">
        <w:rPr>
          <w:rFonts w:cstheme="minorHAnsi"/>
          <w:b/>
          <w:noProof/>
          <w:sz w:val="24"/>
          <w:szCs w:val="24"/>
        </w:rPr>
        <w:t>Imports (Exhibits 4, 6, and 8)</w:t>
      </w:r>
    </w:p>
    <w:p w14:paraId="2430CD35" w14:textId="79AC9620" w:rsidR="00C2068D" w:rsidRPr="00A07FF1" w:rsidRDefault="007D3C81" w:rsidP="003133E9">
      <w:pPr>
        <w:spacing w:after="120"/>
        <w:ind w:left="-360"/>
        <w:rPr>
          <w:rFonts w:cstheme="minorHAnsi"/>
          <w:noProof/>
          <w:sz w:val="24"/>
          <w:szCs w:val="24"/>
        </w:rPr>
      </w:pPr>
      <w:r w:rsidRPr="007D3C81">
        <w:rPr>
          <w:rFonts w:cstheme="minorHAnsi"/>
          <w:noProof/>
          <w:sz w:val="24"/>
          <w:szCs w:val="24"/>
        </w:rPr>
        <w:t>Imports of goods increased $0.5 billion to $219.6 billion in October.</w:t>
      </w:r>
    </w:p>
    <w:p w14:paraId="016FBF52" w14:textId="66303817" w:rsidR="00C2068D" w:rsidRPr="00A07FF1" w:rsidRDefault="007D3C81" w:rsidP="00765709">
      <w:pPr>
        <w:spacing w:after="120"/>
        <w:ind w:left="-360" w:firstLine="360"/>
        <w:rPr>
          <w:rFonts w:cstheme="minorHAnsi"/>
          <w:noProof/>
          <w:sz w:val="24"/>
          <w:szCs w:val="24"/>
        </w:rPr>
      </w:pPr>
      <w:r w:rsidRPr="007D3C81">
        <w:rPr>
          <w:rFonts w:cstheme="minorHAnsi"/>
          <w:noProof/>
          <w:sz w:val="24"/>
          <w:szCs w:val="24"/>
        </w:rPr>
        <w:t>Imports of goods on a Census basis increased $0.3 billion.</w:t>
      </w:r>
    </w:p>
    <w:p w14:paraId="6F55F3BC" w14:textId="042EE5B7" w:rsidR="004F7081" w:rsidRPr="00A07FF1" w:rsidRDefault="00416EC6" w:rsidP="00416EC6">
      <w:pPr>
        <w:numPr>
          <w:ilvl w:val="1"/>
          <w:numId w:val="3"/>
        </w:numPr>
        <w:spacing w:after="0"/>
        <w:rPr>
          <w:rFonts w:cstheme="minorHAnsi"/>
          <w:noProof/>
          <w:sz w:val="24"/>
          <w:szCs w:val="24"/>
        </w:rPr>
      </w:pPr>
      <w:r w:rsidRPr="00416EC6">
        <w:rPr>
          <w:rFonts w:cstheme="minorHAnsi"/>
          <w:noProof/>
          <w:sz w:val="24"/>
          <w:szCs w:val="24"/>
        </w:rPr>
        <w:t>Consumer goods increased $2.0 billion.</w:t>
      </w:r>
    </w:p>
    <w:p w14:paraId="3E3B5CB5" w14:textId="21637687" w:rsidR="009C7503" w:rsidRPr="00A07FF1" w:rsidRDefault="00416EC6" w:rsidP="00416EC6">
      <w:pPr>
        <w:numPr>
          <w:ilvl w:val="2"/>
          <w:numId w:val="3"/>
        </w:numPr>
        <w:spacing w:after="0"/>
        <w:rPr>
          <w:rFonts w:cstheme="minorHAnsi"/>
          <w:noProof/>
          <w:sz w:val="24"/>
          <w:szCs w:val="24"/>
        </w:rPr>
      </w:pPr>
      <w:r w:rsidRPr="00416EC6">
        <w:rPr>
          <w:rFonts w:cstheme="minorHAnsi"/>
          <w:noProof/>
          <w:sz w:val="24"/>
          <w:szCs w:val="24"/>
        </w:rPr>
        <w:t>Pharmaceutical preparations increased $1.5 billion.</w:t>
      </w:r>
    </w:p>
    <w:p w14:paraId="175657B1" w14:textId="47E2D020" w:rsidR="00450D1A" w:rsidRPr="00A07FF1" w:rsidRDefault="00416EC6" w:rsidP="00416EC6">
      <w:pPr>
        <w:numPr>
          <w:ilvl w:val="1"/>
          <w:numId w:val="3"/>
        </w:numPr>
        <w:spacing w:after="0"/>
        <w:rPr>
          <w:rFonts w:cstheme="minorHAnsi"/>
          <w:noProof/>
          <w:sz w:val="24"/>
          <w:szCs w:val="24"/>
        </w:rPr>
      </w:pPr>
      <w:r w:rsidRPr="00416EC6">
        <w:rPr>
          <w:rFonts w:cstheme="minorHAnsi"/>
          <w:noProof/>
          <w:sz w:val="24"/>
          <w:szCs w:val="24"/>
        </w:rPr>
        <w:t>Other goods increased $0.8 billion.</w:t>
      </w:r>
    </w:p>
    <w:p w14:paraId="21A57F2F" w14:textId="1827D12F" w:rsidR="00416EC6" w:rsidRDefault="00C27E8F" w:rsidP="00C27E8F">
      <w:pPr>
        <w:numPr>
          <w:ilvl w:val="1"/>
          <w:numId w:val="3"/>
        </w:numPr>
        <w:spacing w:after="0"/>
        <w:rPr>
          <w:rFonts w:cstheme="minorHAnsi"/>
          <w:noProof/>
          <w:sz w:val="24"/>
          <w:szCs w:val="24"/>
        </w:rPr>
      </w:pPr>
      <w:r w:rsidRPr="00C27E8F">
        <w:rPr>
          <w:rFonts w:cstheme="minorHAnsi"/>
          <w:noProof/>
          <w:sz w:val="24"/>
          <w:szCs w:val="24"/>
        </w:rPr>
        <w:t>Automotive vehicles, parts, and engines increased $0.7 billion.</w:t>
      </w:r>
    </w:p>
    <w:p w14:paraId="458BF79B" w14:textId="0A2A40AE" w:rsidR="00C27E8F" w:rsidRDefault="00C27E8F" w:rsidP="00C27E8F">
      <w:pPr>
        <w:numPr>
          <w:ilvl w:val="1"/>
          <w:numId w:val="3"/>
        </w:numPr>
        <w:spacing w:after="0"/>
        <w:rPr>
          <w:rFonts w:cstheme="minorHAnsi"/>
          <w:noProof/>
          <w:sz w:val="24"/>
          <w:szCs w:val="24"/>
        </w:rPr>
      </w:pPr>
      <w:r w:rsidRPr="00C27E8F">
        <w:rPr>
          <w:rFonts w:cstheme="minorHAnsi"/>
          <w:noProof/>
          <w:sz w:val="24"/>
          <w:szCs w:val="24"/>
        </w:rPr>
        <w:t>Capital goods decreased $3.2 billion.</w:t>
      </w:r>
    </w:p>
    <w:p w14:paraId="12000292" w14:textId="2176F9B0" w:rsidR="00C27E8F" w:rsidRDefault="00C27E8F" w:rsidP="00C27E8F">
      <w:pPr>
        <w:numPr>
          <w:ilvl w:val="2"/>
          <w:numId w:val="3"/>
        </w:numPr>
        <w:spacing w:after="0"/>
        <w:rPr>
          <w:rFonts w:cstheme="minorHAnsi"/>
          <w:noProof/>
          <w:sz w:val="24"/>
          <w:szCs w:val="24"/>
        </w:rPr>
      </w:pPr>
      <w:r w:rsidRPr="00C27E8F">
        <w:rPr>
          <w:rFonts w:cstheme="minorHAnsi"/>
          <w:noProof/>
          <w:sz w:val="24"/>
          <w:szCs w:val="24"/>
        </w:rPr>
        <w:t>Telecommunications equipment decreased $1.0 billion.</w:t>
      </w:r>
    </w:p>
    <w:p w14:paraId="6C55A256" w14:textId="45829888" w:rsidR="00C27E8F" w:rsidRDefault="00C27E8F" w:rsidP="00C27E8F">
      <w:pPr>
        <w:numPr>
          <w:ilvl w:val="2"/>
          <w:numId w:val="3"/>
        </w:numPr>
        <w:spacing w:after="0"/>
        <w:rPr>
          <w:rFonts w:cstheme="minorHAnsi"/>
          <w:noProof/>
          <w:sz w:val="24"/>
          <w:szCs w:val="24"/>
        </w:rPr>
      </w:pPr>
      <w:r w:rsidRPr="00C27E8F">
        <w:rPr>
          <w:rFonts w:cstheme="minorHAnsi"/>
          <w:noProof/>
          <w:sz w:val="24"/>
          <w:szCs w:val="24"/>
        </w:rPr>
        <w:t>Computer accessories decreased $0.8 billion.</w:t>
      </w:r>
    </w:p>
    <w:p w14:paraId="3E226C21" w14:textId="4E1B84D7" w:rsidR="00795E14" w:rsidRPr="00A07FF1" w:rsidRDefault="00795E14" w:rsidP="00C27E8F">
      <w:pPr>
        <w:numPr>
          <w:ilvl w:val="2"/>
          <w:numId w:val="3"/>
        </w:numPr>
        <w:spacing w:after="0"/>
        <w:rPr>
          <w:rFonts w:cstheme="minorHAnsi"/>
          <w:noProof/>
          <w:sz w:val="24"/>
          <w:szCs w:val="24"/>
        </w:rPr>
      </w:pPr>
      <w:r>
        <w:rPr>
          <w:rFonts w:cstheme="minorHAnsi"/>
          <w:noProof/>
          <w:sz w:val="24"/>
          <w:szCs w:val="24"/>
        </w:rPr>
        <w:t>Computers</w:t>
      </w:r>
      <w:r w:rsidR="00E86445">
        <w:rPr>
          <w:rFonts w:cstheme="minorHAnsi"/>
          <w:noProof/>
          <w:sz w:val="24"/>
          <w:szCs w:val="24"/>
        </w:rPr>
        <w:t xml:space="preserve"> decreased $0.7 billion</w:t>
      </w:r>
      <w:r w:rsidR="00765709">
        <w:rPr>
          <w:rFonts w:cstheme="minorHAnsi"/>
          <w:noProof/>
          <w:sz w:val="24"/>
          <w:szCs w:val="24"/>
        </w:rPr>
        <w:t>.</w:t>
      </w:r>
    </w:p>
    <w:p w14:paraId="04604A58" w14:textId="3F3FDA8B" w:rsidR="00A95685" w:rsidRPr="00A07FF1" w:rsidRDefault="007D3C81" w:rsidP="0072449D">
      <w:pPr>
        <w:spacing w:before="120" w:after="120"/>
        <w:ind w:left="-360" w:firstLine="360"/>
        <w:rPr>
          <w:rFonts w:cstheme="minorHAnsi"/>
          <w:noProof/>
          <w:sz w:val="24"/>
          <w:szCs w:val="24"/>
        </w:rPr>
      </w:pPr>
      <w:r w:rsidRPr="007D3C81">
        <w:rPr>
          <w:rFonts w:cstheme="minorHAnsi"/>
          <w:noProof/>
          <w:sz w:val="24"/>
          <w:szCs w:val="24"/>
        </w:rPr>
        <w:t>Net balance of payments adjustments increased $0.2 billion.</w:t>
      </w:r>
    </w:p>
    <w:p w14:paraId="66A210CB" w14:textId="6A2FB2C9" w:rsidR="00674036" w:rsidRPr="00831D85" w:rsidRDefault="007D3C81" w:rsidP="00D2019C">
      <w:pPr>
        <w:spacing w:after="0"/>
        <w:ind w:left="-360"/>
        <w:rPr>
          <w:rFonts w:cstheme="minorHAnsi"/>
          <w:noProof/>
          <w:sz w:val="24"/>
          <w:szCs w:val="24"/>
        </w:rPr>
      </w:pPr>
      <w:r w:rsidRPr="007D3C81">
        <w:rPr>
          <w:rFonts w:cstheme="minorHAnsi"/>
          <w:noProof/>
          <w:sz w:val="24"/>
          <w:szCs w:val="24"/>
        </w:rPr>
        <w:t xml:space="preserve">Imports of </w:t>
      </w:r>
      <w:r w:rsidRPr="007D3C81">
        <w:rPr>
          <w:sz w:val="24"/>
          <w:szCs w:val="24"/>
        </w:rPr>
        <w:t>services increased $0.2 billion to $46.9 billion in October.</w:t>
      </w:r>
    </w:p>
    <w:p w14:paraId="06292D7A" w14:textId="4CA8F520" w:rsidR="00F81A5D" w:rsidRPr="00A07FF1" w:rsidRDefault="00B9261C" w:rsidP="00B9261C">
      <w:pPr>
        <w:pStyle w:val="ListParagraph"/>
        <w:numPr>
          <w:ilvl w:val="0"/>
          <w:numId w:val="10"/>
        </w:numPr>
        <w:rPr>
          <w:rFonts w:cstheme="minorHAnsi"/>
          <w:noProof/>
          <w:sz w:val="24"/>
          <w:szCs w:val="24"/>
        </w:rPr>
      </w:pPr>
      <w:r w:rsidRPr="00B9261C">
        <w:rPr>
          <w:rFonts w:cstheme="minorHAnsi"/>
          <w:noProof/>
          <w:sz w:val="24"/>
          <w:szCs w:val="24"/>
        </w:rPr>
        <w:t>Travel (for all purposes including education) increased $0.2 billion.</w:t>
      </w:r>
    </w:p>
    <w:p w14:paraId="67E6A8A5" w14:textId="0E310C0D" w:rsidR="00674036" w:rsidRPr="00A07FF1" w:rsidRDefault="00D602E5" w:rsidP="00C7543C">
      <w:pPr>
        <w:spacing w:after="0"/>
        <w:ind w:left="-360"/>
        <w:rPr>
          <w:rFonts w:cstheme="minorHAnsi"/>
          <w:noProof/>
          <w:sz w:val="24"/>
          <w:szCs w:val="24"/>
        </w:rPr>
      </w:pPr>
      <w:r w:rsidRPr="00A07FF1">
        <w:rPr>
          <w:rFonts w:cstheme="minorHAnsi"/>
          <w:b/>
          <w:noProof/>
          <w:sz w:val="24"/>
          <w:szCs w:val="24"/>
        </w:rPr>
        <w:t xml:space="preserve">Real Goods in </w:t>
      </w:r>
      <w:r w:rsidR="005E58EE" w:rsidRPr="00A07FF1">
        <w:rPr>
          <w:rFonts w:cstheme="minorHAnsi"/>
          <w:b/>
          <w:noProof/>
          <w:sz w:val="24"/>
          <w:szCs w:val="24"/>
        </w:rPr>
        <w:t>2012</w:t>
      </w:r>
      <w:r w:rsidRPr="00A07FF1">
        <w:rPr>
          <w:rFonts w:cstheme="minorHAnsi"/>
          <w:b/>
          <w:noProof/>
          <w:sz w:val="24"/>
          <w:szCs w:val="24"/>
        </w:rPr>
        <w:t xml:space="preserve"> Dollars – Census Basis (Exhibit 11)</w:t>
      </w:r>
      <w:r w:rsidRPr="00A07FF1">
        <w:rPr>
          <w:rFonts w:cstheme="minorHAnsi"/>
          <w:b/>
          <w:noProof/>
          <w:sz w:val="24"/>
          <w:szCs w:val="24"/>
        </w:rPr>
        <w:br/>
      </w:r>
      <w:r w:rsidR="007D3C81" w:rsidRPr="007D3C81">
        <w:rPr>
          <w:rFonts w:cstheme="minorHAnsi"/>
          <w:noProof/>
          <w:sz w:val="24"/>
          <w:szCs w:val="24"/>
        </w:rPr>
        <w:t>The real goods deficit increased $0.6 billion to $87.9 billion in October.</w:t>
      </w:r>
    </w:p>
    <w:p w14:paraId="17CE7759" w14:textId="63EC4525" w:rsidR="00674036" w:rsidRPr="00A07FF1" w:rsidRDefault="007D3C81" w:rsidP="009E311D">
      <w:pPr>
        <w:pStyle w:val="ListParagraph"/>
        <w:numPr>
          <w:ilvl w:val="0"/>
          <w:numId w:val="10"/>
        </w:numPr>
        <w:spacing w:after="0"/>
        <w:contextualSpacing w:val="0"/>
        <w:rPr>
          <w:rFonts w:cstheme="minorHAnsi"/>
          <w:noProof/>
          <w:sz w:val="24"/>
          <w:szCs w:val="24"/>
        </w:rPr>
      </w:pPr>
      <w:r w:rsidRPr="007D3C81">
        <w:rPr>
          <w:rFonts w:cstheme="minorHAnsi"/>
          <w:noProof/>
          <w:sz w:val="24"/>
          <w:szCs w:val="24"/>
        </w:rPr>
        <w:t>Real exports of goods decreased $1.2 billion to $149.6 billion.</w:t>
      </w:r>
    </w:p>
    <w:p w14:paraId="0654CA4D" w14:textId="5F07F8B3" w:rsidR="00D602E5" w:rsidRPr="00A07FF1" w:rsidRDefault="007D3C81" w:rsidP="00674036">
      <w:pPr>
        <w:pStyle w:val="ListParagraph"/>
        <w:numPr>
          <w:ilvl w:val="0"/>
          <w:numId w:val="10"/>
        </w:numPr>
        <w:spacing w:after="120"/>
        <w:contextualSpacing w:val="0"/>
        <w:rPr>
          <w:rFonts w:cstheme="minorHAnsi"/>
          <w:noProof/>
          <w:sz w:val="24"/>
          <w:szCs w:val="24"/>
        </w:rPr>
      </w:pPr>
      <w:r w:rsidRPr="007D3C81">
        <w:rPr>
          <w:rFonts w:cstheme="minorHAnsi"/>
          <w:noProof/>
          <w:sz w:val="24"/>
          <w:szCs w:val="24"/>
        </w:rPr>
        <w:t>Real imports of goods decreased $0.5 billion to $237.5 billion.</w:t>
      </w:r>
    </w:p>
    <w:p w14:paraId="6E834DE5" w14:textId="77777777" w:rsidR="00320862" w:rsidRPr="00A07FF1" w:rsidRDefault="00490E68" w:rsidP="00320862">
      <w:pPr>
        <w:spacing w:after="0"/>
        <w:ind w:left="-360"/>
        <w:rPr>
          <w:rFonts w:cstheme="minorHAnsi"/>
          <w:b/>
          <w:noProof/>
          <w:sz w:val="24"/>
          <w:szCs w:val="24"/>
        </w:rPr>
      </w:pPr>
      <w:r w:rsidRPr="00A07FF1">
        <w:rPr>
          <w:rFonts w:cstheme="minorHAnsi"/>
          <w:b/>
          <w:noProof/>
          <w:sz w:val="24"/>
          <w:szCs w:val="24"/>
        </w:rPr>
        <w:t>Revisions</w:t>
      </w:r>
    </w:p>
    <w:p w14:paraId="5C5F661B" w14:textId="77777777" w:rsidR="000E34A1" w:rsidRDefault="000E34A1" w:rsidP="00C7543C">
      <w:pPr>
        <w:spacing w:after="120"/>
        <w:ind w:left="-360"/>
        <w:rPr>
          <w:rFonts w:cstheme="minorHAnsi"/>
          <w:noProof/>
          <w:sz w:val="24"/>
          <w:szCs w:val="24"/>
        </w:rPr>
      </w:pPr>
      <w:r w:rsidRPr="000E34A1">
        <w:rPr>
          <w:rFonts w:cstheme="minorHAnsi"/>
          <w:noProof/>
          <w:sz w:val="24"/>
          <w:szCs w:val="24"/>
        </w:rPr>
        <w:t>Exports and imports of goods and services were revised for April through September 2018 to incorporate more comprehensive and updated quarterly and monthly data.</w:t>
      </w:r>
    </w:p>
    <w:p w14:paraId="72FC10D8" w14:textId="4B92DE1A" w:rsidR="00674036" w:rsidRPr="00A07FF1" w:rsidRDefault="007D3C81" w:rsidP="00D6567F">
      <w:pPr>
        <w:spacing w:after="0"/>
        <w:ind w:left="-360"/>
        <w:rPr>
          <w:rFonts w:cstheme="minorHAnsi"/>
          <w:noProof/>
          <w:sz w:val="24"/>
          <w:szCs w:val="24"/>
        </w:rPr>
      </w:pPr>
      <w:r w:rsidRPr="007D3C81">
        <w:rPr>
          <w:rFonts w:cstheme="minorHAnsi"/>
          <w:noProof/>
          <w:sz w:val="24"/>
          <w:szCs w:val="24"/>
        </w:rPr>
        <w:t>Revisions to September exports</w:t>
      </w:r>
    </w:p>
    <w:p w14:paraId="5FF9DAA3" w14:textId="77777777" w:rsidR="000E34A1" w:rsidRPr="000E34A1" w:rsidRDefault="000E34A1" w:rsidP="000E34A1">
      <w:pPr>
        <w:pStyle w:val="ListParagraph"/>
        <w:numPr>
          <w:ilvl w:val="0"/>
          <w:numId w:val="10"/>
        </w:numPr>
        <w:spacing w:after="120"/>
        <w:rPr>
          <w:rFonts w:cstheme="minorHAnsi"/>
          <w:noProof/>
          <w:sz w:val="24"/>
          <w:szCs w:val="24"/>
        </w:rPr>
      </w:pPr>
      <w:r w:rsidRPr="000E34A1">
        <w:rPr>
          <w:rFonts w:cstheme="minorHAnsi"/>
          <w:noProof/>
          <w:sz w:val="24"/>
          <w:szCs w:val="24"/>
        </w:rPr>
        <w:t>Exports of goods were revised up less than $0.1 billion.</w:t>
      </w:r>
    </w:p>
    <w:p w14:paraId="02A25873" w14:textId="083E5A67" w:rsidR="00674036" w:rsidRPr="000E34A1" w:rsidRDefault="000E34A1" w:rsidP="000E34A1">
      <w:pPr>
        <w:pStyle w:val="ListParagraph"/>
        <w:numPr>
          <w:ilvl w:val="0"/>
          <w:numId w:val="10"/>
        </w:numPr>
        <w:spacing w:after="120"/>
        <w:contextualSpacing w:val="0"/>
        <w:rPr>
          <w:rFonts w:cstheme="minorHAnsi"/>
          <w:noProof/>
          <w:sz w:val="24"/>
          <w:szCs w:val="24"/>
        </w:rPr>
      </w:pPr>
      <w:r w:rsidRPr="000E34A1">
        <w:rPr>
          <w:rFonts w:cstheme="minorHAnsi"/>
          <w:noProof/>
          <w:sz w:val="24"/>
          <w:szCs w:val="24"/>
        </w:rPr>
        <w:t>Exports of services were revised down $1.2 billion.</w:t>
      </w:r>
    </w:p>
    <w:p w14:paraId="2927EBAD" w14:textId="52FC2087" w:rsidR="00674036" w:rsidRPr="00A07FF1" w:rsidRDefault="007D3C81" w:rsidP="00D6567F">
      <w:pPr>
        <w:spacing w:after="0"/>
        <w:ind w:left="-360"/>
        <w:rPr>
          <w:rFonts w:cstheme="minorHAnsi"/>
          <w:noProof/>
          <w:sz w:val="24"/>
          <w:szCs w:val="24"/>
        </w:rPr>
      </w:pPr>
      <w:r w:rsidRPr="007D3C81">
        <w:rPr>
          <w:rFonts w:cstheme="minorHAnsi"/>
          <w:noProof/>
          <w:sz w:val="24"/>
          <w:szCs w:val="24"/>
        </w:rPr>
        <w:t>Revisions to September imports</w:t>
      </w:r>
    </w:p>
    <w:p w14:paraId="7B8912A7" w14:textId="6C61332A" w:rsidR="00674036" w:rsidRPr="00A07FF1" w:rsidRDefault="007D3C81" w:rsidP="001172C9">
      <w:pPr>
        <w:pStyle w:val="ListParagraph"/>
        <w:numPr>
          <w:ilvl w:val="0"/>
          <w:numId w:val="10"/>
        </w:numPr>
        <w:spacing w:after="0"/>
        <w:contextualSpacing w:val="0"/>
        <w:rPr>
          <w:rFonts w:cstheme="minorHAnsi"/>
          <w:noProof/>
          <w:sz w:val="24"/>
          <w:szCs w:val="24"/>
        </w:rPr>
      </w:pPr>
      <w:r w:rsidRPr="007D3C81">
        <w:rPr>
          <w:rFonts w:cstheme="minorHAnsi"/>
          <w:noProof/>
          <w:sz w:val="24"/>
          <w:szCs w:val="24"/>
        </w:rPr>
        <w:t xml:space="preserve">Imports of goods were revised </w:t>
      </w:r>
      <w:r w:rsidR="000E34A1" w:rsidRPr="000E34A1">
        <w:rPr>
          <w:rFonts w:cstheme="minorHAnsi"/>
          <w:noProof/>
          <w:sz w:val="24"/>
          <w:szCs w:val="24"/>
        </w:rPr>
        <w:t>up less than $0.1 billion</w:t>
      </w:r>
      <w:r w:rsidRPr="000E34A1">
        <w:rPr>
          <w:rFonts w:cstheme="minorHAnsi"/>
          <w:noProof/>
          <w:sz w:val="24"/>
          <w:szCs w:val="24"/>
        </w:rPr>
        <w:t>.</w:t>
      </w:r>
    </w:p>
    <w:p w14:paraId="19DE2784" w14:textId="60F849FA" w:rsidR="00490E68" w:rsidRPr="00A07FF1" w:rsidRDefault="007D3C81" w:rsidP="00674036">
      <w:pPr>
        <w:pStyle w:val="ListParagraph"/>
        <w:numPr>
          <w:ilvl w:val="0"/>
          <w:numId w:val="10"/>
        </w:numPr>
        <w:spacing w:after="120"/>
        <w:contextualSpacing w:val="0"/>
        <w:rPr>
          <w:rFonts w:cstheme="minorHAnsi"/>
          <w:noProof/>
          <w:sz w:val="24"/>
          <w:szCs w:val="24"/>
        </w:rPr>
      </w:pPr>
      <w:r w:rsidRPr="007D3C81">
        <w:rPr>
          <w:rFonts w:cstheme="minorHAnsi"/>
          <w:noProof/>
          <w:sz w:val="24"/>
          <w:szCs w:val="24"/>
        </w:rPr>
        <w:t>Imports of services were revised down $0.7 billion.</w:t>
      </w:r>
    </w:p>
    <w:p w14:paraId="420247DF" w14:textId="6D2CD798" w:rsidR="00674036" w:rsidRPr="00A07FF1" w:rsidRDefault="00490E68" w:rsidP="00C7543C">
      <w:pPr>
        <w:spacing w:after="0"/>
        <w:ind w:left="-360"/>
        <w:rPr>
          <w:rFonts w:cstheme="minorHAnsi"/>
          <w:noProof/>
          <w:sz w:val="24"/>
          <w:szCs w:val="24"/>
        </w:rPr>
      </w:pPr>
      <w:r w:rsidRPr="00A07FF1">
        <w:rPr>
          <w:rFonts w:cstheme="minorHAnsi"/>
          <w:b/>
          <w:noProof/>
          <w:sz w:val="24"/>
          <w:szCs w:val="24"/>
        </w:rPr>
        <w:t>Goods by Selected Countries and Areas: Monthly – Census Basis (Exhibit 19)</w:t>
      </w:r>
      <w:r w:rsidRPr="00A07FF1">
        <w:rPr>
          <w:rFonts w:cstheme="minorHAnsi"/>
          <w:b/>
          <w:noProof/>
          <w:sz w:val="24"/>
          <w:szCs w:val="24"/>
        </w:rPr>
        <w:br/>
      </w:r>
      <w:r w:rsidR="007D3C81" w:rsidRPr="007D3C81">
        <w:rPr>
          <w:rFonts w:cstheme="minorHAnsi"/>
          <w:noProof/>
          <w:sz w:val="24"/>
          <w:szCs w:val="24"/>
        </w:rPr>
        <w:t>The October figures show surpluses, in billions of dollars, with South and Central America ($3.7), Hong Kong ($2.4), Brazil ($0.7), and Singapore ($0.6). Deficits were recorded, in billions of dollars, with China ($38.2), European Union ($15.1), Mexico ($6.4), Germany ($5.8), Japan ($5.5), Italy ($2.7), OPEC ($2.3), Canada ($2.0), India ($2.0), Saudi Arabia ($1.8), South Korea ($1.8), Taiwan ($1.2), France ($1.1), and United Kingdom (</w:t>
      </w:r>
      <w:r w:rsidR="003E3AD5">
        <w:rPr>
          <w:rFonts w:cstheme="minorHAnsi"/>
          <w:noProof/>
          <w:sz w:val="24"/>
          <w:szCs w:val="24"/>
        </w:rPr>
        <w:t xml:space="preserve">less than </w:t>
      </w:r>
      <w:r w:rsidR="007D3C81" w:rsidRPr="007D3C81">
        <w:rPr>
          <w:rFonts w:cstheme="minorHAnsi"/>
          <w:noProof/>
          <w:sz w:val="24"/>
          <w:szCs w:val="24"/>
        </w:rPr>
        <w:t>$0.</w:t>
      </w:r>
      <w:r w:rsidR="003E3AD5">
        <w:rPr>
          <w:rFonts w:cstheme="minorHAnsi"/>
          <w:noProof/>
          <w:sz w:val="24"/>
          <w:szCs w:val="24"/>
        </w:rPr>
        <w:t>1</w:t>
      </w:r>
      <w:r w:rsidR="007D3C81" w:rsidRPr="007D3C81">
        <w:rPr>
          <w:rFonts w:cstheme="minorHAnsi"/>
          <w:sz w:val="24"/>
          <w:szCs w:val="24"/>
        </w:rPr>
        <w:t>).</w:t>
      </w:r>
    </w:p>
    <w:p w14:paraId="0AD1C9EB" w14:textId="3690845C" w:rsidR="00310EEA" w:rsidRDefault="00D0066B" w:rsidP="00D0066B">
      <w:pPr>
        <w:pStyle w:val="ListParagraph"/>
        <w:numPr>
          <w:ilvl w:val="0"/>
          <w:numId w:val="13"/>
        </w:numPr>
        <w:spacing w:after="240"/>
        <w:rPr>
          <w:rFonts w:cstheme="minorHAnsi"/>
          <w:noProof/>
          <w:sz w:val="24"/>
          <w:szCs w:val="24"/>
        </w:rPr>
      </w:pPr>
      <w:r w:rsidRPr="00D0066B">
        <w:rPr>
          <w:rFonts w:cstheme="minorHAnsi"/>
          <w:noProof/>
          <w:sz w:val="24"/>
          <w:szCs w:val="24"/>
        </w:rPr>
        <w:t xml:space="preserve">The deficit with </w:t>
      </w:r>
      <w:r w:rsidR="00F478F3">
        <w:rPr>
          <w:rFonts w:cstheme="minorHAnsi"/>
          <w:noProof/>
          <w:sz w:val="24"/>
          <w:szCs w:val="24"/>
        </w:rPr>
        <w:t xml:space="preserve">the </w:t>
      </w:r>
      <w:r w:rsidRPr="00D0066B">
        <w:rPr>
          <w:rFonts w:cstheme="minorHAnsi"/>
          <w:noProof/>
          <w:sz w:val="24"/>
          <w:szCs w:val="24"/>
        </w:rPr>
        <w:t xml:space="preserve">European Union increased $0.9 billion to $15.1 billion in October. Exports decreased $0.9 billion to $26.3 billion and imports decreased </w:t>
      </w:r>
      <w:r w:rsidR="003E3AD5">
        <w:rPr>
          <w:rFonts w:cstheme="minorHAnsi"/>
          <w:noProof/>
          <w:sz w:val="24"/>
          <w:szCs w:val="24"/>
        </w:rPr>
        <w:t xml:space="preserve">less than </w:t>
      </w:r>
      <w:r w:rsidRPr="00D0066B">
        <w:rPr>
          <w:rFonts w:cstheme="minorHAnsi"/>
          <w:noProof/>
          <w:sz w:val="24"/>
          <w:szCs w:val="24"/>
        </w:rPr>
        <w:t>$0.</w:t>
      </w:r>
      <w:r w:rsidR="003E3AD5">
        <w:rPr>
          <w:rFonts w:cstheme="minorHAnsi"/>
          <w:noProof/>
          <w:sz w:val="24"/>
          <w:szCs w:val="24"/>
        </w:rPr>
        <w:t>1</w:t>
      </w:r>
      <w:r w:rsidRPr="00D0066B">
        <w:rPr>
          <w:rFonts w:cstheme="minorHAnsi"/>
          <w:noProof/>
          <w:sz w:val="24"/>
          <w:szCs w:val="24"/>
        </w:rPr>
        <w:t xml:space="preserve"> billion to $41.3 billion.</w:t>
      </w:r>
    </w:p>
    <w:p w14:paraId="328E183B" w14:textId="77777777" w:rsidR="00E86445" w:rsidRPr="00A07FF1" w:rsidRDefault="00E86445" w:rsidP="00E86445">
      <w:pPr>
        <w:pStyle w:val="ListParagraph"/>
        <w:numPr>
          <w:ilvl w:val="0"/>
          <w:numId w:val="13"/>
        </w:numPr>
        <w:spacing w:after="240"/>
        <w:rPr>
          <w:rFonts w:cstheme="minorHAnsi"/>
          <w:noProof/>
          <w:sz w:val="24"/>
          <w:szCs w:val="24"/>
        </w:rPr>
      </w:pPr>
      <w:r w:rsidRPr="00C27E8F">
        <w:rPr>
          <w:rFonts w:cstheme="minorHAnsi"/>
          <w:noProof/>
          <w:sz w:val="24"/>
          <w:szCs w:val="24"/>
        </w:rPr>
        <w:t>The deficit with China increased $0.7 billion to $38.2 billion in October. Exports decreased $2.6 billion to $7.6 billion and imports decreased $1.9 billion to $45.7 billion.</w:t>
      </w:r>
    </w:p>
    <w:p w14:paraId="78E7DC16" w14:textId="3FE96751" w:rsidR="004B2967" w:rsidRPr="00A07FF1" w:rsidRDefault="00D0066B" w:rsidP="00C7543C">
      <w:pPr>
        <w:pStyle w:val="ListParagraph"/>
        <w:numPr>
          <w:ilvl w:val="0"/>
          <w:numId w:val="13"/>
        </w:numPr>
        <w:spacing w:after="120"/>
        <w:contextualSpacing w:val="0"/>
        <w:rPr>
          <w:rFonts w:cstheme="minorHAnsi"/>
          <w:noProof/>
          <w:sz w:val="24"/>
          <w:szCs w:val="24"/>
        </w:rPr>
      </w:pPr>
      <w:r w:rsidRPr="00D0066B">
        <w:rPr>
          <w:rFonts w:cstheme="minorHAnsi"/>
          <w:noProof/>
          <w:sz w:val="24"/>
          <w:szCs w:val="24"/>
        </w:rPr>
        <w:t>The deficit with Mexico decreased $1.2 billion to $6.4 billion in October. Exports decreased $0.1 billion to $22.4 billion and imports decreased $1.3 billion to $28.8 billion.</w:t>
      </w:r>
    </w:p>
    <w:p w14:paraId="57D0C101" w14:textId="61114E61" w:rsidR="000101A8" w:rsidRPr="00A07FF1" w:rsidRDefault="007D3C81" w:rsidP="001172C9">
      <w:pPr>
        <w:spacing w:after="0"/>
        <w:ind w:left="-360"/>
        <w:rPr>
          <w:rFonts w:cstheme="minorHAnsi"/>
          <w:b/>
          <w:noProof/>
          <w:sz w:val="24"/>
          <w:szCs w:val="24"/>
        </w:rPr>
      </w:pPr>
      <w:r w:rsidRPr="007D3C81">
        <w:rPr>
          <w:rFonts w:cstheme="minorHAnsi"/>
          <w:b/>
          <w:noProof/>
          <w:sz w:val="24"/>
          <w:szCs w:val="24"/>
        </w:rPr>
        <w:t xml:space="preserve">Goods and Services by Selected Countries and </w:t>
      </w:r>
      <w:r w:rsidRPr="00792ED6">
        <w:rPr>
          <w:rFonts w:cstheme="minorHAnsi"/>
          <w:b/>
          <w:noProof/>
          <w:sz w:val="24"/>
          <w:szCs w:val="24"/>
        </w:rPr>
        <w:t xml:space="preserve">Areas: Quarterly – Balance </w:t>
      </w:r>
      <w:r w:rsidRPr="003E3AD5">
        <w:rPr>
          <w:rFonts w:cstheme="minorHAnsi"/>
          <w:b/>
          <w:noProof/>
          <w:sz w:val="24"/>
          <w:szCs w:val="24"/>
        </w:rPr>
        <w:t>of Payments Basis (Exhibit 20)</w:t>
      </w:r>
    </w:p>
    <w:p w14:paraId="1F2E3F8F" w14:textId="07A4A123" w:rsidR="003E3AD5" w:rsidRDefault="003E3AD5" w:rsidP="00C7543C">
      <w:pPr>
        <w:spacing w:after="120"/>
        <w:ind w:left="-360"/>
        <w:rPr>
          <w:rFonts w:cstheme="minorHAnsi"/>
          <w:noProof/>
          <w:sz w:val="24"/>
          <w:szCs w:val="24"/>
        </w:rPr>
      </w:pPr>
      <w:r w:rsidRPr="003E3AD5">
        <w:rPr>
          <w:rFonts w:cstheme="minorHAnsi"/>
          <w:noProof/>
          <w:sz w:val="24"/>
          <w:szCs w:val="24"/>
        </w:rPr>
        <w:t>Statistics on trade in goods and services by country and area are only available quarterly, with a one-month lag. With this release, third-quarter figures are now available.</w:t>
      </w:r>
    </w:p>
    <w:p w14:paraId="71421EA1" w14:textId="706F16F0" w:rsidR="000101A8" w:rsidRPr="00792ED6" w:rsidRDefault="007D3C81" w:rsidP="00C7543C">
      <w:pPr>
        <w:spacing w:after="0"/>
        <w:ind w:left="-360"/>
        <w:rPr>
          <w:rFonts w:cstheme="minorHAnsi"/>
          <w:noProof/>
          <w:sz w:val="24"/>
          <w:szCs w:val="24"/>
        </w:rPr>
      </w:pPr>
      <w:r w:rsidRPr="00792ED6">
        <w:rPr>
          <w:rFonts w:cstheme="minorHAnsi"/>
          <w:noProof/>
          <w:sz w:val="24"/>
          <w:szCs w:val="24"/>
        </w:rPr>
        <w:t>The third</w:t>
      </w:r>
      <w:r w:rsidR="007A7815">
        <w:rPr>
          <w:rFonts w:cstheme="minorHAnsi"/>
          <w:noProof/>
          <w:sz w:val="24"/>
          <w:szCs w:val="24"/>
        </w:rPr>
        <w:t>-</w:t>
      </w:r>
      <w:r w:rsidRPr="00792ED6">
        <w:rPr>
          <w:rFonts w:cstheme="minorHAnsi"/>
          <w:noProof/>
          <w:sz w:val="24"/>
          <w:szCs w:val="24"/>
        </w:rPr>
        <w:t>quarter figures show surpluses, in billions of dollars, with</w:t>
      </w:r>
      <w:r w:rsidRPr="00792ED6">
        <w:rPr>
          <w:sz w:val="24"/>
          <w:szCs w:val="24"/>
        </w:rPr>
        <w:t xml:space="preserve"> South and Central America ($20.6), Hong Kong ($7.7), Brazil ($7.1), Singapore ($4.2), and United Kingdom ($3.7). Deficits were recorded, in billions of dollars, with China ($95.9), European Union ($30.2), Mexico ($21.6), Germany ($16.3), Japan ($13.4), Italy ($8.8), India ($5.7), France ($3.8), Canada ($2.7), South Korea ($2.2), Taiwan ($2.0), Saudi Arabia ($2.0), and OPEC ($0.9).</w:t>
      </w:r>
    </w:p>
    <w:p w14:paraId="603F247A" w14:textId="77777777" w:rsidR="002B2A0B" w:rsidRPr="002B2A0B" w:rsidRDefault="002B2A0B" w:rsidP="002B2A0B">
      <w:pPr>
        <w:pStyle w:val="ListParagraph"/>
        <w:numPr>
          <w:ilvl w:val="0"/>
          <w:numId w:val="13"/>
        </w:numPr>
        <w:rPr>
          <w:rFonts w:cstheme="minorHAnsi"/>
          <w:noProof/>
          <w:sz w:val="24"/>
          <w:szCs w:val="24"/>
        </w:rPr>
      </w:pPr>
      <w:r w:rsidRPr="002B2A0B">
        <w:rPr>
          <w:rFonts w:cstheme="minorHAnsi"/>
          <w:noProof/>
          <w:sz w:val="24"/>
          <w:szCs w:val="24"/>
        </w:rPr>
        <w:t>The deficit with China increased $10.3 billion to $95.9 billion in the third quarter. Exports decreased $3.1 billion to $46.0 billion and imports increased $7.2 billion to $141.9 billion.</w:t>
      </w:r>
    </w:p>
    <w:p w14:paraId="2EADB289" w14:textId="77777777" w:rsidR="002B2A0B" w:rsidRPr="002B2A0B" w:rsidRDefault="002B2A0B" w:rsidP="002B2A0B">
      <w:pPr>
        <w:pStyle w:val="ListParagraph"/>
        <w:numPr>
          <w:ilvl w:val="0"/>
          <w:numId w:val="13"/>
        </w:numPr>
        <w:rPr>
          <w:rFonts w:cstheme="minorHAnsi"/>
          <w:noProof/>
          <w:sz w:val="24"/>
          <w:szCs w:val="24"/>
        </w:rPr>
      </w:pPr>
      <w:r w:rsidRPr="002B2A0B">
        <w:rPr>
          <w:rFonts w:cstheme="minorHAnsi"/>
          <w:noProof/>
          <w:sz w:val="24"/>
          <w:szCs w:val="24"/>
        </w:rPr>
        <w:t>The deficit with the European Union increased $6.3 billion to $30.2 billion in the third quarter. Exports decreased $2.0 billion to $143.2 billion and imports increased $4.2 billion to $173.4 billion.</w:t>
      </w:r>
    </w:p>
    <w:p w14:paraId="39A39D86" w14:textId="77777777" w:rsidR="002B2A0B" w:rsidRPr="002B2A0B" w:rsidRDefault="002B2A0B" w:rsidP="00C7543C">
      <w:pPr>
        <w:pStyle w:val="ListParagraph"/>
        <w:numPr>
          <w:ilvl w:val="0"/>
          <w:numId w:val="13"/>
        </w:numPr>
        <w:spacing w:after="240"/>
        <w:contextualSpacing w:val="0"/>
        <w:rPr>
          <w:rFonts w:cstheme="minorHAnsi"/>
          <w:noProof/>
          <w:sz w:val="24"/>
          <w:szCs w:val="24"/>
        </w:rPr>
      </w:pPr>
      <w:r w:rsidRPr="002B2A0B">
        <w:rPr>
          <w:rFonts w:cstheme="minorHAnsi"/>
          <w:noProof/>
          <w:sz w:val="24"/>
          <w:szCs w:val="24"/>
        </w:rPr>
        <w:t>The deficit with Japan decreased $1.9 billion to $13.4 billion in the third quarter. Exports increased $0.5 billion to $30.4 billion and imports decreased $1.5 billion to $43.7 billion.</w:t>
      </w:r>
    </w:p>
    <w:p w14:paraId="1B3E5417" w14:textId="51DA5129" w:rsidR="00DB45D8" w:rsidRDefault="009E5635" w:rsidP="00C7543C">
      <w:pPr>
        <w:spacing w:after="0"/>
        <w:ind w:left="-360"/>
        <w:rPr>
          <w:rFonts w:cstheme="minorHAnsi"/>
          <w:sz w:val="24"/>
          <w:szCs w:val="24"/>
        </w:rPr>
      </w:pPr>
      <w:r w:rsidRPr="00053543">
        <w:rPr>
          <w:rFonts w:cstheme="minorHAnsi"/>
          <w:sz w:val="24"/>
          <w:szCs w:val="24"/>
        </w:rPr>
        <w:t>All</w:t>
      </w:r>
      <w:r w:rsidRPr="00A07FF1">
        <w:rPr>
          <w:rFonts w:cstheme="minorHAnsi"/>
          <w:sz w:val="24"/>
          <w:szCs w:val="24"/>
        </w:rPr>
        <w:t xml:space="preserve"> statistics referenced are seasonally adjusted; statistics are on a balance of payments basis unless otherwise specified.</w:t>
      </w:r>
      <w:r w:rsidRPr="00A07FF1">
        <w:rPr>
          <w:rFonts w:cstheme="minorHAnsi"/>
        </w:rPr>
        <w:t xml:space="preserve"> </w:t>
      </w:r>
      <w:r w:rsidRPr="00A07FF1">
        <w:rPr>
          <w:rFonts w:cstheme="minorHAnsi"/>
          <w:sz w:val="24"/>
          <w:szCs w:val="24"/>
        </w:rPr>
        <w:t>Additional statistics, including not seasonally adjusted statistics and details for goods on a Census basis, are available in Exhibits 1-20b of this release.</w:t>
      </w:r>
      <w:r w:rsidR="00926E73" w:rsidRPr="00A07FF1">
        <w:rPr>
          <w:rFonts w:cstheme="minorHAnsi"/>
        </w:rPr>
        <w:t xml:space="preserve"> </w:t>
      </w:r>
      <w:r w:rsidR="00926E73" w:rsidRPr="00A07FF1">
        <w:rPr>
          <w:rFonts w:cstheme="minorHAnsi"/>
          <w:sz w:val="24"/>
          <w:szCs w:val="24"/>
        </w:rPr>
        <w:t xml:space="preserve">For information on data sources, definitions, </w:t>
      </w:r>
      <w:r w:rsidR="00E06D68" w:rsidRPr="00A07FF1">
        <w:rPr>
          <w:rFonts w:cstheme="minorHAnsi"/>
          <w:sz w:val="24"/>
          <w:szCs w:val="24"/>
        </w:rPr>
        <w:t xml:space="preserve">and </w:t>
      </w:r>
      <w:r w:rsidR="00926E73" w:rsidRPr="00A07FF1">
        <w:rPr>
          <w:rFonts w:cstheme="minorHAnsi"/>
          <w:sz w:val="24"/>
          <w:szCs w:val="24"/>
        </w:rPr>
        <w:t>revision p</w:t>
      </w:r>
      <w:r w:rsidR="00D81ACE" w:rsidRPr="00A07FF1">
        <w:rPr>
          <w:rFonts w:cstheme="minorHAnsi"/>
          <w:sz w:val="24"/>
          <w:szCs w:val="24"/>
        </w:rPr>
        <w:t>rocedures, see the explanatory n</w:t>
      </w:r>
      <w:r w:rsidR="00926E73" w:rsidRPr="00A07FF1">
        <w:rPr>
          <w:rFonts w:cstheme="minorHAnsi"/>
          <w:sz w:val="24"/>
          <w:szCs w:val="24"/>
        </w:rPr>
        <w:t>otes</w:t>
      </w:r>
      <w:r w:rsidR="00D81ACE" w:rsidRPr="00A07FF1">
        <w:rPr>
          <w:rFonts w:cstheme="minorHAnsi"/>
          <w:sz w:val="24"/>
          <w:szCs w:val="24"/>
        </w:rPr>
        <w:t xml:space="preserve"> in this release</w:t>
      </w:r>
      <w:r w:rsidR="00926E73" w:rsidRPr="00A07FF1">
        <w:rPr>
          <w:rFonts w:cstheme="minorHAnsi"/>
          <w:sz w:val="24"/>
          <w:szCs w:val="24"/>
        </w:rPr>
        <w:t>.</w:t>
      </w:r>
      <w:r w:rsidR="00D81ACE" w:rsidRPr="00A07FF1">
        <w:rPr>
          <w:rFonts w:cstheme="minorHAnsi"/>
          <w:sz w:val="24"/>
          <w:szCs w:val="24"/>
        </w:rPr>
        <w:t xml:space="preserve"> The full </w:t>
      </w:r>
      <w:r w:rsidR="00EE1F45" w:rsidRPr="00A07FF1">
        <w:rPr>
          <w:rFonts w:cstheme="minorHAnsi"/>
          <w:sz w:val="24"/>
          <w:szCs w:val="24"/>
        </w:rPr>
        <w:t xml:space="preserve">release </w:t>
      </w:r>
      <w:r w:rsidR="00D81ACE" w:rsidRPr="00A07FF1">
        <w:rPr>
          <w:rFonts w:cstheme="minorHAnsi"/>
          <w:sz w:val="24"/>
          <w:szCs w:val="24"/>
        </w:rPr>
        <w:t>can be found at</w:t>
      </w:r>
      <w:r w:rsidR="00D81ACE" w:rsidRPr="00A07FF1">
        <w:rPr>
          <w:rFonts w:cstheme="minorHAnsi"/>
          <w:color w:val="000000"/>
          <w:sz w:val="24"/>
          <w:szCs w:val="24"/>
        </w:rPr>
        <w:t xml:space="preserve"> </w:t>
      </w:r>
      <w:hyperlink r:id="rId21" w:history="1">
        <w:r w:rsidR="00F332EC" w:rsidRPr="00A07FF1">
          <w:rPr>
            <w:rStyle w:val="Hyperlink"/>
            <w:rFonts w:cstheme="minorHAnsi"/>
            <w:sz w:val="24"/>
            <w:szCs w:val="24"/>
          </w:rPr>
          <w:t>www.census.gov/foreign-trade/Press-Release/current_press_release/index.html</w:t>
        </w:r>
      </w:hyperlink>
      <w:r w:rsidR="00D81ACE" w:rsidRPr="00A07FF1">
        <w:rPr>
          <w:rFonts w:cstheme="minorHAnsi"/>
          <w:sz w:val="24"/>
          <w:szCs w:val="24"/>
        </w:rPr>
        <w:t xml:space="preserve"> or </w:t>
      </w:r>
      <w:hyperlink r:id="rId22" w:history="1">
        <w:r w:rsidR="00BB2FAE" w:rsidRPr="00A07FF1">
          <w:rPr>
            <w:rStyle w:val="Hyperlink"/>
            <w:rFonts w:cstheme="minorHAnsi"/>
            <w:sz w:val="24"/>
            <w:szCs w:val="24"/>
          </w:rPr>
          <w:t>www.bea.gov/data/intl-trade-investment/international-trade-goods-and-services</w:t>
        </w:r>
      </w:hyperlink>
      <w:r w:rsidR="00D81ACE" w:rsidRPr="00A07FF1">
        <w:rPr>
          <w:rFonts w:cstheme="minorHAnsi"/>
          <w:sz w:val="24"/>
          <w:szCs w:val="24"/>
        </w:rPr>
        <w:t>.</w:t>
      </w:r>
      <w:r w:rsidRPr="00A07FF1">
        <w:rPr>
          <w:rFonts w:cstheme="minorHAnsi"/>
          <w:sz w:val="24"/>
          <w:szCs w:val="24"/>
        </w:rPr>
        <w:t xml:space="preserve"> </w:t>
      </w:r>
      <w:r w:rsidR="007D3C81" w:rsidRPr="007D3C81">
        <w:rPr>
          <w:rFonts w:cstheme="minorHAnsi"/>
          <w:sz w:val="24"/>
          <w:szCs w:val="24"/>
        </w:rPr>
        <w:t xml:space="preserve">The November 2018 U.S. International Trade in Goods and Services report is scheduled for release on January </w:t>
      </w:r>
      <w:r w:rsidR="007A7815">
        <w:rPr>
          <w:rFonts w:cstheme="minorHAnsi"/>
          <w:sz w:val="24"/>
          <w:szCs w:val="24"/>
        </w:rPr>
        <w:t>8</w:t>
      </w:r>
      <w:r w:rsidR="007D3C81" w:rsidRPr="007D3C81">
        <w:rPr>
          <w:rFonts w:cstheme="minorHAnsi"/>
          <w:sz w:val="24"/>
          <w:szCs w:val="24"/>
        </w:rPr>
        <w:t xml:space="preserve">, </w:t>
      </w:r>
      <w:r w:rsidR="007A7815" w:rsidRPr="007D3C81">
        <w:rPr>
          <w:rFonts w:cstheme="minorHAnsi"/>
          <w:sz w:val="24"/>
          <w:szCs w:val="24"/>
        </w:rPr>
        <w:t>201</w:t>
      </w:r>
      <w:r w:rsidR="007A7815">
        <w:rPr>
          <w:rFonts w:cstheme="minorHAnsi"/>
          <w:sz w:val="24"/>
          <w:szCs w:val="24"/>
        </w:rPr>
        <w:t>9</w:t>
      </w:r>
      <w:r w:rsidR="007D3C81" w:rsidRPr="007D3C81">
        <w:rPr>
          <w:rFonts w:cstheme="minorHAnsi"/>
          <w:sz w:val="24"/>
          <w:szCs w:val="24"/>
        </w:rPr>
        <w:t>.</w:t>
      </w:r>
      <w:r w:rsidR="00033313" w:rsidRPr="00A07FF1">
        <w:rPr>
          <w:rFonts w:cstheme="minorHAnsi"/>
          <w:sz w:val="24"/>
          <w:szCs w:val="24"/>
        </w:rPr>
        <w:t xml:space="preserve"> </w:t>
      </w:r>
      <w:r w:rsidR="00D81ACE" w:rsidRPr="00A07FF1">
        <w:rPr>
          <w:rFonts w:cstheme="minorHAnsi"/>
          <w:sz w:val="24"/>
          <w:szCs w:val="24"/>
        </w:rPr>
        <w:t>T</w:t>
      </w:r>
      <w:r w:rsidR="00EC5947" w:rsidRPr="00A07FF1">
        <w:rPr>
          <w:rFonts w:cstheme="minorHAnsi"/>
          <w:sz w:val="24"/>
          <w:szCs w:val="24"/>
        </w:rPr>
        <w:t xml:space="preserve">he full schedule </w:t>
      </w:r>
      <w:r w:rsidR="00D81ACE" w:rsidRPr="00A07FF1">
        <w:rPr>
          <w:rFonts w:cstheme="minorHAnsi"/>
          <w:sz w:val="24"/>
          <w:szCs w:val="24"/>
        </w:rPr>
        <w:t xml:space="preserve">is available </w:t>
      </w:r>
      <w:r w:rsidR="00EC5947" w:rsidRPr="00A07FF1">
        <w:rPr>
          <w:rFonts w:cstheme="minorHAnsi"/>
          <w:sz w:val="24"/>
          <w:szCs w:val="24"/>
        </w:rPr>
        <w:t xml:space="preserve">in the </w:t>
      </w:r>
      <w:r w:rsidR="00466547" w:rsidRPr="00A07FF1">
        <w:rPr>
          <w:rFonts w:cstheme="minorHAnsi"/>
          <w:sz w:val="24"/>
          <w:szCs w:val="24"/>
        </w:rPr>
        <w:t xml:space="preserve">Census Bureau’s </w:t>
      </w:r>
      <w:r w:rsidR="00EC5947" w:rsidRPr="00A07FF1">
        <w:rPr>
          <w:rFonts w:cstheme="minorHAnsi"/>
          <w:sz w:val="24"/>
          <w:szCs w:val="24"/>
        </w:rPr>
        <w:t>Economic Briefing Room</w:t>
      </w:r>
      <w:r w:rsidR="00466547" w:rsidRPr="00A07FF1">
        <w:rPr>
          <w:rFonts w:cstheme="minorHAnsi"/>
          <w:sz w:val="24"/>
          <w:szCs w:val="24"/>
        </w:rPr>
        <w:t xml:space="preserve"> at </w:t>
      </w:r>
      <w:hyperlink r:id="rId23" w:history="1">
        <w:r w:rsidR="00D63E5A" w:rsidRPr="00A07FF1">
          <w:rPr>
            <w:rStyle w:val="Hyperlink"/>
            <w:rFonts w:cstheme="minorHAnsi"/>
            <w:sz w:val="24"/>
            <w:szCs w:val="24"/>
          </w:rPr>
          <w:t>www.census.gov/economic-indicators/</w:t>
        </w:r>
      </w:hyperlink>
      <w:r w:rsidR="005E58EE" w:rsidRPr="00A07FF1">
        <w:rPr>
          <w:rFonts w:cstheme="minorHAnsi"/>
          <w:sz w:val="24"/>
          <w:szCs w:val="24"/>
        </w:rPr>
        <w:t xml:space="preserve"> or on BEA’s Web site at </w:t>
      </w:r>
      <w:hyperlink r:id="rId24" w:history="1">
        <w:r w:rsidR="00A151FB" w:rsidRPr="00A07FF1">
          <w:rPr>
            <w:rStyle w:val="Hyperlink"/>
            <w:rFonts w:cstheme="minorHAnsi"/>
            <w:sz w:val="24"/>
            <w:szCs w:val="24"/>
          </w:rPr>
          <w:t>www.bea.gov/news/schedule</w:t>
        </w:r>
      </w:hyperlink>
      <w:r w:rsidR="005E58EE" w:rsidRPr="00A07FF1">
        <w:rPr>
          <w:rFonts w:cstheme="minorHAnsi"/>
          <w:sz w:val="24"/>
          <w:szCs w:val="24"/>
        </w:rPr>
        <w:t>.</w:t>
      </w:r>
    </w:p>
    <w:p w14:paraId="2A4ADBAE" w14:textId="77777777" w:rsidR="008A1510" w:rsidRPr="000E34A1" w:rsidRDefault="008A1510" w:rsidP="00C7543C">
      <w:pPr>
        <w:rPr>
          <w:rFonts w:cstheme="minorHAnsi"/>
          <w:sz w:val="24"/>
          <w:szCs w:val="24"/>
        </w:rPr>
      </w:pPr>
    </w:p>
    <w:p w14:paraId="37149372" w14:textId="77777777" w:rsidR="00053543" w:rsidRDefault="00053543" w:rsidP="00C7543C">
      <w:pPr>
        <w:spacing w:after="0"/>
        <w:ind w:left="-360"/>
        <w:rPr>
          <w:rFonts w:cstheme="minorHAnsi"/>
          <w:b/>
          <w:bCs/>
          <w:sz w:val="24"/>
          <w:szCs w:val="24"/>
        </w:rPr>
      </w:pPr>
    </w:p>
    <w:p w14:paraId="0F3CF8E2" w14:textId="6BF87E5C" w:rsidR="000E34A1" w:rsidRDefault="000E34A1">
      <w:pPr>
        <w:spacing w:after="120"/>
        <w:ind w:left="-360"/>
        <w:rPr>
          <w:rFonts w:cstheme="minorHAnsi"/>
          <w:b/>
          <w:bCs/>
          <w:sz w:val="24"/>
          <w:szCs w:val="24"/>
        </w:rPr>
      </w:pPr>
      <w:r w:rsidRPr="000E34A1">
        <w:rPr>
          <w:rFonts w:cstheme="minorHAnsi"/>
          <w:b/>
          <w:bCs/>
          <w:sz w:val="24"/>
          <w:szCs w:val="24"/>
        </w:rPr>
        <w:t>U.S. International Trade in Goods and Services Release Dates in 2019</w:t>
      </w:r>
    </w:p>
    <w:p w14:paraId="436074DC" w14:textId="3F6873D3" w:rsidR="00532FCD" w:rsidRPr="000E34A1" w:rsidRDefault="00532FCD" w:rsidP="00C7543C">
      <w:pPr>
        <w:spacing w:after="60"/>
        <w:ind w:left="-360"/>
        <w:rPr>
          <w:rFonts w:cstheme="minorHAnsi"/>
          <w:b/>
          <w:bCs/>
          <w:sz w:val="24"/>
          <w:szCs w:val="24"/>
        </w:rPr>
      </w:pPr>
      <w:r>
        <w:rPr>
          <w:rFonts w:cstheme="minorHAnsi"/>
          <w:b/>
          <w:bCs/>
          <w:sz w:val="24"/>
          <w:szCs w:val="24"/>
        </w:rPr>
        <w:t>Statistical Month</w:t>
      </w:r>
      <w:r w:rsidR="008A1510">
        <w:rPr>
          <w:rFonts w:cstheme="minorHAnsi"/>
          <w:b/>
          <w:bCs/>
          <w:sz w:val="24"/>
          <w:szCs w:val="24"/>
        </w:rPr>
        <w:tab/>
      </w:r>
      <w:r w:rsidR="008A1510">
        <w:rPr>
          <w:rFonts w:cstheme="minorHAnsi"/>
          <w:b/>
          <w:bCs/>
          <w:sz w:val="24"/>
          <w:szCs w:val="24"/>
        </w:rPr>
        <w:tab/>
      </w:r>
      <w:r>
        <w:rPr>
          <w:rFonts w:cstheme="minorHAnsi"/>
          <w:b/>
          <w:bCs/>
          <w:sz w:val="24"/>
          <w:szCs w:val="24"/>
        </w:rPr>
        <w:t>Date</w:t>
      </w:r>
    </w:p>
    <w:p w14:paraId="3124AC0D" w14:textId="25304F01" w:rsidR="000E34A1" w:rsidRPr="000E34A1" w:rsidRDefault="000E34A1" w:rsidP="00C7543C">
      <w:pPr>
        <w:spacing w:after="0"/>
        <w:ind w:left="-360"/>
        <w:rPr>
          <w:rFonts w:cstheme="minorHAnsi"/>
          <w:bCs/>
          <w:sz w:val="24"/>
          <w:szCs w:val="24"/>
        </w:rPr>
      </w:pPr>
      <w:r w:rsidRPr="000E34A1">
        <w:rPr>
          <w:rFonts w:cstheme="minorHAnsi"/>
          <w:bCs/>
          <w:sz w:val="24"/>
          <w:szCs w:val="24"/>
        </w:rPr>
        <w:t>November 2018</w:t>
      </w:r>
      <w:r w:rsidR="008A1510">
        <w:rPr>
          <w:rFonts w:cstheme="minorHAnsi"/>
          <w:bCs/>
          <w:sz w:val="24"/>
          <w:szCs w:val="24"/>
        </w:rPr>
        <w:tab/>
      </w:r>
      <w:r w:rsidR="008A1510">
        <w:rPr>
          <w:rFonts w:cstheme="minorHAnsi"/>
          <w:bCs/>
          <w:sz w:val="24"/>
          <w:szCs w:val="24"/>
        </w:rPr>
        <w:tab/>
      </w:r>
      <w:r w:rsidRPr="000E34A1">
        <w:rPr>
          <w:rFonts w:cstheme="minorHAnsi"/>
          <w:bCs/>
          <w:sz w:val="24"/>
          <w:szCs w:val="24"/>
        </w:rPr>
        <w:t xml:space="preserve">January 8                           </w:t>
      </w:r>
    </w:p>
    <w:p w14:paraId="66E9402B" w14:textId="4111FBF3" w:rsidR="000E34A1" w:rsidRPr="000E34A1" w:rsidRDefault="000E34A1" w:rsidP="00C7543C">
      <w:pPr>
        <w:spacing w:after="0"/>
        <w:ind w:left="-360"/>
        <w:rPr>
          <w:rFonts w:cstheme="minorHAnsi"/>
          <w:bCs/>
          <w:sz w:val="24"/>
          <w:szCs w:val="24"/>
        </w:rPr>
      </w:pPr>
      <w:r w:rsidRPr="000E34A1">
        <w:rPr>
          <w:rFonts w:cstheme="minorHAnsi"/>
          <w:bCs/>
          <w:sz w:val="24"/>
          <w:szCs w:val="24"/>
        </w:rPr>
        <w:t>December 2018</w:t>
      </w:r>
      <w:r w:rsidR="008A1510">
        <w:rPr>
          <w:rFonts w:cstheme="minorHAnsi"/>
          <w:bCs/>
          <w:sz w:val="24"/>
          <w:szCs w:val="24"/>
        </w:rPr>
        <w:tab/>
      </w:r>
      <w:r w:rsidR="008A1510">
        <w:rPr>
          <w:rFonts w:cstheme="minorHAnsi"/>
          <w:bCs/>
          <w:sz w:val="24"/>
          <w:szCs w:val="24"/>
        </w:rPr>
        <w:tab/>
      </w:r>
      <w:r w:rsidRPr="000E34A1">
        <w:rPr>
          <w:rFonts w:cstheme="minorHAnsi"/>
          <w:bCs/>
          <w:sz w:val="24"/>
          <w:szCs w:val="24"/>
        </w:rPr>
        <w:t>February 5</w:t>
      </w:r>
    </w:p>
    <w:p w14:paraId="1D4F9C79" w14:textId="6B5CFB85" w:rsidR="000E34A1" w:rsidRPr="000E34A1" w:rsidRDefault="000E34A1" w:rsidP="00C7543C">
      <w:pPr>
        <w:spacing w:after="0"/>
        <w:ind w:left="-360"/>
        <w:rPr>
          <w:rFonts w:cstheme="minorHAnsi"/>
          <w:bCs/>
          <w:sz w:val="24"/>
          <w:szCs w:val="24"/>
        </w:rPr>
      </w:pPr>
      <w:r w:rsidRPr="000E34A1">
        <w:rPr>
          <w:rFonts w:cstheme="minorHAnsi"/>
          <w:bCs/>
          <w:sz w:val="24"/>
          <w:szCs w:val="24"/>
        </w:rPr>
        <w:t>January 2019</w:t>
      </w:r>
      <w:r w:rsidR="008A1510">
        <w:rPr>
          <w:rFonts w:cstheme="minorHAnsi"/>
          <w:bCs/>
          <w:sz w:val="24"/>
          <w:szCs w:val="24"/>
        </w:rPr>
        <w:tab/>
      </w:r>
      <w:r w:rsidR="008A1510">
        <w:rPr>
          <w:rFonts w:cstheme="minorHAnsi"/>
          <w:bCs/>
          <w:sz w:val="24"/>
          <w:szCs w:val="24"/>
        </w:rPr>
        <w:tab/>
      </w:r>
      <w:r w:rsidRPr="000E34A1">
        <w:rPr>
          <w:rFonts w:cstheme="minorHAnsi"/>
          <w:bCs/>
          <w:sz w:val="24"/>
          <w:szCs w:val="24"/>
        </w:rPr>
        <w:t>March 7</w:t>
      </w:r>
    </w:p>
    <w:p w14:paraId="1232822F" w14:textId="0EE0D2E5" w:rsidR="000E34A1" w:rsidRPr="000E34A1" w:rsidRDefault="000E34A1" w:rsidP="00C7543C">
      <w:pPr>
        <w:spacing w:after="0"/>
        <w:ind w:left="-360"/>
        <w:rPr>
          <w:rFonts w:cstheme="minorHAnsi"/>
          <w:bCs/>
          <w:sz w:val="24"/>
          <w:szCs w:val="24"/>
        </w:rPr>
      </w:pPr>
      <w:r w:rsidRPr="000E34A1">
        <w:rPr>
          <w:rFonts w:cstheme="minorHAnsi"/>
          <w:bCs/>
          <w:sz w:val="24"/>
          <w:szCs w:val="24"/>
        </w:rPr>
        <w:t>February 2019</w:t>
      </w:r>
      <w:r w:rsidR="008A1510">
        <w:rPr>
          <w:rFonts w:cstheme="minorHAnsi"/>
          <w:bCs/>
          <w:sz w:val="24"/>
          <w:szCs w:val="24"/>
        </w:rPr>
        <w:tab/>
      </w:r>
      <w:r w:rsidR="008A1510">
        <w:rPr>
          <w:rFonts w:cstheme="minorHAnsi"/>
          <w:bCs/>
          <w:sz w:val="24"/>
          <w:szCs w:val="24"/>
        </w:rPr>
        <w:tab/>
        <w:t>A</w:t>
      </w:r>
      <w:r w:rsidRPr="000E34A1">
        <w:rPr>
          <w:rFonts w:cstheme="minorHAnsi"/>
          <w:bCs/>
          <w:sz w:val="24"/>
          <w:szCs w:val="24"/>
        </w:rPr>
        <w:t xml:space="preserve">pril 3   </w:t>
      </w:r>
    </w:p>
    <w:p w14:paraId="36B90FB4" w14:textId="4F4D51AD" w:rsidR="000E34A1" w:rsidRPr="000E34A1" w:rsidRDefault="000E34A1" w:rsidP="00C7543C">
      <w:pPr>
        <w:spacing w:after="0"/>
        <w:ind w:left="-360"/>
        <w:rPr>
          <w:rFonts w:cstheme="minorHAnsi"/>
          <w:bCs/>
          <w:sz w:val="24"/>
          <w:szCs w:val="24"/>
        </w:rPr>
      </w:pPr>
      <w:r w:rsidRPr="000E34A1">
        <w:rPr>
          <w:rFonts w:cstheme="minorHAnsi"/>
          <w:bCs/>
          <w:sz w:val="24"/>
          <w:szCs w:val="24"/>
        </w:rPr>
        <w:t>March 2019</w:t>
      </w:r>
      <w:r w:rsidR="008A1510">
        <w:rPr>
          <w:rFonts w:cstheme="minorHAnsi"/>
          <w:bCs/>
          <w:sz w:val="24"/>
          <w:szCs w:val="24"/>
        </w:rPr>
        <w:tab/>
      </w:r>
      <w:r w:rsidR="008A1510">
        <w:rPr>
          <w:rFonts w:cstheme="minorHAnsi"/>
          <w:bCs/>
          <w:sz w:val="24"/>
          <w:szCs w:val="24"/>
        </w:rPr>
        <w:tab/>
      </w:r>
      <w:r w:rsidRPr="000E34A1">
        <w:rPr>
          <w:rFonts w:cstheme="minorHAnsi"/>
          <w:bCs/>
          <w:sz w:val="24"/>
          <w:szCs w:val="24"/>
        </w:rPr>
        <w:t xml:space="preserve">May 7                   </w:t>
      </w:r>
    </w:p>
    <w:p w14:paraId="749C42EE" w14:textId="04B1EF9E" w:rsidR="000E34A1" w:rsidRPr="000E34A1" w:rsidRDefault="000E34A1" w:rsidP="00C7543C">
      <w:pPr>
        <w:spacing w:after="0"/>
        <w:ind w:left="-360"/>
        <w:rPr>
          <w:rFonts w:cstheme="minorHAnsi"/>
          <w:bCs/>
          <w:sz w:val="24"/>
          <w:szCs w:val="24"/>
        </w:rPr>
      </w:pPr>
      <w:r w:rsidRPr="000E34A1">
        <w:rPr>
          <w:rFonts w:cstheme="minorHAnsi"/>
          <w:bCs/>
          <w:sz w:val="24"/>
          <w:szCs w:val="24"/>
        </w:rPr>
        <w:t>April 2019</w:t>
      </w:r>
      <w:r w:rsidR="008A1510">
        <w:rPr>
          <w:rFonts w:cstheme="minorHAnsi"/>
          <w:bCs/>
          <w:sz w:val="24"/>
          <w:szCs w:val="24"/>
        </w:rPr>
        <w:tab/>
      </w:r>
      <w:r w:rsidR="008A1510">
        <w:rPr>
          <w:rFonts w:cstheme="minorHAnsi"/>
          <w:bCs/>
          <w:sz w:val="24"/>
          <w:szCs w:val="24"/>
        </w:rPr>
        <w:tab/>
      </w:r>
      <w:r w:rsidR="008A1510">
        <w:rPr>
          <w:rFonts w:cstheme="minorHAnsi"/>
          <w:bCs/>
          <w:sz w:val="24"/>
          <w:szCs w:val="24"/>
        </w:rPr>
        <w:tab/>
      </w:r>
      <w:r w:rsidRPr="000E34A1">
        <w:rPr>
          <w:rFonts w:cstheme="minorHAnsi"/>
          <w:bCs/>
          <w:sz w:val="24"/>
          <w:szCs w:val="24"/>
        </w:rPr>
        <w:t>June 6</w:t>
      </w:r>
    </w:p>
    <w:p w14:paraId="29C09CCC" w14:textId="3B6E0E51" w:rsidR="000E34A1" w:rsidRPr="000E34A1" w:rsidRDefault="000E34A1" w:rsidP="00C7543C">
      <w:pPr>
        <w:spacing w:after="0"/>
        <w:ind w:left="-360"/>
        <w:rPr>
          <w:rFonts w:cstheme="minorHAnsi"/>
          <w:bCs/>
          <w:sz w:val="24"/>
          <w:szCs w:val="24"/>
        </w:rPr>
      </w:pPr>
      <w:r w:rsidRPr="000E34A1">
        <w:rPr>
          <w:rFonts w:cstheme="minorHAnsi"/>
          <w:bCs/>
          <w:sz w:val="24"/>
          <w:szCs w:val="24"/>
        </w:rPr>
        <w:t>May 2019</w:t>
      </w:r>
      <w:r w:rsidR="008A1510">
        <w:rPr>
          <w:rFonts w:cstheme="minorHAnsi"/>
          <w:bCs/>
          <w:sz w:val="24"/>
          <w:szCs w:val="24"/>
        </w:rPr>
        <w:tab/>
      </w:r>
      <w:r w:rsidR="008A1510">
        <w:rPr>
          <w:rFonts w:cstheme="minorHAnsi"/>
          <w:bCs/>
          <w:sz w:val="24"/>
          <w:szCs w:val="24"/>
        </w:rPr>
        <w:tab/>
      </w:r>
      <w:r w:rsidR="008A1510">
        <w:rPr>
          <w:rFonts w:cstheme="minorHAnsi"/>
          <w:bCs/>
          <w:sz w:val="24"/>
          <w:szCs w:val="24"/>
        </w:rPr>
        <w:tab/>
      </w:r>
      <w:r w:rsidRPr="000E34A1">
        <w:rPr>
          <w:rFonts w:cstheme="minorHAnsi"/>
          <w:bCs/>
          <w:sz w:val="24"/>
          <w:szCs w:val="24"/>
        </w:rPr>
        <w:t>July 3</w:t>
      </w:r>
    </w:p>
    <w:p w14:paraId="5D4C0D28" w14:textId="13840566" w:rsidR="000E34A1" w:rsidRPr="000E34A1" w:rsidRDefault="000E34A1" w:rsidP="00C7543C">
      <w:pPr>
        <w:spacing w:after="0"/>
        <w:ind w:left="-360"/>
        <w:rPr>
          <w:rFonts w:cstheme="minorHAnsi"/>
          <w:bCs/>
          <w:sz w:val="24"/>
          <w:szCs w:val="24"/>
        </w:rPr>
      </w:pPr>
      <w:r w:rsidRPr="000E34A1">
        <w:rPr>
          <w:rFonts w:cstheme="minorHAnsi"/>
          <w:bCs/>
          <w:sz w:val="24"/>
          <w:szCs w:val="24"/>
        </w:rPr>
        <w:t>June 2019</w:t>
      </w:r>
      <w:r w:rsidR="008A1510">
        <w:rPr>
          <w:rFonts w:cstheme="minorHAnsi"/>
          <w:bCs/>
          <w:sz w:val="24"/>
          <w:szCs w:val="24"/>
        </w:rPr>
        <w:tab/>
      </w:r>
      <w:r w:rsidR="008A1510">
        <w:rPr>
          <w:rFonts w:cstheme="minorHAnsi"/>
          <w:bCs/>
          <w:sz w:val="24"/>
          <w:szCs w:val="24"/>
        </w:rPr>
        <w:tab/>
      </w:r>
      <w:r w:rsidR="008A1510">
        <w:rPr>
          <w:rFonts w:cstheme="minorHAnsi"/>
          <w:bCs/>
          <w:sz w:val="24"/>
          <w:szCs w:val="24"/>
        </w:rPr>
        <w:tab/>
        <w:t>A</w:t>
      </w:r>
      <w:r w:rsidRPr="000E34A1">
        <w:rPr>
          <w:rFonts w:cstheme="minorHAnsi"/>
          <w:bCs/>
          <w:sz w:val="24"/>
          <w:szCs w:val="24"/>
        </w:rPr>
        <w:t>ugust 2</w:t>
      </w:r>
    </w:p>
    <w:p w14:paraId="49A1A992" w14:textId="23236B07" w:rsidR="000E34A1" w:rsidRPr="000E34A1" w:rsidRDefault="000E34A1" w:rsidP="00C7543C">
      <w:pPr>
        <w:spacing w:after="0"/>
        <w:ind w:left="-360"/>
        <w:rPr>
          <w:rFonts w:cstheme="minorHAnsi"/>
          <w:bCs/>
          <w:sz w:val="24"/>
          <w:szCs w:val="24"/>
        </w:rPr>
      </w:pPr>
      <w:r w:rsidRPr="000E34A1">
        <w:rPr>
          <w:rFonts w:cstheme="minorHAnsi"/>
          <w:bCs/>
          <w:sz w:val="24"/>
          <w:szCs w:val="24"/>
        </w:rPr>
        <w:t>July 2019</w:t>
      </w:r>
      <w:r w:rsidR="008A1510">
        <w:rPr>
          <w:rFonts w:cstheme="minorHAnsi"/>
          <w:bCs/>
          <w:sz w:val="24"/>
          <w:szCs w:val="24"/>
        </w:rPr>
        <w:tab/>
      </w:r>
      <w:r w:rsidR="008A1510">
        <w:rPr>
          <w:rFonts w:cstheme="minorHAnsi"/>
          <w:bCs/>
          <w:sz w:val="24"/>
          <w:szCs w:val="24"/>
        </w:rPr>
        <w:tab/>
      </w:r>
      <w:r w:rsidR="008A1510">
        <w:rPr>
          <w:rFonts w:cstheme="minorHAnsi"/>
          <w:bCs/>
          <w:sz w:val="24"/>
          <w:szCs w:val="24"/>
        </w:rPr>
        <w:tab/>
      </w:r>
      <w:r w:rsidRPr="000E34A1">
        <w:rPr>
          <w:rFonts w:cstheme="minorHAnsi"/>
          <w:bCs/>
          <w:sz w:val="24"/>
          <w:szCs w:val="24"/>
        </w:rPr>
        <w:t>September 4</w:t>
      </w:r>
    </w:p>
    <w:p w14:paraId="59F33169" w14:textId="0FC9C168" w:rsidR="000E34A1" w:rsidRPr="000E34A1" w:rsidRDefault="000E34A1" w:rsidP="00C7543C">
      <w:pPr>
        <w:spacing w:after="0"/>
        <w:ind w:left="-360"/>
        <w:rPr>
          <w:rFonts w:cstheme="minorHAnsi"/>
          <w:bCs/>
          <w:sz w:val="24"/>
          <w:szCs w:val="24"/>
        </w:rPr>
      </w:pPr>
      <w:r w:rsidRPr="000E34A1">
        <w:rPr>
          <w:rFonts w:cstheme="minorHAnsi"/>
          <w:bCs/>
          <w:sz w:val="24"/>
          <w:szCs w:val="24"/>
        </w:rPr>
        <w:t>August 2019</w:t>
      </w:r>
      <w:r w:rsidR="008A1510">
        <w:rPr>
          <w:rFonts w:cstheme="minorHAnsi"/>
          <w:bCs/>
          <w:sz w:val="24"/>
          <w:szCs w:val="24"/>
        </w:rPr>
        <w:tab/>
      </w:r>
      <w:r w:rsidR="008A1510">
        <w:rPr>
          <w:rFonts w:cstheme="minorHAnsi"/>
          <w:bCs/>
          <w:sz w:val="24"/>
          <w:szCs w:val="24"/>
        </w:rPr>
        <w:tab/>
      </w:r>
      <w:r w:rsidRPr="000E34A1">
        <w:rPr>
          <w:rFonts w:cstheme="minorHAnsi"/>
          <w:bCs/>
          <w:sz w:val="24"/>
          <w:szCs w:val="24"/>
        </w:rPr>
        <w:t>October 4</w:t>
      </w:r>
    </w:p>
    <w:p w14:paraId="61BB6E25" w14:textId="4A0D7B9C" w:rsidR="000E34A1" w:rsidRPr="000E34A1" w:rsidRDefault="000E34A1" w:rsidP="00C7543C">
      <w:pPr>
        <w:spacing w:after="0"/>
        <w:ind w:left="-360"/>
        <w:rPr>
          <w:rFonts w:cstheme="minorHAnsi"/>
          <w:bCs/>
          <w:sz w:val="24"/>
          <w:szCs w:val="24"/>
        </w:rPr>
      </w:pPr>
      <w:r w:rsidRPr="000E34A1">
        <w:rPr>
          <w:rFonts w:cstheme="minorHAnsi"/>
          <w:bCs/>
          <w:sz w:val="24"/>
          <w:szCs w:val="24"/>
        </w:rPr>
        <w:t>September 2019</w:t>
      </w:r>
      <w:r w:rsidR="008A1510">
        <w:rPr>
          <w:rFonts w:cstheme="minorHAnsi"/>
          <w:bCs/>
          <w:sz w:val="24"/>
          <w:szCs w:val="24"/>
        </w:rPr>
        <w:tab/>
      </w:r>
      <w:r w:rsidR="008A1510">
        <w:rPr>
          <w:rFonts w:cstheme="minorHAnsi"/>
          <w:bCs/>
          <w:sz w:val="24"/>
          <w:szCs w:val="24"/>
        </w:rPr>
        <w:tab/>
      </w:r>
      <w:r w:rsidRPr="000E34A1">
        <w:rPr>
          <w:rFonts w:cstheme="minorHAnsi"/>
          <w:bCs/>
          <w:sz w:val="24"/>
          <w:szCs w:val="24"/>
        </w:rPr>
        <w:t>November 5</w:t>
      </w:r>
    </w:p>
    <w:p w14:paraId="6E7D7BF2" w14:textId="387A7389" w:rsidR="000E34A1" w:rsidRPr="000E34A1" w:rsidRDefault="000E34A1" w:rsidP="00C7543C">
      <w:pPr>
        <w:spacing w:after="0"/>
        <w:ind w:left="-360"/>
        <w:rPr>
          <w:rFonts w:cstheme="minorHAnsi"/>
          <w:bCs/>
          <w:sz w:val="24"/>
          <w:szCs w:val="24"/>
        </w:rPr>
      </w:pPr>
      <w:r w:rsidRPr="000E34A1">
        <w:rPr>
          <w:rFonts w:cstheme="minorHAnsi"/>
          <w:bCs/>
          <w:sz w:val="24"/>
          <w:szCs w:val="24"/>
        </w:rPr>
        <w:t>October 2019</w:t>
      </w:r>
      <w:r w:rsidR="008A1510">
        <w:rPr>
          <w:rFonts w:cstheme="minorHAnsi"/>
          <w:bCs/>
          <w:sz w:val="24"/>
          <w:szCs w:val="24"/>
        </w:rPr>
        <w:tab/>
      </w:r>
      <w:r w:rsidR="008A1510">
        <w:rPr>
          <w:rFonts w:cstheme="minorHAnsi"/>
          <w:bCs/>
          <w:sz w:val="24"/>
          <w:szCs w:val="24"/>
        </w:rPr>
        <w:tab/>
      </w:r>
      <w:r w:rsidRPr="000E34A1">
        <w:rPr>
          <w:rFonts w:cstheme="minorHAnsi"/>
          <w:bCs/>
          <w:sz w:val="24"/>
          <w:szCs w:val="24"/>
        </w:rPr>
        <w:t>December 5</w:t>
      </w:r>
    </w:p>
    <w:p w14:paraId="7791A6E8" w14:textId="31706C44" w:rsidR="000E34A1" w:rsidRDefault="000E34A1">
      <w:pPr>
        <w:rPr>
          <w:rFonts w:cstheme="minorHAnsi"/>
          <w:b/>
          <w:bCs/>
          <w:sz w:val="24"/>
          <w:szCs w:val="24"/>
        </w:rPr>
      </w:pPr>
      <w:r>
        <w:rPr>
          <w:rFonts w:cstheme="minorHAnsi"/>
          <w:b/>
          <w:bCs/>
          <w:sz w:val="24"/>
          <w:szCs w:val="24"/>
        </w:rPr>
        <w:br w:type="page"/>
      </w:r>
    </w:p>
    <w:p w14:paraId="4D30FDE0" w14:textId="77777777" w:rsidR="001705DB" w:rsidRPr="00A07FF1" w:rsidRDefault="001705DB" w:rsidP="001705DB">
      <w:pPr>
        <w:spacing w:after="120"/>
        <w:ind w:left="-360"/>
        <w:rPr>
          <w:rFonts w:cstheme="minorHAnsi"/>
          <w:b/>
          <w:sz w:val="24"/>
        </w:rPr>
      </w:pPr>
      <w:r w:rsidRPr="00A07FF1">
        <w:rPr>
          <w:rFonts w:cstheme="minorHAnsi"/>
          <w:b/>
          <w:sz w:val="24"/>
        </w:rPr>
        <w:t>EXPLANATORY NOTES</w:t>
      </w:r>
    </w:p>
    <w:p w14:paraId="6B88485F" w14:textId="77777777" w:rsidR="001705DB" w:rsidRPr="00A07FF1" w:rsidRDefault="001705DB" w:rsidP="001705DB">
      <w:pPr>
        <w:spacing w:after="0"/>
        <w:ind w:left="-360"/>
        <w:rPr>
          <w:rFonts w:cstheme="minorHAnsi"/>
          <w:b/>
          <w:bCs/>
          <w:iCs/>
          <w:sz w:val="24"/>
          <w:szCs w:val="24"/>
        </w:rPr>
      </w:pPr>
      <w:r w:rsidRPr="00A07FF1">
        <w:rPr>
          <w:rFonts w:cstheme="minorHAnsi"/>
          <w:b/>
          <w:bCs/>
          <w:iCs/>
          <w:sz w:val="24"/>
          <w:szCs w:val="24"/>
        </w:rPr>
        <w:t>Goods (Census Basis)</w:t>
      </w:r>
    </w:p>
    <w:p w14:paraId="664D6815"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goods on a Census basis are compiled from the documents collected by U.S. Customs and Border Protection (CBP) 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A07FF1" w:rsidRDefault="001705DB" w:rsidP="001705DB">
      <w:pPr>
        <w:spacing w:after="120"/>
        <w:ind w:left="-360"/>
        <w:rPr>
          <w:rFonts w:cstheme="minorHAnsi"/>
          <w:sz w:val="24"/>
          <w:szCs w:val="24"/>
        </w:rPr>
      </w:pPr>
      <w:r w:rsidRPr="00A07FF1">
        <w:rPr>
          <w:rFonts w:cstheme="minorHAnsi"/>
          <w:sz w:val="24"/>
          <w:szCs w:val="24"/>
        </w:rPr>
        <w:t>For imports, the value reported is the CBP-appraised value of merchandise—generally, the price paid for merchandise for export to the United States. Import duties, freight, insurance, and other charges incurred in bringing merchandise to the United States are excluded. The exception is Exhibit 17a, which shows CIF import value. The CIF (cost, insurance, and freight) value represents the landed value of the merchandise at the first port of arrival in the United States. It is computed by adding import charges to the customs value and therefore excludes U.S. import duties.</w:t>
      </w:r>
    </w:p>
    <w:p w14:paraId="65DD58A3" w14:textId="77777777" w:rsidR="001705DB" w:rsidRPr="00A07FF1" w:rsidRDefault="001705DB" w:rsidP="001705DB">
      <w:pPr>
        <w:spacing w:after="120"/>
        <w:ind w:left="-360"/>
        <w:rPr>
          <w:rFonts w:cstheme="minorHAnsi"/>
          <w:sz w:val="24"/>
          <w:szCs w:val="24"/>
        </w:rPr>
      </w:pPr>
      <w:r w:rsidRPr="00A07FF1">
        <w:rPr>
          <w:rFonts w:cstheme="minorHAnsi"/>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Revision Procedure (Census Basis)</w:t>
      </w:r>
    </w:p>
    <w:p w14:paraId="51EC14F4" w14:textId="1F35299F" w:rsidR="00AB239C" w:rsidRPr="00A07FF1" w:rsidRDefault="001705DB" w:rsidP="001705DB">
      <w:pPr>
        <w:spacing w:after="120"/>
        <w:ind w:left="-360"/>
        <w:rPr>
          <w:rFonts w:cstheme="minorHAnsi"/>
          <w:bCs/>
          <w:iCs/>
          <w:sz w:val="24"/>
          <w:szCs w:val="24"/>
        </w:rPr>
      </w:pPr>
      <w:r w:rsidRPr="00A07FF1">
        <w:rPr>
          <w:rFonts w:cstheme="minorHAnsi"/>
          <w:b/>
          <w:bCs/>
          <w:iCs/>
          <w:sz w:val="24"/>
          <w:szCs w:val="24"/>
        </w:rPr>
        <w:t>Monthly Revisions</w:t>
      </w:r>
      <w:r w:rsidRPr="00A07FF1">
        <w:rPr>
          <w:rFonts w:cstheme="minorHAnsi"/>
          <w:bCs/>
          <w:iCs/>
          <w:sz w:val="24"/>
          <w:szCs w:val="24"/>
        </w:rPr>
        <w:t>:</w:t>
      </w:r>
      <w:r w:rsidRPr="00A07FF1">
        <w:rPr>
          <w:rFonts w:cstheme="minorHAnsi"/>
          <w:b/>
          <w:bCs/>
          <w:iCs/>
          <w:sz w:val="24"/>
          <w:szCs w:val="24"/>
        </w:rPr>
        <w:t xml:space="preserve"> </w:t>
      </w:r>
      <w:r w:rsidRPr="00A07FF1">
        <w:rPr>
          <w:rFonts w:cstheme="minorHAnsi"/>
          <w:bCs/>
          <w:iCs/>
          <w:sz w:val="24"/>
          <w:szCs w:val="24"/>
        </w:rPr>
        <w:t>Monthly data include actual month's transactions as well as a small number of transactions for previous months. Each month, the U.S. Census Bureau revises the aggregate seasonally adjusted (current and real</w:t>
      </w:r>
      <w:r w:rsidR="005E58EE" w:rsidRPr="00A07FF1">
        <w:rPr>
          <w:rFonts w:cstheme="minorHAnsi"/>
          <w:bCs/>
          <w:iCs/>
          <w:sz w:val="24"/>
          <w:szCs w:val="24"/>
        </w:rPr>
        <w:t>, or</w:t>
      </w:r>
      <w:r w:rsidRPr="00A07FF1">
        <w:rPr>
          <w:rFonts w:cstheme="minorHAnsi"/>
          <w:bCs/>
          <w:iCs/>
          <w:sz w:val="24"/>
          <w:szCs w:val="24"/>
        </w:rPr>
        <w:t xml:space="preserve">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are not revised monthly. The timing adjustment shown in Exhibit 14 is the difference between monthly data as originally reported and as recompiled.</w:t>
      </w:r>
    </w:p>
    <w:p w14:paraId="1F085795" w14:textId="26ABF2B0" w:rsidR="00AB239C" w:rsidRPr="00A07FF1" w:rsidRDefault="003E1120" w:rsidP="001705DB">
      <w:pPr>
        <w:spacing w:after="120"/>
        <w:ind w:left="-360"/>
        <w:rPr>
          <w:rFonts w:cstheme="minorHAnsi"/>
          <w:bCs/>
          <w:iCs/>
          <w:sz w:val="24"/>
          <w:szCs w:val="24"/>
        </w:rPr>
      </w:pPr>
      <w:r w:rsidRPr="003E1120">
        <w:rPr>
          <w:rFonts w:cstheme="minorHAnsi"/>
          <w:bCs/>
          <w:iCs/>
          <w:sz w:val="24"/>
          <w:szCs w:val="24"/>
        </w:rPr>
        <w:t xml:space="preserve">For September, unadjusted exports of goods were revised down </w:t>
      </w:r>
      <w:r>
        <w:rPr>
          <w:rFonts w:cstheme="minorHAnsi"/>
          <w:bCs/>
          <w:iCs/>
          <w:sz w:val="24"/>
          <w:szCs w:val="24"/>
        </w:rPr>
        <w:t xml:space="preserve">less than </w:t>
      </w:r>
      <w:r w:rsidRPr="003E1120">
        <w:rPr>
          <w:rFonts w:cstheme="minorHAnsi"/>
          <w:bCs/>
          <w:iCs/>
          <w:sz w:val="24"/>
          <w:szCs w:val="24"/>
        </w:rPr>
        <w:t>$0</w:t>
      </w:r>
      <w:r>
        <w:rPr>
          <w:rFonts w:cstheme="minorHAnsi"/>
          <w:bCs/>
          <w:iCs/>
          <w:sz w:val="24"/>
          <w:szCs w:val="24"/>
        </w:rPr>
        <w:t>.1</w:t>
      </w:r>
      <w:r w:rsidRPr="003E1120">
        <w:rPr>
          <w:rFonts w:cstheme="minorHAnsi"/>
          <w:bCs/>
          <w:iCs/>
          <w:sz w:val="24"/>
          <w:szCs w:val="24"/>
        </w:rPr>
        <w:t xml:space="preserve"> billion and unadjusted imports of goods were revised up </w:t>
      </w:r>
      <w:r>
        <w:rPr>
          <w:rFonts w:cstheme="minorHAnsi"/>
          <w:bCs/>
          <w:iCs/>
          <w:sz w:val="24"/>
          <w:szCs w:val="24"/>
        </w:rPr>
        <w:t xml:space="preserve">less than </w:t>
      </w:r>
      <w:r w:rsidRPr="003E1120">
        <w:rPr>
          <w:rFonts w:cstheme="minorHAnsi"/>
          <w:bCs/>
          <w:iCs/>
          <w:sz w:val="24"/>
          <w:szCs w:val="24"/>
        </w:rPr>
        <w:t>$0</w:t>
      </w:r>
      <w:r>
        <w:rPr>
          <w:rFonts w:cstheme="minorHAnsi"/>
          <w:bCs/>
          <w:iCs/>
          <w:sz w:val="24"/>
          <w:szCs w:val="24"/>
        </w:rPr>
        <w:t>.1</w:t>
      </w:r>
      <w:r w:rsidRPr="003E1120">
        <w:rPr>
          <w:rFonts w:cstheme="minorHAnsi"/>
          <w:bCs/>
          <w:iCs/>
          <w:sz w:val="24"/>
          <w:szCs w:val="24"/>
        </w:rPr>
        <w:t xml:space="preserve"> billion. Goods carry-over in October was $0.2 billion (0.1 percent) for exports and $0.1 billion (0.1 percent) for imports. For September, revised export carry-over was </w:t>
      </w:r>
      <w:r>
        <w:rPr>
          <w:rFonts w:cstheme="minorHAnsi"/>
          <w:bCs/>
          <w:iCs/>
          <w:sz w:val="24"/>
          <w:szCs w:val="24"/>
        </w:rPr>
        <w:t>less than $0.1</w:t>
      </w:r>
      <w:r w:rsidRPr="003E1120">
        <w:rPr>
          <w:rFonts w:cstheme="minorHAnsi"/>
          <w:bCs/>
          <w:iCs/>
          <w:sz w:val="24"/>
          <w:szCs w:val="24"/>
        </w:rPr>
        <w:t xml:space="preserve"> billion (</w:t>
      </w:r>
      <w:r>
        <w:rPr>
          <w:rFonts w:cstheme="minorHAnsi"/>
          <w:bCs/>
          <w:iCs/>
          <w:sz w:val="24"/>
          <w:szCs w:val="24"/>
        </w:rPr>
        <w:t xml:space="preserve">less than </w:t>
      </w:r>
      <w:r w:rsidRPr="003E1120">
        <w:rPr>
          <w:rFonts w:cstheme="minorHAnsi"/>
          <w:bCs/>
          <w:iCs/>
          <w:sz w:val="24"/>
          <w:szCs w:val="24"/>
        </w:rPr>
        <w:t>0.</w:t>
      </w:r>
      <w:r>
        <w:rPr>
          <w:rFonts w:cstheme="minorHAnsi"/>
          <w:bCs/>
          <w:iCs/>
          <w:sz w:val="24"/>
          <w:szCs w:val="24"/>
        </w:rPr>
        <w:t>1</w:t>
      </w:r>
      <w:r w:rsidRPr="003E1120">
        <w:rPr>
          <w:rFonts w:cstheme="minorHAnsi"/>
          <w:bCs/>
          <w:iCs/>
          <w:sz w:val="24"/>
          <w:szCs w:val="24"/>
        </w:rPr>
        <w:t xml:space="preserve"> percent) and revised import carry-over was $0.1 billion (0.1 percent).</w:t>
      </w:r>
    </w:p>
    <w:p w14:paraId="54EF5511" w14:textId="0C671821" w:rsidR="001705DB" w:rsidRPr="00A07FF1" w:rsidRDefault="001705DB" w:rsidP="001705DB">
      <w:pPr>
        <w:spacing w:after="120"/>
        <w:ind w:left="-360"/>
        <w:rPr>
          <w:rFonts w:cstheme="minorHAnsi"/>
          <w:b/>
          <w:sz w:val="24"/>
          <w:szCs w:val="24"/>
        </w:rPr>
      </w:pPr>
      <w:r w:rsidRPr="00A07FF1">
        <w:rPr>
          <w:rFonts w:cstheme="minorHAnsi"/>
          <w:b/>
          <w:sz w:val="24"/>
          <w:szCs w:val="24"/>
        </w:rPr>
        <w:t>Quarterly Revisions to Chain-Weighted Dollar Series</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For March, June, September, and December statistical month releases, revisions are made to the real</w:t>
      </w:r>
      <w:r w:rsidR="005E58EE" w:rsidRPr="00A07FF1">
        <w:rPr>
          <w:rFonts w:cstheme="minorHAnsi"/>
          <w:sz w:val="24"/>
          <w:szCs w:val="24"/>
        </w:rPr>
        <w:t>, or</w:t>
      </w:r>
      <w:r w:rsidRPr="00A07FF1">
        <w:rPr>
          <w:rFonts w:cstheme="minorHAnsi"/>
          <w:sz w:val="24"/>
          <w:szCs w:val="24"/>
        </w:rPr>
        <w:t xml:space="preserve"> chained-dollar</w:t>
      </w:r>
      <w:r w:rsidR="005E58EE" w:rsidRPr="00A07FF1">
        <w:rPr>
          <w:rFonts w:cstheme="minorHAnsi"/>
          <w:sz w:val="24"/>
          <w:szCs w:val="24"/>
        </w:rPr>
        <w:t>,</w:t>
      </w:r>
      <w:r w:rsidRPr="00A07FF1">
        <w:rPr>
          <w:rFonts w:cstheme="minorHAnsi"/>
          <w:sz w:val="24"/>
          <w:szCs w:val="24"/>
        </w:rPr>
        <w:t xml:space="preserve"> series presented in Exhibits 10 and 11: the previous five months are revised to incorporate the U.S. Bureau of Labor Statistics’ (BLS) revisions to price indexes, which are used to produce the real series and to align Census data with data published by the U.S. Bureau of Economic Analysis (BEA) in the national income and product accounts (NIPAs).</w:t>
      </w:r>
    </w:p>
    <w:p w14:paraId="7C9F4EF4"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not seasonally adjusted goods data are revised to redistribute monthly data that arrived too late for inclusion in the month of transaction. In addition, revisions are made to reflect corrections received subsequent to the monthly revisions. Seasonally adjusted data are also revised to reflect recalculated seasonal and trading-day adjustments. These revisions are reflected in totals, end-use, commodity, and country summary data.</w:t>
      </w:r>
    </w:p>
    <w:p w14:paraId="06A4E86C" w14:textId="77777777" w:rsidR="001705DB" w:rsidRPr="00A07FF1" w:rsidRDefault="001705DB" w:rsidP="001705DB">
      <w:pPr>
        <w:spacing w:after="120"/>
        <w:ind w:left="-360"/>
        <w:rPr>
          <w:rFonts w:cstheme="minorHAnsi"/>
          <w:i/>
          <w:sz w:val="24"/>
          <w:szCs w:val="24"/>
        </w:rPr>
      </w:pPr>
      <w:r w:rsidRPr="00A07FF1">
        <w:rPr>
          <w:rFonts w:cstheme="minorHAnsi"/>
          <w:b/>
          <w:sz w:val="24"/>
          <w:szCs w:val="24"/>
        </w:rPr>
        <w:t>Other Revisions</w:t>
      </w:r>
      <w:r w:rsidRPr="00A07FF1">
        <w:rPr>
          <w:rFonts w:cstheme="minorHAnsi"/>
          <w:sz w:val="24"/>
          <w:szCs w:val="24"/>
        </w:rPr>
        <w:t>:</w:t>
      </w:r>
      <w:r w:rsidRPr="00A07FF1">
        <w:rPr>
          <w:rFonts w:cstheme="minorHAnsi"/>
          <w:i/>
          <w:sz w:val="24"/>
          <w:szCs w:val="24"/>
        </w:rPr>
        <w:t xml:space="preserve"> </w:t>
      </w:r>
      <w:r w:rsidRPr="00A07FF1">
        <w:rPr>
          <w:rFonts w:cstheme="minorHAnsi"/>
          <w:sz w:val="24"/>
          <w:szCs w:val="24"/>
        </w:rPr>
        <w:t>For December and January statistical month releases, each prior month of the most recent full year is revised so that the totals of the seasonally adjusted months equal the annual totals.</w:t>
      </w:r>
    </w:p>
    <w:p w14:paraId="7F751B6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U.S./Canada Data Exchange and Substitution</w:t>
      </w:r>
    </w:p>
    <w:p w14:paraId="4AA9F42C"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U.S. exports to Canada are derived from import data compiled by Canada. The use of Canada's import data to produce U.S. export data requires several alignments in order to compare the two series.</w:t>
      </w:r>
    </w:p>
    <w:p w14:paraId="75091239" w14:textId="25A574DD"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Coverage</w:t>
      </w:r>
      <w:r w:rsidRPr="00A07FF1">
        <w:rPr>
          <w:rFonts w:cstheme="minorHAnsi"/>
          <w:sz w:val="24"/>
          <w:szCs w:val="24"/>
        </w:rPr>
        <w:t xml:space="preserve"> - </w:t>
      </w:r>
      <w:r w:rsidR="00AE6AC1" w:rsidRPr="00A07FF1">
        <w:rPr>
          <w:rFonts w:cstheme="minorHAnsi"/>
          <w:sz w:val="24"/>
          <w:szCs w:val="24"/>
        </w:rPr>
        <w:t xml:space="preserve">Canadian imports are based on country of origin. U.S. goods shipped from a third country are included. U.S. exports exclude these foreign shipments. For </w:t>
      </w:r>
      <w:r w:rsidR="000A3E51">
        <w:rPr>
          <w:rFonts w:cstheme="minorHAnsi"/>
          <w:sz w:val="24"/>
          <w:szCs w:val="24"/>
        </w:rPr>
        <w:t>October</w:t>
      </w:r>
      <w:r w:rsidR="00AE6AC1" w:rsidRPr="00A07FF1">
        <w:rPr>
          <w:rFonts w:cstheme="minorHAnsi"/>
          <w:sz w:val="24"/>
          <w:szCs w:val="24"/>
        </w:rPr>
        <w:t xml:space="preserve"> 2018, these shipments totaled $</w:t>
      </w:r>
      <w:r w:rsidR="000A3E51">
        <w:rPr>
          <w:rFonts w:cstheme="minorHAnsi"/>
          <w:sz w:val="24"/>
          <w:szCs w:val="24"/>
        </w:rPr>
        <w:t>268.2</w:t>
      </w:r>
      <w:r w:rsidR="00AE6AC1" w:rsidRPr="00A07FF1">
        <w:rPr>
          <w:rFonts w:cstheme="minorHAnsi"/>
          <w:sz w:val="24"/>
          <w:szCs w:val="24"/>
        </w:rPr>
        <w:t xml:space="preserve"> million. U.S. export coverage also excludes U.S. postal shipments to Canada. For </w:t>
      </w:r>
      <w:r w:rsidR="000A3E51">
        <w:rPr>
          <w:rFonts w:cstheme="minorHAnsi"/>
          <w:sz w:val="24"/>
          <w:szCs w:val="24"/>
        </w:rPr>
        <w:t>October</w:t>
      </w:r>
      <w:r w:rsidR="00AE6AC1" w:rsidRPr="00A07FF1">
        <w:rPr>
          <w:rFonts w:cstheme="minorHAnsi"/>
          <w:sz w:val="24"/>
          <w:szCs w:val="24"/>
        </w:rPr>
        <w:t xml:space="preserve"> 2018, these shipments totaled $</w:t>
      </w:r>
      <w:r w:rsidR="000A3E51">
        <w:rPr>
          <w:rFonts w:cstheme="minorHAnsi"/>
          <w:sz w:val="24"/>
          <w:szCs w:val="24"/>
        </w:rPr>
        <w:t>20.4</w:t>
      </w:r>
      <w:r w:rsidR="00AE6AC1" w:rsidRPr="00A07FF1">
        <w:rPr>
          <w:rFonts w:cstheme="minorHAnsi"/>
          <w:sz w:val="24"/>
          <w:szCs w:val="24"/>
        </w:rPr>
        <w:t xml:space="preserve"> million</w:t>
      </w:r>
      <w:r w:rsidRPr="00A07FF1">
        <w:rPr>
          <w:rFonts w:cstheme="minorHAnsi"/>
          <w:sz w:val="24"/>
          <w:szCs w:val="24"/>
        </w:rPr>
        <w:t>.</w:t>
      </w:r>
    </w:p>
    <w:p w14:paraId="780D1787" w14:textId="77777777" w:rsidR="001705DB" w:rsidRPr="00A07FF1" w:rsidRDefault="001705DB" w:rsidP="001705DB">
      <w:pPr>
        <w:spacing w:after="120"/>
        <w:ind w:left="360"/>
        <w:rPr>
          <w:rFonts w:cstheme="minorHAnsi"/>
          <w:sz w:val="24"/>
          <w:szCs w:val="24"/>
        </w:rPr>
      </w:pPr>
      <w:r w:rsidRPr="00A07FF1">
        <w:rPr>
          <w:rFonts w:cstheme="minorHAnsi"/>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28A5BB8B"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Valuation</w:t>
      </w:r>
      <w:r w:rsidRPr="00A07FF1">
        <w:rPr>
          <w:rFonts w:cstheme="minorHAnsi"/>
          <w:sz w:val="24"/>
          <w:szCs w:val="24"/>
        </w:rPr>
        <w:t xml:space="preserve"> - </w:t>
      </w:r>
      <w:r w:rsidR="00AE6AC1" w:rsidRPr="00A07FF1">
        <w:rPr>
          <w:rFonts w:cstheme="minorHAnsi"/>
          <w:sz w:val="24"/>
          <w:szCs w:val="24"/>
        </w:rPr>
        <w:t xml:space="preserve">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be reported separately from the value of the goods. Combining the inland freight and the Canadian reported import value provides a consistent valuation for all U.S. exports. Inland freight charges for </w:t>
      </w:r>
      <w:r w:rsidR="008339BE">
        <w:rPr>
          <w:rFonts w:cstheme="minorHAnsi"/>
          <w:sz w:val="24"/>
          <w:szCs w:val="24"/>
        </w:rPr>
        <w:t>October</w:t>
      </w:r>
      <w:r w:rsidR="00AE6AC1" w:rsidRPr="00A07FF1">
        <w:rPr>
          <w:rFonts w:cstheme="minorHAnsi"/>
          <w:sz w:val="24"/>
          <w:szCs w:val="24"/>
        </w:rPr>
        <w:t xml:space="preserve"> 2018 accounted for 1.9 percent of the value of U.S. exports to Canada</w:t>
      </w:r>
      <w:r w:rsidRPr="00A07FF1">
        <w:rPr>
          <w:rFonts w:cstheme="minorHAnsi"/>
          <w:sz w:val="24"/>
          <w:szCs w:val="24"/>
        </w:rPr>
        <w:t>.</w:t>
      </w:r>
    </w:p>
    <w:p w14:paraId="7B0736CD" w14:textId="4C5DB7C2"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Re-exports</w:t>
      </w:r>
      <w:r w:rsidRPr="00A07FF1">
        <w:rPr>
          <w:rFonts w:cstheme="minorHAnsi"/>
          <w:iCs/>
          <w:sz w:val="24"/>
          <w:szCs w:val="24"/>
        </w:rPr>
        <w:t xml:space="preserve"> - </w:t>
      </w:r>
      <w:r w:rsidR="00AE6AC1" w:rsidRPr="00A07FF1">
        <w:rPr>
          <w:rFonts w:cstheme="minorHAnsi"/>
          <w:iCs/>
          <w:sz w:val="24"/>
          <w:szCs w:val="24"/>
        </w:rPr>
        <w:t xml:space="preserve">Unlike Canadian imports, which are based on country of origin, U.S. exports include re-exports of foreign goods. Therefore, the aggregate U.S. export figure is slightly larger than the Canadian import figure. For </w:t>
      </w:r>
      <w:r w:rsidR="000A3E51">
        <w:rPr>
          <w:rFonts w:cstheme="minorHAnsi"/>
          <w:iCs/>
          <w:sz w:val="24"/>
          <w:szCs w:val="24"/>
        </w:rPr>
        <w:t>October</w:t>
      </w:r>
      <w:r w:rsidR="00AE6AC1" w:rsidRPr="00A07FF1">
        <w:rPr>
          <w:rFonts w:cstheme="minorHAnsi"/>
          <w:iCs/>
          <w:sz w:val="24"/>
          <w:szCs w:val="24"/>
        </w:rPr>
        <w:t xml:space="preserve"> 2018, re-exports to Canada were $4,</w:t>
      </w:r>
      <w:r w:rsidR="000A3E51">
        <w:rPr>
          <w:rFonts w:cstheme="minorHAnsi"/>
          <w:iCs/>
          <w:sz w:val="24"/>
          <w:szCs w:val="24"/>
        </w:rPr>
        <w:t>781.1</w:t>
      </w:r>
      <w:r w:rsidR="00AE6AC1" w:rsidRPr="00A07FF1">
        <w:rPr>
          <w:rFonts w:cstheme="minorHAnsi"/>
          <w:iCs/>
          <w:sz w:val="24"/>
          <w:szCs w:val="24"/>
        </w:rPr>
        <w:t xml:space="preserve"> million</w:t>
      </w:r>
      <w:r w:rsidRPr="00A07FF1">
        <w:rPr>
          <w:rFonts w:cstheme="minorHAnsi"/>
          <w:sz w:val="24"/>
          <w:szCs w:val="24"/>
        </w:rPr>
        <w:t>.</w:t>
      </w:r>
    </w:p>
    <w:p w14:paraId="5ECE56E6" w14:textId="01E52448"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Exchange Rate</w:t>
      </w:r>
      <w:r w:rsidRPr="00A07FF1">
        <w:rPr>
          <w:rFonts w:cstheme="minorHAnsi"/>
          <w:iCs/>
          <w:sz w:val="24"/>
          <w:szCs w:val="24"/>
        </w:rPr>
        <w:t xml:space="preserve"> - </w:t>
      </w:r>
      <w:r w:rsidR="00AE6AC1" w:rsidRPr="00A07FF1">
        <w:rPr>
          <w:rFonts w:cstheme="minorHAnsi"/>
          <w:sz w:val="24"/>
          <w:szCs w:val="24"/>
        </w:rPr>
        <w:t xml:space="preserve">Average monthly exchange rates are applied to convert the published data to U.S. currency. For </w:t>
      </w:r>
      <w:r w:rsidR="000A3E51">
        <w:rPr>
          <w:rFonts w:cstheme="minorHAnsi"/>
          <w:sz w:val="24"/>
          <w:szCs w:val="24"/>
        </w:rPr>
        <w:t>October</w:t>
      </w:r>
      <w:r w:rsidR="00AE6AC1" w:rsidRPr="00A07FF1">
        <w:rPr>
          <w:rFonts w:cstheme="minorHAnsi"/>
          <w:sz w:val="24"/>
          <w:szCs w:val="24"/>
        </w:rPr>
        <w:t xml:space="preserve"> 2018, the average exchange rate was 1.30</w:t>
      </w:r>
      <w:r w:rsidR="000A3E51">
        <w:rPr>
          <w:rFonts w:cstheme="minorHAnsi"/>
          <w:sz w:val="24"/>
          <w:szCs w:val="24"/>
        </w:rPr>
        <w:t>0</w:t>
      </w:r>
      <w:r w:rsidR="00117E9F" w:rsidRPr="00A07FF1">
        <w:rPr>
          <w:rFonts w:cstheme="minorHAnsi"/>
          <w:sz w:val="24"/>
          <w:szCs w:val="24"/>
        </w:rPr>
        <w:t>4</w:t>
      </w:r>
      <w:r w:rsidR="00AE6AC1" w:rsidRPr="00A07FF1">
        <w:rPr>
          <w:rFonts w:cstheme="minorHAnsi"/>
          <w:sz w:val="24"/>
          <w:szCs w:val="24"/>
        </w:rPr>
        <w:t xml:space="preserve"> Canadian dollars per U.S. dollar</w:t>
      </w:r>
      <w:r w:rsidRPr="00A07FF1">
        <w:rPr>
          <w:rFonts w:cstheme="minorHAnsi"/>
          <w:sz w:val="24"/>
          <w:szCs w:val="24"/>
        </w:rPr>
        <w:t>.</w:t>
      </w:r>
    </w:p>
    <w:p w14:paraId="2CE89C48" w14:textId="77777777" w:rsidR="001705DB" w:rsidRPr="00A07FF1" w:rsidRDefault="001705DB" w:rsidP="001705DB">
      <w:pPr>
        <w:numPr>
          <w:ilvl w:val="0"/>
          <w:numId w:val="14"/>
        </w:numPr>
        <w:spacing w:after="120"/>
        <w:rPr>
          <w:rFonts w:cstheme="minorHAnsi"/>
          <w:sz w:val="24"/>
          <w:szCs w:val="24"/>
        </w:rPr>
      </w:pPr>
      <w:r w:rsidRPr="00A07FF1">
        <w:rPr>
          <w:rFonts w:cstheme="minorHAnsi"/>
          <w:i/>
          <w:iCs/>
          <w:sz w:val="24"/>
          <w:szCs w:val="24"/>
        </w:rPr>
        <w:t>Other</w:t>
      </w:r>
      <w:r w:rsidRPr="00A07FF1">
        <w:rPr>
          <w:rFonts w:cstheme="minorHAnsi"/>
          <w:sz w:val="24"/>
          <w:szCs w:val="24"/>
        </w:rPr>
        <w:t xml:space="preserve"> - There are other minor differences, such as rounding error, that are statistically insignificant.</w:t>
      </w:r>
    </w:p>
    <w:p w14:paraId="72C0511E" w14:textId="77777777" w:rsidR="001705DB" w:rsidRPr="00A07FF1" w:rsidRDefault="001705DB" w:rsidP="001705DB">
      <w:pPr>
        <w:spacing w:after="120"/>
        <w:ind w:left="-360"/>
        <w:rPr>
          <w:rFonts w:cstheme="minorHAnsi"/>
          <w:sz w:val="24"/>
          <w:szCs w:val="24"/>
        </w:rPr>
      </w:pPr>
      <w:r w:rsidRPr="00A07FF1">
        <w:rPr>
          <w:rFonts w:cstheme="minorHAnsi"/>
          <w:b/>
          <w:sz w:val="24"/>
          <w:szCs w:val="24"/>
        </w:rPr>
        <w:t>Canadian Estimates</w:t>
      </w:r>
      <w:r w:rsidRPr="00A07FF1">
        <w:rPr>
          <w:rFonts w:cstheme="minorHAnsi"/>
          <w:sz w:val="24"/>
          <w:szCs w:val="24"/>
        </w:rPr>
        <w:t>: Effective with January 2001 statistics, the current month data for exports to Canada contain an estimate for late arrivals and corrections. In the following month, this estimate is replaced,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Nonsampling Errors</w:t>
      </w:r>
    </w:p>
    <w:p w14:paraId="0A43D387" w14:textId="77777777" w:rsidR="001705DB" w:rsidRPr="00A07FF1" w:rsidRDefault="001705DB" w:rsidP="001705DB">
      <w:pPr>
        <w:spacing w:after="120"/>
        <w:ind w:left="-360"/>
        <w:rPr>
          <w:rFonts w:cstheme="minorHAnsi"/>
          <w:sz w:val="24"/>
          <w:szCs w:val="24"/>
        </w:rPr>
      </w:pPr>
      <w:r w:rsidRPr="00A07FF1">
        <w:rPr>
          <w:rFonts w:cstheme="minorHAnsi"/>
          <w:sz w:val="24"/>
          <w:szCs w:val="24"/>
        </w:rPr>
        <w:t>The goods data are a complete enumeration of documents collected by CBP and are not subject to sampling errors. Quality assurance procedures are performed at every stage of collection, processing, and tabulation. However, the data are still subject to several types of nonsampling errors. The most significant of these include reporting errors, undocumented shipments, timeliness, data capture errors, and errors in the estimation of low-valued transactions.</w:t>
      </w:r>
    </w:p>
    <w:p w14:paraId="6716967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Reporting Errors</w:t>
      </w:r>
      <w:r w:rsidRPr="00A07FF1">
        <w:rPr>
          <w:rFonts w:cstheme="minorHAnsi"/>
          <w:bCs/>
          <w:sz w:val="24"/>
          <w:szCs w:val="24"/>
        </w:rPr>
        <w:t>:</w:t>
      </w:r>
      <w:r w:rsidRPr="00A07FF1">
        <w:rPr>
          <w:rFonts w:cstheme="minorHAnsi"/>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Undocumented Shipments</w:t>
      </w:r>
      <w:r w:rsidRPr="00A07FF1">
        <w:rPr>
          <w:rFonts w:cstheme="minorHAnsi"/>
          <w:bCs/>
          <w:sz w:val="24"/>
          <w:szCs w:val="24"/>
        </w:rPr>
        <w:t>:</w:t>
      </w:r>
      <w:r w:rsidRPr="00A07FF1">
        <w:rPr>
          <w:rFonts w:cstheme="minorHAnsi"/>
          <w:b/>
          <w:bCs/>
          <w:sz w:val="24"/>
          <w:szCs w:val="24"/>
        </w:rPr>
        <w:t xml:space="preserve"> </w:t>
      </w:r>
      <w:r w:rsidRPr="00A07FF1">
        <w:rPr>
          <w:rFonts w:cstheme="minorHAnsi"/>
          <w:sz w:val="24"/>
          <w:szCs w:val="24"/>
        </w:rPr>
        <w:t>Federal regulations require importers, exporters, or their agents to report all merchandise shipments above established exemption levels. The Census Bureau has determined that not all required documents are filed, particularly for exports.</w:t>
      </w:r>
    </w:p>
    <w:p w14:paraId="33C183E1"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Timeliness and Data Capture Errors</w:t>
      </w:r>
      <w:r w:rsidRPr="00A07FF1">
        <w:rPr>
          <w:rFonts w:cstheme="minorHAnsi"/>
          <w:sz w:val="24"/>
          <w:szCs w:val="24"/>
        </w:rPr>
        <w:t>: The Census Bureau captures import and export information from administrative documents and through various automated collection programs. Documents may be lost, and data may be incorrectly keyed, coded, or recorded. Transactions may be included in a subsequent month’s statistics if received late.</w:t>
      </w:r>
    </w:p>
    <w:p w14:paraId="21ED21D6"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Low-Valued Transactions</w:t>
      </w:r>
      <w:r w:rsidRPr="00A07FF1">
        <w:rPr>
          <w:rFonts w:cstheme="minorHAnsi"/>
          <w:sz w:val="24"/>
          <w:szCs w:val="24"/>
        </w:rPr>
        <w:t>: The total values of transactions valued as much as or below $2,500 for exports and $2,000 ($250 for certain quota items) for imports are estimated for each country, using factors based on the ratios of low-valued shipments to individual country totals for past periods.</w:t>
      </w:r>
    </w:p>
    <w:p w14:paraId="2137D314" w14:textId="1201E925" w:rsidR="001705DB" w:rsidRPr="00A07FF1" w:rsidRDefault="001705DB" w:rsidP="001705DB">
      <w:pPr>
        <w:spacing w:after="120"/>
        <w:ind w:left="-360"/>
        <w:rPr>
          <w:rFonts w:cstheme="minorHAnsi"/>
          <w:sz w:val="24"/>
          <w:szCs w:val="24"/>
        </w:rPr>
      </w:pPr>
      <w:r w:rsidRPr="00A07FF1">
        <w:rPr>
          <w:rFonts w:cstheme="minorHAnsi"/>
          <w:sz w:val="24"/>
          <w:szCs w:val="24"/>
        </w:rPr>
        <w:t>The Census Bureau recommends that data users incorporate this information into their analyses, as nonsampling errors could impact the conclusion drawn from the results. See “</w:t>
      </w:r>
      <w:hyperlink r:id="rId25" w:history="1">
        <w:r w:rsidRPr="00A07FF1">
          <w:rPr>
            <w:rStyle w:val="Hyperlink"/>
            <w:rFonts w:cstheme="minorHAnsi"/>
            <w:sz w:val="24"/>
            <w:szCs w:val="24"/>
          </w:rPr>
          <w:t>U.S. Merchandise Trade Statistics: A Quality Profile</w:t>
        </w:r>
      </w:hyperlink>
      <w:r w:rsidRPr="00A07FF1">
        <w:rPr>
          <w:rStyle w:val="Hyperlink"/>
          <w:rFonts w:cstheme="minorHAnsi"/>
          <w:color w:val="auto"/>
          <w:sz w:val="24"/>
          <w:szCs w:val="24"/>
          <w:u w:val="none"/>
        </w:rPr>
        <w:t>”</w:t>
      </w:r>
      <w:r w:rsidRPr="00A07FF1">
        <w:rPr>
          <w:rFonts w:cstheme="minorHAnsi"/>
          <w:sz w:val="24"/>
          <w:szCs w:val="24"/>
        </w:rPr>
        <w:t xml:space="preserve"> (October 2014) for a detailed discussion of errors affecting the goods data.</w:t>
      </w:r>
    </w:p>
    <w:p w14:paraId="75A972EA"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Area Groupings</w:t>
      </w:r>
    </w:p>
    <w:p w14:paraId="00AA743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North America</w:t>
      </w:r>
      <w:r w:rsidRPr="00A07FF1">
        <w:rPr>
          <w:rFonts w:cstheme="minorHAnsi"/>
          <w:sz w:val="24"/>
          <w:szCs w:val="24"/>
        </w:rPr>
        <w:t>: Canada, Mexico.</w:t>
      </w:r>
    </w:p>
    <w:p w14:paraId="263A4478" w14:textId="77777777" w:rsidR="001705DB" w:rsidRPr="00A07FF1" w:rsidRDefault="001705DB" w:rsidP="001705DB">
      <w:pPr>
        <w:spacing w:after="120"/>
        <w:ind w:left="-360"/>
        <w:rPr>
          <w:rFonts w:cstheme="minorHAnsi"/>
          <w:sz w:val="24"/>
          <w:szCs w:val="24"/>
        </w:rPr>
      </w:pPr>
      <w:r w:rsidRPr="00A07FF1">
        <w:rPr>
          <w:rFonts w:cstheme="minorHAnsi"/>
          <w:b/>
          <w:sz w:val="24"/>
          <w:szCs w:val="24"/>
        </w:rPr>
        <w:t>Dominican Republic-Central America-United States Free Trade Agreement (</w:t>
      </w:r>
      <w:r w:rsidRPr="00A07FF1">
        <w:rPr>
          <w:rFonts w:cstheme="minorHAnsi"/>
          <w:b/>
          <w:bCs/>
          <w:sz w:val="24"/>
          <w:szCs w:val="24"/>
        </w:rPr>
        <w:t>CAFTA-DR)</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Costa Rica, Dominican Republic, El Salvador, Guatemala, Honduras, Nicaragua.</w:t>
      </w:r>
    </w:p>
    <w:p w14:paraId="2461702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w:t>
      </w:r>
      <w:r w:rsidRPr="00A07FF1">
        <w:rPr>
          <w:rFonts w:cstheme="minorHAnsi"/>
          <w:sz w:val="24"/>
          <w:szCs w:val="24"/>
        </w:rPr>
        <w:t>: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Mayen Island, Sweden, Switzerland, Tajikistan, Turkey, Turkmenistan, Ukraine, United Kingdom, Uzbekistan, Vatican City.</w:t>
      </w:r>
    </w:p>
    <w:p w14:paraId="49199015"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European Union</w:t>
      </w:r>
      <w:r w:rsidRPr="00A07FF1">
        <w:rPr>
          <w:rFonts w:cstheme="minorHAnsi"/>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Euro Area</w:t>
      </w:r>
      <w:r w:rsidRPr="00A07FF1">
        <w:rPr>
          <w:rFonts w:cstheme="minorHAnsi"/>
          <w:sz w:val="24"/>
          <w:szCs w:val="24"/>
        </w:rPr>
        <w:t>: Austria, Belgium, Cyprus, Estonia, Finland, France, Germany, Greece, Ireland, Italy, Latvia, Lithuania, Luxembourg, Malta, Netherlands, Portugal, Slovakia, Slovenia, Spain.</w:t>
      </w:r>
    </w:p>
    <w:p w14:paraId="01B38C9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Pacific Rim</w:t>
      </w:r>
      <w:r w:rsidRPr="00A07FF1">
        <w:rPr>
          <w:rFonts w:cstheme="minorHAnsi"/>
          <w:sz w:val="24"/>
          <w:szCs w:val="24"/>
        </w:rPr>
        <w:t>: Australia, Brunei, China, Hong Kong, Indonesia, Japan, Korea (South), Macau, Malaysia, New Zealand, Papua New Guinea, Philippines, Singapore, Taiwan.</w:t>
      </w:r>
    </w:p>
    <w:p w14:paraId="60264F28"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South/Central America</w:t>
      </w:r>
      <w:r w:rsidRPr="00A07FF1">
        <w:rPr>
          <w:rFonts w:cstheme="minorHAnsi"/>
          <w:sz w:val="24"/>
          <w:szCs w:val="24"/>
        </w:rPr>
        <w:t>: Anguilla, Antigua and Barbuda, Argentina, Aruba, Bahamas, Barbados, Belize, Bermuda, Bolivia, Brazil, British Virgin Islands, Cayman Islands, Chile, Colombia, Costa Rica, Cuba, Curacao, Dominica, Dominican Republic, Ecuador, El Salvador, Falkland Islands (Islas Malvinas), French Guiana, Grenada, Guadeloupe, Guatemala, Guyana, Haiti, Honduras, Jamaica, Martinique, Montserrat, Netherlands Antilles, Nicaragua, Panama, Paraguay, Peru, Sint Maarten, St. Kitts and Nevis, St. Lucia, St. Vincent and the Grenadines, Suriname, Trinidad and Tobago, Turks and Caicos Islands, Uruguay, Venezuela.</w:t>
      </w:r>
    </w:p>
    <w:p w14:paraId="38B78F7F" w14:textId="692419D2" w:rsidR="001705DB" w:rsidRPr="00A07FF1" w:rsidRDefault="001705DB" w:rsidP="001705DB">
      <w:pPr>
        <w:spacing w:after="120"/>
        <w:ind w:left="-360"/>
        <w:rPr>
          <w:rFonts w:cstheme="minorHAnsi"/>
          <w:sz w:val="24"/>
          <w:szCs w:val="24"/>
        </w:rPr>
      </w:pPr>
      <w:r w:rsidRPr="00A07FF1">
        <w:rPr>
          <w:rFonts w:cstheme="minorHAnsi"/>
          <w:b/>
          <w:bCs/>
          <w:sz w:val="24"/>
          <w:szCs w:val="24"/>
        </w:rPr>
        <w:t>Organization</w:t>
      </w:r>
      <w:r w:rsidRPr="00A07FF1">
        <w:rPr>
          <w:rFonts w:cstheme="minorHAnsi"/>
          <w:b/>
          <w:bCs/>
          <w:sz w:val="24"/>
          <w:szCs w:val="24"/>
          <w:lang w:val="es-MX"/>
        </w:rPr>
        <w:t xml:space="preserve"> of</w:t>
      </w:r>
      <w:r w:rsidRPr="00A07FF1">
        <w:rPr>
          <w:rFonts w:cstheme="minorHAnsi"/>
          <w:b/>
          <w:bCs/>
          <w:sz w:val="24"/>
          <w:szCs w:val="24"/>
        </w:rPr>
        <w:t xml:space="preserve"> Petroleum Exporting Countries</w:t>
      </w:r>
      <w:r w:rsidRPr="00A07FF1">
        <w:rPr>
          <w:rFonts w:cstheme="minorHAnsi"/>
          <w:b/>
          <w:bCs/>
          <w:sz w:val="24"/>
          <w:szCs w:val="24"/>
          <w:lang w:val="es-MX"/>
        </w:rPr>
        <w:t xml:space="preserve"> (OPEC)</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Angola,</w:t>
      </w:r>
      <w:r w:rsidR="00C71D34" w:rsidRPr="00A07FF1">
        <w:rPr>
          <w:rFonts w:cstheme="minorHAnsi"/>
          <w:sz w:val="24"/>
          <w:szCs w:val="24"/>
          <w:lang w:val="es-MX"/>
        </w:rPr>
        <w:t xml:space="preserve"> Congo (Brazzaville),</w:t>
      </w:r>
      <w:r w:rsidRPr="00A07FF1">
        <w:rPr>
          <w:rFonts w:cstheme="minorHAnsi"/>
          <w:sz w:val="24"/>
          <w:szCs w:val="24"/>
          <w:lang w:val="es-MX"/>
        </w:rPr>
        <w:t xml:space="preserve"> Ecuador,</w:t>
      </w:r>
      <w:r w:rsidRPr="00A07FF1">
        <w:rPr>
          <w:rFonts w:cstheme="minorHAnsi"/>
          <w:sz w:val="24"/>
          <w:szCs w:val="24"/>
        </w:rPr>
        <w:t xml:space="preserve"> Equatorial Guinea, Gabon</w:t>
      </w:r>
      <w:r w:rsidRPr="00A07FF1">
        <w:rPr>
          <w:rFonts w:cstheme="minorHAnsi"/>
          <w:sz w:val="24"/>
          <w:szCs w:val="24"/>
          <w:lang w:val="es-MX"/>
        </w:rPr>
        <w:t xml:space="preserve">, </w:t>
      </w:r>
      <w:r w:rsidRPr="00A07FF1">
        <w:rPr>
          <w:rFonts w:cstheme="minorHAnsi"/>
          <w:sz w:val="24"/>
          <w:szCs w:val="24"/>
        </w:rPr>
        <w:t>Iran</w:t>
      </w:r>
      <w:r w:rsidRPr="00A07FF1">
        <w:rPr>
          <w:rFonts w:cstheme="minorHAnsi"/>
          <w:sz w:val="24"/>
          <w:szCs w:val="24"/>
          <w:lang w:val="es-MX"/>
        </w:rPr>
        <w:t>, Iraq, Kuwait,</w:t>
      </w:r>
      <w:r w:rsidRPr="00A07FF1">
        <w:rPr>
          <w:rFonts w:cstheme="minorHAnsi"/>
          <w:sz w:val="24"/>
          <w:szCs w:val="24"/>
          <w:lang w:val="smj-NO"/>
        </w:rPr>
        <w:t xml:space="preserve"> Libya</w:t>
      </w:r>
      <w:r w:rsidRPr="00A07FF1">
        <w:rPr>
          <w:rFonts w:cstheme="minorHAnsi"/>
          <w:sz w:val="24"/>
          <w:szCs w:val="24"/>
          <w:lang w:val="es-MX"/>
        </w:rPr>
        <w:t>, Nigeria, Qatar,</w:t>
      </w:r>
      <w:r w:rsidRPr="00A07FF1">
        <w:rPr>
          <w:rFonts w:cstheme="minorHAnsi"/>
          <w:sz w:val="24"/>
          <w:szCs w:val="24"/>
        </w:rPr>
        <w:t xml:space="preserve"> Saudi</w:t>
      </w:r>
      <w:r w:rsidRPr="00A07FF1">
        <w:rPr>
          <w:rFonts w:cstheme="minorHAnsi"/>
          <w:sz w:val="24"/>
          <w:szCs w:val="24"/>
          <w:lang w:val="es-MX"/>
        </w:rPr>
        <w:t xml:space="preserve"> Arabia,</w:t>
      </w:r>
      <w:r w:rsidRPr="00A07FF1">
        <w:rPr>
          <w:rFonts w:cstheme="minorHAnsi"/>
          <w:sz w:val="24"/>
          <w:szCs w:val="24"/>
        </w:rPr>
        <w:t xml:space="preserve"> United Arab Emirates</w:t>
      </w:r>
      <w:r w:rsidRPr="00A07FF1">
        <w:rPr>
          <w:rFonts w:cstheme="minorHAnsi"/>
          <w:sz w:val="24"/>
          <w:szCs w:val="24"/>
          <w:lang w:val="es-MX"/>
        </w:rPr>
        <w:t>, Venezuela.</w:t>
      </w:r>
    </w:p>
    <w:p w14:paraId="7508BD12" w14:textId="3E88BF92" w:rsidR="001705DB" w:rsidRPr="00A07FF1" w:rsidRDefault="001705DB" w:rsidP="001705DB">
      <w:pPr>
        <w:spacing w:after="120"/>
        <w:ind w:left="-360"/>
        <w:rPr>
          <w:rFonts w:cstheme="minorHAnsi"/>
          <w:sz w:val="24"/>
          <w:szCs w:val="24"/>
          <w:lang w:val="es-MX"/>
        </w:rPr>
      </w:pPr>
      <w:r w:rsidRPr="00A07FF1">
        <w:rPr>
          <w:rFonts w:cstheme="minorHAnsi"/>
          <w:b/>
          <w:bCs/>
          <w:sz w:val="24"/>
          <w:szCs w:val="24"/>
        </w:rPr>
        <w:t>Africa</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xml:space="preserve">, Angola, </w:t>
      </w:r>
      <w:r w:rsidRPr="00A07FF1">
        <w:rPr>
          <w:rFonts w:cstheme="minorHAnsi"/>
          <w:sz w:val="24"/>
          <w:szCs w:val="24"/>
        </w:rPr>
        <w:t xml:space="preserve">Benin, Botswana, British Indian Ocean Territories, Burkina Faso, Burundi, Cabo Verde, Cameroon, Central African Republic, Chad, Comoros, Congo (Brazzaville), Congo (Kinshasa), Djibouti, Egypt, Equatorial Guinea, Eritrea, </w:t>
      </w:r>
      <w:r w:rsidR="000C49AE" w:rsidRPr="00A07FF1">
        <w:rPr>
          <w:rFonts w:cstheme="minorHAnsi"/>
          <w:sz w:val="24"/>
          <w:szCs w:val="24"/>
        </w:rPr>
        <w:t xml:space="preserve">Eswatini, </w:t>
      </w:r>
      <w:r w:rsidRPr="00A07FF1">
        <w:rPr>
          <w:rFonts w:cstheme="minorHAnsi"/>
          <w:sz w:val="24"/>
          <w:szCs w:val="24"/>
        </w:rPr>
        <w:t>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w:t>
      </w:r>
      <w:r w:rsidR="000C49AE" w:rsidRPr="00A07FF1">
        <w:rPr>
          <w:rFonts w:cstheme="minorHAnsi"/>
          <w:sz w:val="24"/>
          <w:szCs w:val="24"/>
        </w:rPr>
        <w:t>uth Africa, South Sudan, Sudan</w:t>
      </w:r>
      <w:r w:rsidRPr="00A07FF1">
        <w:rPr>
          <w:rFonts w:cstheme="minorHAnsi"/>
          <w:sz w:val="24"/>
          <w:szCs w:val="24"/>
        </w:rPr>
        <w:t>, Tanzania, Togo, Tunisia, Uganda, Western Sahara, Zambia, Zimbabwe.</w:t>
      </w:r>
    </w:p>
    <w:p w14:paraId="6B4A55BF"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Adjustments for Seasonal and Trading-Day Variations</w:t>
      </w:r>
    </w:p>
    <w:p w14:paraId="19985710" w14:textId="77777777" w:rsidR="00323FBE" w:rsidRPr="00A07FF1" w:rsidRDefault="001705DB" w:rsidP="001705DB">
      <w:pPr>
        <w:spacing w:after="120"/>
        <w:ind w:left="-360"/>
        <w:rPr>
          <w:rFonts w:cstheme="minorHAnsi"/>
          <w:sz w:val="24"/>
          <w:szCs w:val="24"/>
        </w:rPr>
      </w:pPr>
      <w:r w:rsidRPr="00A07FF1">
        <w:rPr>
          <w:rFonts w:cstheme="minorHAnsi"/>
          <w:sz w:val="24"/>
          <w:szCs w:val="24"/>
        </w:rPr>
        <w:t xml:space="preserve">Goods are initially classified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are used as the basis for computing the seasonal and trading-day adjusted data. These adjusted data are then summed to the six end-use aggregates for publication (see Exhibit 6). </w:t>
      </w:r>
      <w:r w:rsidR="00323FBE" w:rsidRPr="00A07FF1">
        <w:rPr>
          <w:rFonts w:cstheme="minorHAnsi"/>
          <w:sz w:val="24"/>
          <w:szCs w:val="24"/>
        </w:rPr>
        <w:t>The Census Bureau provides these data to BEA for use in the NIPAs and in the U.S international transactions accounts (balance of payments accounts).</w:t>
      </w:r>
    </w:p>
    <w:p w14:paraId="2BB5A3BF" w14:textId="56085B03" w:rsidR="001705DB" w:rsidRPr="00A07FF1" w:rsidRDefault="001705DB" w:rsidP="001705DB">
      <w:pPr>
        <w:spacing w:after="120"/>
        <w:ind w:left="-360"/>
        <w:rPr>
          <w:rFonts w:cstheme="minorHAnsi"/>
          <w:sz w:val="24"/>
          <w:szCs w:val="24"/>
        </w:rPr>
      </w:pPr>
      <w:r w:rsidRPr="00A07FF1">
        <w:rPr>
          <w:rFonts w:cstheme="minorHAnsi"/>
          <w:sz w:val="24"/>
          <w:szCs w:val="24"/>
        </w:rPr>
        <w:t>Exhibit 19 shows goods (Census basis) that are seasonally adjusted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are derived from different aggregations of the export and import data and from different seasonal adjustment models. Data users should use caution drawing comparisons between the two sets of seasonally adjusted series.</w:t>
      </w:r>
    </w:p>
    <w:p w14:paraId="7257AFD9" w14:textId="15CFBE43" w:rsidR="001705DB" w:rsidRPr="00A07FF1" w:rsidRDefault="001705DB" w:rsidP="001705DB">
      <w:pPr>
        <w:spacing w:after="120"/>
        <w:ind w:left="-360"/>
        <w:rPr>
          <w:rFonts w:cstheme="minorHAnsi"/>
          <w:sz w:val="24"/>
          <w:szCs w:val="24"/>
        </w:rPr>
      </w:pPr>
      <w:r w:rsidRPr="00A07FF1">
        <w:rPr>
          <w:rFonts w:cstheme="minorHAnsi"/>
          <w:sz w:val="24"/>
          <w:szCs w:val="24"/>
        </w:rPr>
        <w:t>The sea</w:t>
      </w:r>
      <w:r w:rsidR="00E83CA8" w:rsidRPr="00A07FF1">
        <w:rPr>
          <w:rFonts w:cstheme="minorHAnsi"/>
          <w:sz w:val="24"/>
          <w:szCs w:val="24"/>
        </w:rPr>
        <w:t>sonal adjustment procedure (X-13</w:t>
      </w:r>
      <w:r w:rsidRPr="00A07FF1">
        <w:rPr>
          <w:rFonts w:cstheme="minorHAnsi"/>
          <w:sz w:val="24"/>
          <w:szCs w:val="24"/>
        </w:rPr>
        <w:t>ARIMA-SEATS) is based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A07FF1" w:rsidRDefault="001705DB" w:rsidP="001705DB">
      <w:pPr>
        <w:spacing w:after="0"/>
        <w:ind w:left="-360"/>
        <w:rPr>
          <w:rFonts w:cstheme="minorHAnsi"/>
          <w:b/>
          <w:i/>
          <w:iCs/>
          <w:sz w:val="24"/>
          <w:szCs w:val="24"/>
        </w:rPr>
      </w:pPr>
      <w:r w:rsidRPr="00A07FF1">
        <w:rPr>
          <w:rFonts w:cstheme="minorHAnsi"/>
          <w:b/>
          <w:i/>
          <w:iCs/>
          <w:sz w:val="24"/>
          <w:szCs w:val="24"/>
        </w:rPr>
        <w:t>Adjustments for Price Change</w:t>
      </w:r>
    </w:p>
    <w:p w14:paraId="4FAEAB09" w14:textId="745D7566" w:rsidR="001705DB" w:rsidRPr="00A07FF1" w:rsidRDefault="001705DB" w:rsidP="001705DB">
      <w:pPr>
        <w:spacing w:after="120"/>
        <w:ind w:left="-360"/>
        <w:rPr>
          <w:rFonts w:cstheme="minorHAnsi"/>
          <w:sz w:val="24"/>
          <w:szCs w:val="24"/>
        </w:rPr>
      </w:pPr>
      <w:r w:rsidRPr="00A07FF1">
        <w:rPr>
          <w:rFonts w:cstheme="minorHAnsi"/>
          <w:sz w:val="24"/>
          <w:szCs w:val="24"/>
        </w:rPr>
        <w:t>Data adjusted for seasonal variation on a real</w:t>
      </w:r>
      <w:r w:rsidR="00323FBE" w:rsidRPr="00A07FF1">
        <w:rPr>
          <w:rFonts w:cstheme="minorHAnsi"/>
          <w:sz w:val="24"/>
          <w:szCs w:val="24"/>
        </w:rPr>
        <w:t>, or</w:t>
      </w:r>
      <w:r w:rsidRPr="00A07FF1">
        <w:rPr>
          <w:rFonts w:cstheme="minorHAnsi"/>
          <w:sz w:val="24"/>
          <w:szCs w:val="24"/>
        </w:rPr>
        <w:t xml:space="preserve"> chained-dollar</w:t>
      </w:r>
      <w:r w:rsidR="003721BB" w:rsidRPr="00A07FF1">
        <w:rPr>
          <w:rFonts w:cstheme="minorHAnsi"/>
          <w:sz w:val="24"/>
          <w:szCs w:val="24"/>
        </w:rPr>
        <w:t>,</w:t>
      </w:r>
      <w:r w:rsidRPr="00A07FF1">
        <w:rPr>
          <w:rFonts w:cstheme="minorHAnsi"/>
          <w:sz w:val="24"/>
          <w:szCs w:val="24"/>
        </w:rPr>
        <w:t xml:space="preserve"> basis (20</w:t>
      </w:r>
      <w:r w:rsidR="00323FBE" w:rsidRPr="00A07FF1">
        <w:rPr>
          <w:rFonts w:cstheme="minorHAnsi"/>
          <w:sz w:val="24"/>
          <w:szCs w:val="24"/>
        </w:rPr>
        <w:t>12</w:t>
      </w:r>
      <w:r w:rsidRPr="00A07FF1">
        <w:rPr>
          <w:rFonts w:cstheme="minorHAnsi"/>
          <w:sz w:val="24"/>
          <w:szCs w:val="24"/>
        </w:rPr>
        <w:t xml:space="preserve"> </w:t>
      </w:r>
      <w:r w:rsidR="00323FBE" w:rsidRPr="00A07FF1">
        <w:rPr>
          <w:rFonts w:cstheme="minorHAnsi"/>
          <w:sz w:val="24"/>
          <w:szCs w:val="24"/>
        </w:rPr>
        <w:t>reference</w:t>
      </w:r>
      <w:r w:rsidRPr="00A07FF1">
        <w:rPr>
          <w:rFonts w:cstheme="minorHAnsi"/>
          <w:sz w:val="24"/>
          <w:szCs w:val="24"/>
        </w:rPr>
        <w:t xml:space="preserve"> year) are presented in Exhibits 10 and 11. This adjustment for price change is done using the Fisher chain-weighted methodology. The deflators are primarily based on the monthly price indexes published by the BLS using techniques developed for the NIPAs by BEA.</w:t>
      </w:r>
    </w:p>
    <w:p w14:paraId="7AE44B96"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Principal Commodities</w:t>
      </w:r>
    </w:p>
    <w:p w14:paraId="2334B919" w14:textId="77777777" w:rsidR="001705DB" w:rsidRPr="00A07FF1" w:rsidRDefault="001705DB" w:rsidP="001705DB">
      <w:pPr>
        <w:spacing w:after="120"/>
        <w:ind w:left="-360"/>
        <w:rPr>
          <w:rFonts w:cstheme="minorHAnsi"/>
          <w:sz w:val="24"/>
          <w:szCs w:val="24"/>
        </w:rPr>
      </w:pPr>
      <w:r w:rsidRPr="00A07FF1">
        <w:rPr>
          <w:rFonts w:cstheme="minorHAnsi"/>
          <w:sz w:val="24"/>
          <w:szCs w:val="24"/>
        </w:rPr>
        <w:t>Goods data appearing in Exhibit 15 are classified in terms of the SITC Revision 4, with the exception of agricultural and manufactured goods. Agricultural goods are defined by the U.S. Department of Agriculture (USDA); they consist of non-marine food products and other products of agriculture that have not passed through complex processes of manufacture. Manufactured goods conform to the NAICS; they consist of goods that have been mechanically, physically, or chemically transformed. USDA agricultural goods and NAICS manufactured goods are not mutually exclusive categories.</w:t>
      </w:r>
    </w:p>
    <w:p w14:paraId="38ADB472" w14:textId="7AEF327D" w:rsidR="001705DB" w:rsidRPr="00A07FF1" w:rsidRDefault="001705DB" w:rsidP="001705DB">
      <w:pPr>
        <w:spacing w:after="120"/>
        <w:ind w:left="-360"/>
        <w:rPr>
          <w:rFonts w:cstheme="minorHAnsi"/>
          <w:sz w:val="24"/>
          <w:szCs w:val="24"/>
        </w:rPr>
      </w:pPr>
      <w:r w:rsidRPr="00A07FF1">
        <w:rPr>
          <w:rFonts w:cstheme="minorHAnsi"/>
          <w:sz w:val="24"/>
          <w:szCs w:val="24"/>
        </w:rPr>
        <w:t xml:space="preserve">Re-exports are foreign merchandise entering the country as imports and then exported in substantially the same condition as when imported. Re-exports, </w:t>
      </w:r>
      <w:r w:rsidR="00323FBE" w:rsidRPr="00A07FF1">
        <w:rPr>
          <w:rFonts w:cstheme="minorHAnsi"/>
          <w:sz w:val="24"/>
          <w:szCs w:val="24"/>
        </w:rPr>
        <w:t xml:space="preserve">which are </w:t>
      </w:r>
      <w:r w:rsidRPr="00A07FF1">
        <w:rPr>
          <w:rFonts w:cstheme="minorHAnsi"/>
          <w:sz w:val="24"/>
          <w:szCs w:val="24"/>
        </w:rPr>
        <w:t>included in overall export totals, appear as separate line items in Exhibit 15.</w:t>
      </w:r>
    </w:p>
    <w:p w14:paraId="7AF05460"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Advanced Technology Products</w:t>
      </w:r>
    </w:p>
    <w:p w14:paraId="70E1D458" w14:textId="77777777" w:rsidR="001705DB" w:rsidRPr="00A07FF1" w:rsidRDefault="001705DB" w:rsidP="001705DB">
      <w:pPr>
        <w:spacing w:after="120"/>
        <w:ind w:left="-360"/>
        <w:rPr>
          <w:rFonts w:cstheme="minorHAnsi"/>
          <w:sz w:val="24"/>
          <w:szCs w:val="24"/>
        </w:rPr>
      </w:pPr>
      <w:r w:rsidRPr="00A07FF1">
        <w:rPr>
          <w:rFonts w:cstheme="minorHAnsi"/>
          <w:sz w:val="24"/>
          <w:szCs w:val="24"/>
        </w:rPr>
        <w:t>About 500 of some 22,000 Schedule B and Harmonized Tariff Schedule classification codes used in reporting U.S. merchandise trade are identified as "advanced technology" codes, and they meet the following criteria:</w:t>
      </w:r>
    </w:p>
    <w:p w14:paraId="229C1C59"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 code contains products whose technology is from a recognized high technology field (e.g., biotechnology).</w:t>
      </w:r>
    </w:p>
    <w:p w14:paraId="59F836DB"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These products represent leading edge technology in that field.</w:t>
      </w:r>
    </w:p>
    <w:p w14:paraId="225D5610"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Such products constitute a significant part of all items covered in the selected classification code.</w:t>
      </w:r>
    </w:p>
    <w:p w14:paraId="71BB69DE" w14:textId="77777777" w:rsidR="001705DB" w:rsidRPr="00A07FF1" w:rsidRDefault="001705DB" w:rsidP="001705DB">
      <w:pPr>
        <w:spacing w:after="120"/>
        <w:ind w:left="-360"/>
        <w:rPr>
          <w:rFonts w:cstheme="minorHAnsi"/>
          <w:sz w:val="24"/>
          <w:szCs w:val="24"/>
        </w:rPr>
      </w:pPr>
      <w:r w:rsidRPr="00A07FF1">
        <w:rPr>
          <w:rFonts w:cstheme="minorHAnsi"/>
          <w:sz w:val="24"/>
          <w:szCs w:val="24"/>
        </w:rPr>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52010D24" w14:textId="0189C016" w:rsidR="005126C3" w:rsidRPr="00A07FF1" w:rsidRDefault="005126C3" w:rsidP="001705DB">
      <w:pPr>
        <w:spacing w:after="0"/>
        <w:ind w:left="-360"/>
        <w:rPr>
          <w:rFonts w:cstheme="minorHAnsi"/>
          <w:b/>
          <w:sz w:val="24"/>
          <w:szCs w:val="24"/>
        </w:rPr>
      </w:pPr>
      <w:r w:rsidRPr="00A07FF1">
        <w:rPr>
          <w:rFonts w:cstheme="minorHAnsi"/>
          <w:b/>
          <w:sz w:val="24"/>
          <w:szCs w:val="24"/>
        </w:rPr>
        <w:t xml:space="preserve">Goods </w:t>
      </w:r>
      <w:r w:rsidR="00C5235C" w:rsidRPr="00A07FF1">
        <w:rPr>
          <w:rFonts w:cstheme="minorHAnsi"/>
          <w:b/>
          <w:sz w:val="24"/>
          <w:szCs w:val="24"/>
        </w:rPr>
        <w:t>T</w:t>
      </w:r>
      <w:r w:rsidRPr="00A07FF1">
        <w:rPr>
          <w:rFonts w:cstheme="minorHAnsi"/>
          <w:b/>
          <w:sz w:val="24"/>
          <w:szCs w:val="24"/>
        </w:rPr>
        <w:t>rade in the Advance Economic Indicators Report</w:t>
      </w:r>
    </w:p>
    <w:p w14:paraId="468459A5" w14:textId="4DD89D6F" w:rsidR="005126C3" w:rsidRPr="00A07FF1" w:rsidRDefault="005126C3" w:rsidP="003A19CC">
      <w:pPr>
        <w:spacing w:after="120"/>
        <w:ind w:left="-360"/>
        <w:rPr>
          <w:rFonts w:cstheme="minorHAnsi"/>
          <w:sz w:val="24"/>
          <w:szCs w:val="24"/>
        </w:rPr>
      </w:pPr>
      <w:r w:rsidRPr="00A07FF1">
        <w:rPr>
          <w:rFonts w:cstheme="minorHAnsi"/>
          <w:sz w:val="24"/>
          <w:szCs w:val="24"/>
        </w:rPr>
        <w:t>In addition to the U.S. International Trade in Goods and Services report (FT-900), which is released jointly with BEA, the Census Bureau also releases advance statistics on international trade in goods, along with advance estimates on retail and wholesale inventories, in the Advance Economic Indicators Report (Advance Report). Trade statistics in the Advance Report, released on average 24 to 26 calendar days after the end of the reference month, reflect nearly complete coverage of goods trade, while statistics in the FT-900, released on average 34 to 36 calendar days after the end of the reference month, reflect complete coverage.</w:t>
      </w:r>
    </w:p>
    <w:p w14:paraId="5E6FDF6A" w14:textId="77777777" w:rsidR="005126C3" w:rsidRPr="00A07FF1" w:rsidRDefault="005126C3" w:rsidP="005126C3">
      <w:pPr>
        <w:spacing w:after="120"/>
        <w:ind w:left="-360"/>
        <w:rPr>
          <w:rFonts w:cstheme="minorHAnsi"/>
          <w:sz w:val="24"/>
          <w:szCs w:val="24"/>
        </w:rPr>
      </w:pPr>
      <w:r w:rsidRPr="00A07FF1">
        <w:rPr>
          <w:rFonts w:cstheme="minorHAnsi"/>
          <w:sz w:val="24"/>
          <w:szCs w:val="24"/>
        </w:rPr>
        <w:t>The Advance Report contains advance statistics for goods trade on a Census basis by principal end-use category, thus providing users an earlier high-level snapshot of U.S. international trade for the featured month. Commodity and country details and statistics for goods trade on a balance of payments (BOP) basis and for services trade are released several days later in the FT-900. See the Advance Report FAQs for more information.</w:t>
      </w:r>
    </w:p>
    <w:p w14:paraId="4ED17BEC" w14:textId="1DC8D09D" w:rsidR="005126C3" w:rsidRPr="00A07FF1" w:rsidRDefault="0055587A" w:rsidP="005126C3">
      <w:pPr>
        <w:spacing w:after="120"/>
        <w:ind w:left="-360"/>
        <w:rPr>
          <w:rFonts w:cstheme="minorHAnsi"/>
          <w:sz w:val="24"/>
          <w:szCs w:val="24"/>
        </w:rPr>
      </w:pPr>
      <w:r w:rsidRPr="0055587A">
        <w:rPr>
          <w:rFonts w:cstheme="minorHAnsi"/>
          <w:sz w:val="24"/>
          <w:szCs w:val="24"/>
        </w:rPr>
        <w:t xml:space="preserve">The FT-900 is the primary source for the goods trade data used in BEA’s quarterly GDP statistics. However, for the advance GDP estimate, FT-900 data for the third month are not yet available, so BEA uses data from the Advance Report. </w:t>
      </w:r>
      <w:r w:rsidR="005126C3" w:rsidRPr="00A07FF1">
        <w:rPr>
          <w:rFonts w:cstheme="minorHAnsi"/>
          <w:sz w:val="24"/>
          <w:szCs w:val="24"/>
        </w:rPr>
        <w:t>Because only goods trade on a Census basis by principal end-use category is available in the Advance Report, BEA applies adjustments, such as BOP and coverage adjustments, to the Advance Report statistics to produce detailed estimates for incorporation into the advance GDP estimate. See the “Key Source Data and Assumptions” table that accompanies each GDP release for more information.</w:t>
      </w:r>
    </w:p>
    <w:p w14:paraId="3DD9637B" w14:textId="73FEE1D3" w:rsidR="001705DB" w:rsidRPr="00A07FF1" w:rsidRDefault="001705DB" w:rsidP="001705DB">
      <w:pPr>
        <w:spacing w:after="0"/>
        <w:ind w:left="-360"/>
        <w:rPr>
          <w:rFonts w:cstheme="minorHAnsi"/>
          <w:b/>
          <w:sz w:val="24"/>
          <w:szCs w:val="24"/>
        </w:rPr>
      </w:pPr>
      <w:r w:rsidRPr="00A07FF1">
        <w:rPr>
          <w:rFonts w:cstheme="minorHAnsi"/>
          <w:b/>
          <w:sz w:val="24"/>
          <w:szCs w:val="24"/>
        </w:rPr>
        <w:t>Goods (</w:t>
      </w:r>
      <w:r w:rsidR="00A74F32" w:rsidRPr="00A07FF1">
        <w:rPr>
          <w:rFonts w:cstheme="minorHAnsi"/>
          <w:b/>
          <w:sz w:val="24"/>
          <w:szCs w:val="24"/>
        </w:rPr>
        <w:t>BOP</w:t>
      </w:r>
      <w:r w:rsidRPr="00A07FF1">
        <w:rPr>
          <w:rFonts w:cstheme="minorHAnsi"/>
          <w:b/>
          <w:sz w:val="24"/>
          <w:szCs w:val="24"/>
        </w:rPr>
        <w:t xml:space="preserve"> Basis) and Services</w:t>
      </w:r>
    </w:p>
    <w:p w14:paraId="57CA4D02" w14:textId="2C2AC01C" w:rsidR="001705DB" w:rsidRPr="00A07FF1" w:rsidRDefault="001705DB" w:rsidP="001705DB">
      <w:pPr>
        <w:spacing w:after="120"/>
        <w:ind w:left="-360"/>
        <w:rPr>
          <w:rFonts w:cstheme="minorHAnsi"/>
          <w:sz w:val="24"/>
          <w:szCs w:val="24"/>
        </w:rPr>
      </w:pPr>
      <w:r w:rsidRPr="00A07FF1">
        <w:rPr>
          <w:rFonts w:cstheme="minorHAnsi"/>
          <w:sz w:val="24"/>
          <w:szCs w:val="24"/>
        </w:rPr>
        <w:t xml:space="preserve">Quarterly and annual statistics for goods on a balance of payments (BOP) basis and for services are included in the U.S. international transactions accounts (ITAs), which are published by BEA in news releases in March, June, September, and December and in the </w:t>
      </w:r>
      <w:hyperlink r:id="rId26" w:history="1">
        <w:r w:rsidRPr="00A07FF1">
          <w:rPr>
            <w:rStyle w:val="Hyperlink"/>
            <w:rFonts w:cstheme="minorHAnsi"/>
            <w:i/>
            <w:sz w:val="24"/>
            <w:szCs w:val="24"/>
          </w:rPr>
          <w:t>Survey of Current Business</w:t>
        </w:r>
      </w:hyperlink>
      <w:r w:rsidRPr="00A07FF1">
        <w:rPr>
          <w:rFonts w:cstheme="minorHAnsi"/>
          <w:sz w:val="24"/>
          <w:szCs w:val="24"/>
        </w:rPr>
        <w:t xml:space="preserve"> in the January, April, July, and October issues. The next release of the ITAs is scheduled for </w:t>
      </w:r>
      <w:r w:rsidR="00610878" w:rsidRPr="00A07FF1">
        <w:rPr>
          <w:rFonts w:cstheme="minorHAnsi"/>
          <w:sz w:val="24"/>
          <w:szCs w:val="24"/>
        </w:rPr>
        <w:t>Dec</w:t>
      </w:r>
      <w:r w:rsidR="009514AF" w:rsidRPr="00A07FF1">
        <w:rPr>
          <w:rFonts w:cstheme="minorHAnsi"/>
          <w:sz w:val="24"/>
          <w:szCs w:val="24"/>
        </w:rPr>
        <w:t>ember 19</w:t>
      </w:r>
      <w:r w:rsidRPr="00A07FF1">
        <w:rPr>
          <w:rFonts w:cstheme="minorHAnsi"/>
          <w:sz w:val="24"/>
          <w:szCs w:val="24"/>
        </w:rPr>
        <w:t>, 2018.</w:t>
      </w:r>
    </w:p>
    <w:p w14:paraId="06F93214" w14:textId="457B0452" w:rsidR="001705DB" w:rsidRPr="00A07FF1" w:rsidRDefault="001705DB" w:rsidP="001705DB">
      <w:pPr>
        <w:spacing w:after="120"/>
        <w:ind w:left="-360"/>
        <w:rPr>
          <w:rFonts w:cstheme="minorHAnsi"/>
          <w:sz w:val="24"/>
          <w:szCs w:val="24"/>
        </w:rPr>
      </w:pPr>
      <w:r w:rsidRPr="00A07FF1">
        <w:rPr>
          <w:rFonts w:cstheme="minorHAnsi"/>
          <w:sz w:val="24"/>
          <w:szCs w:val="24"/>
        </w:rPr>
        <w:t xml:space="preserve">In addition, BEA releases detailed annual </w:t>
      </w:r>
      <w:hyperlink r:id="rId27" w:history="1">
        <w:r w:rsidRPr="00A07FF1">
          <w:rPr>
            <w:rStyle w:val="Hyperlink"/>
            <w:rFonts w:cstheme="minorHAnsi"/>
            <w:sz w:val="24"/>
            <w:szCs w:val="24"/>
          </w:rPr>
          <w:t>international services</w:t>
        </w:r>
      </w:hyperlink>
      <w:r w:rsidRPr="00A07FF1">
        <w:rPr>
          <w:rFonts w:cstheme="minorHAnsi"/>
          <w:sz w:val="24"/>
          <w:szCs w:val="24"/>
        </w:rPr>
        <w:t xml:space="preserve"> statistics, which consist of statistics on trade in services and on services supplied through affiliates of multinational enterprises. The statistics provide detail on U.S. trade in services by type and by country and area and detail on services supplied through affiliates by industry and by country and area.</w:t>
      </w:r>
    </w:p>
    <w:p w14:paraId="2102CF68" w14:textId="0C2F828D"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Goods (</w:t>
      </w:r>
      <w:r w:rsidR="00A74F32" w:rsidRPr="00A07FF1">
        <w:rPr>
          <w:rFonts w:cstheme="minorHAnsi"/>
          <w:b/>
          <w:bCs/>
          <w:i/>
          <w:iCs/>
          <w:sz w:val="24"/>
          <w:szCs w:val="24"/>
        </w:rPr>
        <w:t>BOP</w:t>
      </w:r>
      <w:r w:rsidRPr="00A07FF1">
        <w:rPr>
          <w:rFonts w:cstheme="minorHAnsi"/>
          <w:b/>
          <w:bCs/>
          <w:i/>
          <w:iCs/>
          <w:sz w:val="24"/>
          <w:szCs w:val="24"/>
        </w:rPr>
        <w:t xml:space="preserve"> Basis)</w:t>
      </w:r>
    </w:p>
    <w:p w14:paraId="03DB8DB8" w14:textId="5A13B25D" w:rsidR="001705DB" w:rsidRPr="00A07FF1" w:rsidRDefault="001705DB" w:rsidP="001705DB">
      <w:pPr>
        <w:spacing w:after="120"/>
        <w:ind w:left="-360"/>
        <w:rPr>
          <w:rFonts w:cstheme="minorHAnsi"/>
          <w:sz w:val="24"/>
          <w:szCs w:val="24"/>
        </w:rPr>
      </w:pPr>
      <w:r w:rsidRPr="00A07FF1">
        <w:rPr>
          <w:rFonts w:cstheme="minorHAnsi"/>
          <w:sz w:val="24"/>
          <w:szCs w:val="24"/>
        </w:rPr>
        <w:t xml:space="preserve">Goods on a Census basis are adjusted by BEA to a BOP basis to align the data with the concepts and definitions used to prepare the international and national economic accounts. These adjustments, which are applied separately to exports and imports, are necessary to supplement coverage of the Census data, to eliminate duplication of transactions recorded elsewhere in the international accounts, and to value transactions at market prices. They include both </w:t>
      </w:r>
      <w:r w:rsidRPr="00A07FF1">
        <w:rPr>
          <w:rFonts w:cstheme="minorHAnsi"/>
          <w:i/>
          <w:sz w:val="24"/>
          <w:szCs w:val="24"/>
        </w:rPr>
        <w:t>additions</w:t>
      </w:r>
      <w:r w:rsidRPr="00A07FF1">
        <w:rPr>
          <w:rFonts w:cstheme="minorHAnsi"/>
          <w:sz w:val="24"/>
          <w:szCs w:val="24"/>
        </w:rPr>
        <w:t xml:space="preserve"> to and </w:t>
      </w:r>
      <w:r w:rsidRPr="00A07FF1">
        <w:rPr>
          <w:rFonts w:cstheme="minorHAnsi"/>
          <w:i/>
          <w:sz w:val="24"/>
          <w:szCs w:val="24"/>
        </w:rPr>
        <w:t>deductions</w:t>
      </w:r>
      <w:r w:rsidRPr="00A07FF1">
        <w:rPr>
          <w:rFonts w:cstheme="minorHAnsi"/>
          <w:sz w:val="24"/>
          <w:szCs w:val="24"/>
        </w:rPr>
        <w:t xml:space="preserve"> from goods on a Census basis and are presented in this release as </w:t>
      </w:r>
      <w:r w:rsidRPr="00A07FF1">
        <w:rPr>
          <w:rFonts w:cstheme="minorHAnsi"/>
          <w:i/>
          <w:sz w:val="24"/>
          <w:szCs w:val="24"/>
        </w:rPr>
        <w:t>net adjustments</w:t>
      </w:r>
      <w:r w:rsidRPr="00A07FF1">
        <w:rPr>
          <w:rFonts w:cstheme="minorHAnsi"/>
          <w:sz w:val="24"/>
          <w:szCs w:val="24"/>
        </w:rPr>
        <w:t xml:space="preserve">. Adjustments that exhibit significant seasonal patterns are seasonally adjusted. BEA also publishes more detailed quarterly and annual statistics for </w:t>
      </w:r>
      <w:r w:rsidRPr="00A07FF1">
        <w:rPr>
          <w:rFonts w:cstheme="minorHAnsi"/>
          <w:i/>
          <w:sz w:val="24"/>
          <w:szCs w:val="24"/>
        </w:rPr>
        <w:t>net adjustments</w:t>
      </w:r>
      <w:r w:rsidRPr="00A07FF1">
        <w:rPr>
          <w:rFonts w:cstheme="minorHAnsi"/>
          <w:sz w:val="24"/>
          <w:szCs w:val="24"/>
        </w:rPr>
        <w:t xml:space="preserve"> in </w:t>
      </w:r>
      <w:hyperlink r:id="rId28" w:history="1">
        <w:r w:rsidRPr="00A07FF1">
          <w:rPr>
            <w:rStyle w:val="Hyperlink"/>
            <w:rFonts w:cstheme="minorHAnsi"/>
            <w:sz w:val="24"/>
            <w:szCs w:val="24"/>
          </w:rPr>
          <w:t>ITA Table 2.4. U.S. International Trade in Goods, Balance of Payments Adjustments</w:t>
        </w:r>
      </w:hyperlink>
      <w:r w:rsidRPr="00A07FF1">
        <w:rPr>
          <w:rFonts w:cstheme="minorHAnsi"/>
          <w:sz w:val="24"/>
          <w:szCs w:val="24"/>
        </w:rPr>
        <w:t xml:space="preserve"> and in the January, April, July, and October issues of the </w:t>
      </w:r>
      <w:r w:rsidRPr="00A07FF1">
        <w:rPr>
          <w:rFonts w:cstheme="minorHAnsi"/>
          <w:i/>
          <w:sz w:val="24"/>
          <w:szCs w:val="24"/>
        </w:rPr>
        <w:t>Survey of Current Business</w:t>
      </w:r>
      <w:r w:rsidRPr="00A07FF1">
        <w:rPr>
          <w:rFonts w:cstheme="minorHAnsi"/>
          <w:sz w:val="24"/>
          <w:szCs w:val="24"/>
        </w:rPr>
        <w:t>.</w:t>
      </w:r>
    </w:p>
    <w:p w14:paraId="18D88385" w14:textId="77777777" w:rsidR="001705DB" w:rsidRPr="00A07FF1" w:rsidRDefault="001705DB" w:rsidP="001705DB">
      <w:pPr>
        <w:spacing w:after="120"/>
        <w:ind w:left="-360"/>
        <w:rPr>
          <w:rFonts w:cstheme="minorHAnsi"/>
          <w:sz w:val="24"/>
          <w:szCs w:val="24"/>
        </w:rPr>
      </w:pPr>
      <w:r w:rsidRPr="00A07FF1">
        <w:rPr>
          <w:rFonts w:cstheme="minorHAnsi"/>
          <w:sz w:val="24"/>
          <w:szCs w:val="24"/>
        </w:rPr>
        <w:t>The export adjustments include:</w:t>
      </w:r>
    </w:p>
    <w:p w14:paraId="65653822"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exports,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bCs/>
          <w:i/>
          <w:sz w:val="24"/>
          <w:szCs w:val="24"/>
        </w:rPr>
        <w:t>addition</w:t>
      </w:r>
      <w:r w:rsidRPr="00A07FF1">
        <w:rPr>
          <w:rFonts w:cstheme="minorHAnsi"/>
          <w:bCs/>
          <w:sz w:val="24"/>
          <w:szCs w:val="24"/>
        </w:rPr>
        <w:t xml:space="preserve"> is made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Goods procured in U.S. ports by foreign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foreign air and ocean carriers’ fuel purchases in U.S. ports.</w:t>
      </w:r>
    </w:p>
    <w:p w14:paraId="3ABD5B4F"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Net exports of goods under merchanting</w:t>
      </w:r>
      <w:r w:rsidRPr="00A07FF1">
        <w:rPr>
          <w:rFonts w:cstheme="minorHAnsi"/>
          <w:bCs/>
          <w:sz w:val="24"/>
          <w:szCs w:val="24"/>
        </w:rPr>
        <w:t xml:space="preserve"> - This </w:t>
      </w:r>
      <w:r w:rsidRPr="00A07FF1">
        <w:rPr>
          <w:rFonts w:cstheme="minorHAnsi"/>
          <w:bCs/>
          <w:i/>
          <w:sz w:val="24"/>
          <w:szCs w:val="24"/>
        </w:rPr>
        <w:t>addition</w:t>
      </w:r>
      <w:r w:rsidRPr="00A07FF1">
        <w:rPr>
          <w:rFonts w:cstheme="minorHAnsi"/>
          <w:bCs/>
          <w:sz w:val="24"/>
          <w:szCs w:val="24"/>
        </w:rPr>
        <w:t xml:space="preserve"> is made to include the net value of the purchase and subsequent resale of goods abroad without the goods entering the United States. Because these goods do not cross the U.S. customs frontier, their value is not recorded in the Census data.</w:t>
      </w:r>
    </w:p>
    <w:p w14:paraId="0D64AEC2"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exports include:</w:t>
      </w:r>
    </w:p>
    <w:p w14:paraId="6A90FFC5" w14:textId="2E083A3D"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developed motion picture film, </w:t>
      </w:r>
      <w:r w:rsidR="00323FBE" w:rsidRPr="00A07FF1">
        <w:rPr>
          <w:rFonts w:cstheme="minorHAnsi"/>
          <w:sz w:val="24"/>
          <w:szCs w:val="24"/>
        </w:rPr>
        <w:t>military grant-aid,</w:t>
      </w:r>
      <w:r w:rsidR="00323FBE" w:rsidRPr="00A07FF1">
        <w:rPr>
          <w:rFonts w:cstheme="minorHAnsi"/>
        </w:rPr>
        <w:t xml:space="preserve"> </w:t>
      </w:r>
      <w:r w:rsidR="00323FBE" w:rsidRPr="00A07FF1">
        <w:rPr>
          <w:rFonts w:cstheme="minorHAnsi"/>
          <w:sz w:val="24"/>
          <w:szCs w:val="24"/>
        </w:rPr>
        <w:t>and, for periods prior to 2010, goods identified in the Census data as exports under the Foreign Military Sales (FMS) program.</w:t>
      </w:r>
      <w:r w:rsidRPr="00A07FF1">
        <w:rPr>
          <w:rFonts w:cstheme="minorHAnsi"/>
          <w:sz w:val="24"/>
          <w:szCs w:val="24"/>
        </w:rPr>
        <w:t xml:space="preserve"> </w:t>
      </w:r>
      <w:r w:rsidRPr="00A07FF1">
        <w:rPr>
          <w:rFonts w:cstheme="minorHAnsi"/>
          <w:i/>
          <w:sz w:val="24"/>
          <w:szCs w:val="24"/>
        </w:rPr>
        <w:t>Additions</w:t>
      </w:r>
      <w:r w:rsidRPr="00A07FF1">
        <w:rPr>
          <w:rFonts w:cstheme="minorHAnsi"/>
          <w:sz w:val="24"/>
          <w:szCs w:val="24"/>
        </w:rPr>
        <w:t xml:space="preserve"> for sales of fish caught in U.S. territorial waters, exports of electricity to Mexico, private gift parcels, vessels and oil rigs for which ownership changes, valuation of software exports at market value, low-value (below reporting threshold) transactions for 1999–2009 to phase in a revised Census Bureau low-value methodology that was implemented for goods on a Census basis beginning with statistics for 2010</w:t>
      </w:r>
      <w:r w:rsidR="00323FBE" w:rsidRPr="00A07FF1">
        <w:rPr>
          <w:rFonts w:cstheme="minorHAnsi"/>
          <w:sz w:val="24"/>
          <w:szCs w:val="24"/>
        </w:rPr>
        <w:t>, and, for periods prior to 2010, FMS goods exports reported to BEA by the U.S. Department of Defense.</w:t>
      </w:r>
    </w:p>
    <w:p w14:paraId="57B12AB7" w14:textId="77777777" w:rsidR="001705DB" w:rsidRPr="00A07FF1" w:rsidRDefault="001705DB" w:rsidP="001705DB">
      <w:pPr>
        <w:spacing w:after="120"/>
        <w:ind w:left="-360"/>
        <w:rPr>
          <w:rFonts w:cstheme="minorHAnsi"/>
          <w:sz w:val="24"/>
          <w:szCs w:val="24"/>
        </w:rPr>
      </w:pPr>
      <w:r w:rsidRPr="00A07FF1">
        <w:rPr>
          <w:rFonts w:cstheme="minorHAnsi"/>
          <w:sz w:val="24"/>
          <w:szCs w:val="24"/>
        </w:rPr>
        <w:t>The import adjustments include:</w:t>
      </w:r>
    </w:p>
    <w:p w14:paraId="42C09BE0"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imports,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gold sold by foreign official agencies to private purchasers out of stock held at the Federal Reserve Bank of New York. The Census data only include gold that enters the U.S. customs territory.</w:t>
      </w:r>
    </w:p>
    <w:p w14:paraId="7228C1B4"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Goods procured in foreign ports by U.S.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U.S. air and ocean carriers’ fuel purchases in foreign ports.</w:t>
      </w:r>
    </w:p>
    <w:p w14:paraId="209C14B9"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Imports by U.S. military agencies</w:t>
      </w:r>
      <w:r w:rsidRPr="00A07FF1">
        <w:rPr>
          <w:rFonts w:cstheme="minorHAnsi"/>
          <w:bCs/>
          <w:sz w:val="24"/>
          <w:szCs w:val="24"/>
        </w:rPr>
        <w:t xml:space="preserve"> - T</w:t>
      </w:r>
      <w:r w:rsidRPr="00A07FF1">
        <w:rPr>
          <w:rFonts w:cstheme="minorHAnsi"/>
          <w:sz w:val="24"/>
          <w:szCs w:val="24"/>
        </w:rPr>
        <w:t xml:space="preserve">his </w:t>
      </w:r>
      <w:r w:rsidRPr="00A07FF1">
        <w:rPr>
          <w:rFonts w:cstheme="minorHAnsi"/>
          <w:i/>
          <w:sz w:val="24"/>
          <w:szCs w:val="24"/>
        </w:rPr>
        <w:t>addition</w:t>
      </w:r>
      <w:r w:rsidRPr="00A07FF1">
        <w:rPr>
          <w:rFonts w:cstheme="minorHAnsi"/>
          <w:sz w:val="24"/>
          <w:szCs w:val="24"/>
        </w:rPr>
        <w:t xml:space="preserve"> is made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Inland freight in Canada and Mexico</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A07FF1">
        <w:rPr>
          <w:rFonts w:cstheme="minorHAnsi"/>
          <w:i/>
          <w:sz w:val="24"/>
          <w:szCs w:val="24"/>
        </w:rPr>
        <w:t>addition</w:t>
      </w:r>
      <w:r w:rsidRPr="00A07FF1">
        <w:rPr>
          <w:rFonts w:cstheme="minorHAnsi"/>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imports include:</w:t>
      </w:r>
    </w:p>
    <w:p w14:paraId="34416B48" w14:textId="77777777"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repairs to U.S. vessels abroad, and developed motion picture film.  </w:t>
      </w:r>
      <w:r w:rsidRPr="00A07FF1">
        <w:rPr>
          <w:rFonts w:cstheme="minorHAnsi"/>
          <w:i/>
          <w:sz w:val="24"/>
          <w:szCs w:val="24"/>
        </w:rPr>
        <w:t>Additions</w:t>
      </w:r>
      <w:r w:rsidRPr="00A07FF1">
        <w:rPr>
          <w:rFonts w:cstheme="minorHAnsi"/>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FA5D3FA" w14:textId="77777777" w:rsidR="00950E8C" w:rsidRDefault="00950E8C" w:rsidP="001705DB">
      <w:pPr>
        <w:spacing w:after="0"/>
        <w:ind w:left="-360"/>
        <w:rPr>
          <w:rFonts w:cstheme="minorHAnsi"/>
          <w:b/>
          <w:bCs/>
          <w:i/>
          <w:sz w:val="24"/>
          <w:szCs w:val="24"/>
        </w:rPr>
      </w:pPr>
    </w:p>
    <w:p w14:paraId="557DD4A1" w14:textId="77777777" w:rsidR="00950E8C" w:rsidRDefault="00950E8C" w:rsidP="001705DB">
      <w:pPr>
        <w:spacing w:after="0"/>
        <w:ind w:left="-360"/>
        <w:rPr>
          <w:rFonts w:cstheme="minorHAnsi"/>
          <w:b/>
          <w:bCs/>
          <w:i/>
          <w:sz w:val="24"/>
          <w:szCs w:val="24"/>
        </w:rPr>
      </w:pPr>
    </w:p>
    <w:p w14:paraId="4CBD80F9" w14:textId="27C1EBBF" w:rsidR="001705DB" w:rsidRPr="00A07FF1" w:rsidRDefault="001705DB" w:rsidP="001705DB">
      <w:pPr>
        <w:spacing w:after="0"/>
        <w:ind w:left="-360"/>
        <w:rPr>
          <w:rFonts w:cstheme="minorHAnsi"/>
          <w:b/>
          <w:bCs/>
          <w:i/>
          <w:sz w:val="24"/>
          <w:szCs w:val="24"/>
        </w:rPr>
      </w:pPr>
      <w:r w:rsidRPr="00A07FF1">
        <w:rPr>
          <w:rFonts w:cstheme="minorHAnsi"/>
          <w:b/>
          <w:bCs/>
          <w:i/>
          <w:sz w:val="24"/>
          <w:szCs w:val="24"/>
        </w:rPr>
        <w:t>Services</w:t>
      </w:r>
    </w:p>
    <w:p w14:paraId="1D09A5CE" w14:textId="77777777" w:rsidR="001705DB" w:rsidRPr="00A07FF1" w:rsidRDefault="001705DB" w:rsidP="001705DB">
      <w:pPr>
        <w:spacing w:after="120"/>
        <w:ind w:left="-360"/>
        <w:rPr>
          <w:rFonts w:cstheme="minorHAnsi"/>
          <w:sz w:val="24"/>
          <w:szCs w:val="24"/>
        </w:rPr>
      </w:pPr>
      <w:r w:rsidRPr="00A07FF1">
        <w:rPr>
          <w:rFonts w:cstheme="minorHAnsi"/>
          <w:sz w:val="24"/>
          <w:szCs w:val="24"/>
        </w:rPr>
        <w:t>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to be part of the U.S. economy.</w:t>
      </w:r>
    </w:p>
    <w:p w14:paraId="162A7F0B" w14:textId="62E36DCA" w:rsidR="001705DB" w:rsidRPr="00A07FF1" w:rsidRDefault="001705DB" w:rsidP="001705DB">
      <w:pPr>
        <w:spacing w:after="120"/>
        <w:ind w:left="-360"/>
        <w:rPr>
          <w:rFonts w:cstheme="minorHAnsi"/>
          <w:sz w:val="24"/>
          <w:szCs w:val="24"/>
        </w:rPr>
      </w:pPr>
      <w:r w:rsidRPr="00A07FF1">
        <w:rPr>
          <w:rFonts w:cstheme="minorHAnsi"/>
          <w:sz w:val="24"/>
          <w:szCs w:val="24"/>
        </w:rPr>
        <w:t>Services statistics are based on quarterly, annual, and benchmark surveys and information obtained from monthly government and industry reports. For categories for which monthly data are not available, monthly statistics are derived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29" w:history="1">
        <w:r w:rsidRPr="00A07FF1">
          <w:rPr>
            <w:rStyle w:val="Hyperlink"/>
            <w:rFonts w:cstheme="minorHAnsi"/>
            <w:sz w:val="24"/>
            <w:szCs w:val="24"/>
          </w:rPr>
          <w:t>An Empirical Review of Methods for Temporal Distribution and Interpolation in the National Accounts</w:t>
        </w:r>
      </w:hyperlink>
      <w:r w:rsidRPr="00A07FF1">
        <w:rPr>
          <w:rFonts w:cstheme="minorHAnsi"/>
          <w:sz w:val="24"/>
          <w:szCs w:val="24"/>
        </w:rPr>
        <w:t>” (May 2008) for more information. Services are seasonally adjusted when statistically significant seasonal patterns are present.</w:t>
      </w:r>
    </w:p>
    <w:p w14:paraId="77588D1A" w14:textId="77777777" w:rsidR="001705DB" w:rsidRPr="00A07FF1" w:rsidRDefault="001705DB" w:rsidP="001705DB">
      <w:pPr>
        <w:spacing w:after="120"/>
        <w:ind w:left="-360"/>
        <w:rPr>
          <w:rFonts w:cstheme="minorHAnsi"/>
          <w:sz w:val="24"/>
          <w:szCs w:val="24"/>
        </w:rPr>
      </w:pPr>
      <w:r w:rsidRPr="00A07FF1">
        <w:rPr>
          <w:rFonts w:cstheme="minorHAnsi"/>
          <w:sz w:val="24"/>
          <w:szCs w:val="24"/>
        </w:rPr>
        <w:t>Services are shown in nine broad categories. The following is a brief description of the types of services included in each category:</w:t>
      </w:r>
    </w:p>
    <w:p w14:paraId="1B2A22EC"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Maintenance and repair services n.i.e. (not included elsewhere)</w:t>
      </w:r>
      <w:r w:rsidRPr="00A07FF1">
        <w:rPr>
          <w:rFonts w:cstheme="minorHAnsi"/>
          <w:bCs/>
          <w:sz w:val="24"/>
          <w:szCs w:val="24"/>
        </w:rPr>
        <w:t xml:space="preserve"> - Consists of </w:t>
      </w:r>
      <w:r w:rsidRPr="00A07FF1">
        <w:rPr>
          <w:rFonts w:cstheme="minorHAnsi"/>
          <w:sz w:val="24"/>
          <w:szCs w:val="24"/>
        </w:rPr>
        <w:t>maintenance and repair services performed by residents of one country on goods that are owned by residents of another country. The repairs may be performed at the site of the repair facility or elsewhere. Excludes such services in which the cost is included in the price of the goods and is not billed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Transport</w:t>
      </w:r>
      <w:r w:rsidRPr="00A07FF1">
        <w:rPr>
          <w:rFonts w:cstheme="minorHAnsi"/>
          <w:sz w:val="24"/>
          <w:szCs w:val="24"/>
        </w:rPr>
        <w:t xml:space="preserve"> - Consists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Travel (for all purposes including education)</w:t>
      </w:r>
      <w:r w:rsidRPr="00A07FF1">
        <w:rPr>
          <w:rFonts w:cstheme="minorHAnsi"/>
          <w:sz w:val="24"/>
          <w:szCs w:val="24"/>
        </w:rPr>
        <w:t xml:space="preserve"> - Includes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transactor-based component that covers a variety of goods and services, primarily lodging, meals, transportation in the country of travel, amusement, entertainment, and gifts. Travel excludes air passenger services for travel between countries, which are included in </w:t>
      </w:r>
      <w:r w:rsidRPr="00A07FF1">
        <w:rPr>
          <w:rFonts w:cstheme="minorHAnsi"/>
          <w:i/>
          <w:sz w:val="24"/>
          <w:szCs w:val="24"/>
        </w:rPr>
        <w:t>transport</w:t>
      </w:r>
      <w:r w:rsidRPr="00A07FF1">
        <w:rPr>
          <w:rFonts w:cstheme="minorHAnsi"/>
          <w:sz w:val="24"/>
          <w:szCs w:val="24"/>
        </w:rPr>
        <w:t>, and goods for resale, which are included in goods.</w:t>
      </w:r>
    </w:p>
    <w:p w14:paraId="0CC16067" w14:textId="77777777" w:rsidR="001705DB" w:rsidRPr="00A07FF1" w:rsidRDefault="001705DB" w:rsidP="001705DB">
      <w:pPr>
        <w:spacing w:after="120"/>
        <w:ind w:left="-360"/>
        <w:rPr>
          <w:rFonts w:cstheme="minorHAnsi"/>
          <w:sz w:val="24"/>
          <w:szCs w:val="24"/>
        </w:rPr>
      </w:pPr>
      <w:r w:rsidRPr="00A07FF1">
        <w:rPr>
          <w:rFonts w:cstheme="minorHAnsi"/>
          <w:sz w:val="24"/>
          <w:szCs w:val="24"/>
        </w:rPr>
        <w:t>Travel includes business and personal travel. Business travel covers goods and services acquired for use by persons whose primary purpose for travel is for business (including goods and services for which business travelers are reimbursed by employers). Business travel also includes expenditures by border, seasonal, and other short-term workers in their economy of employment. Personal travel covers travel for all non-business purposes, including for medical or educational purposes.</w:t>
      </w:r>
    </w:p>
    <w:p w14:paraId="719C1254" w14:textId="77777777" w:rsidR="001705DB" w:rsidRPr="00A07FF1" w:rsidRDefault="001705DB" w:rsidP="001705DB">
      <w:pPr>
        <w:spacing w:after="120"/>
        <w:ind w:left="-360"/>
        <w:rPr>
          <w:rFonts w:cstheme="minorHAnsi"/>
          <w:sz w:val="24"/>
          <w:szCs w:val="24"/>
        </w:rPr>
      </w:pPr>
      <w:r w:rsidRPr="00A07FF1">
        <w:rPr>
          <w:rFonts w:cstheme="minorHAnsi"/>
          <w:b/>
          <w:sz w:val="24"/>
          <w:szCs w:val="24"/>
        </w:rPr>
        <w:t>Insurance services</w:t>
      </w:r>
      <w:r w:rsidRPr="00A07FF1">
        <w:rPr>
          <w:rFonts w:cstheme="minorHAnsi"/>
          <w:sz w:val="24"/>
          <w:szCs w:val="24"/>
        </w:rPr>
        <w:t xml:space="preserve"> - Includes the direct insurance services of providing life insurance and annuities, non-life (property and casualty) insurance, reinsurance, freight insurance, and auxiliary insurance services.  Insurance is measured as gross premiums earned plus premium supplements less claims payable, with an adjustment for claims volatility. Premium supplements represent investment income from insurance reserves, which are attributed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A07FF1" w:rsidRDefault="001705DB" w:rsidP="001705DB">
      <w:pPr>
        <w:spacing w:after="120"/>
        <w:ind w:left="-360"/>
        <w:rPr>
          <w:rFonts w:cstheme="minorHAnsi"/>
          <w:sz w:val="24"/>
          <w:szCs w:val="24"/>
        </w:rPr>
      </w:pPr>
      <w:r w:rsidRPr="00A07FF1">
        <w:rPr>
          <w:rFonts w:cstheme="minorHAnsi"/>
          <w:b/>
          <w:sz w:val="24"/>
          <w:szCs w:val="24"/>
        </w:rPr>
        <w:t>Financial services</w:t>
      </w:r>
      <w:r w:rsidRPr="00A07FF1">
        <w:rPr>
          <w:rFonts w:cstheme="minorHAnsi"/>
          <w:sz w:val="24"/>
          <w:szCs w:val="24"/>
        </w:rPr>
        <w:t xml:space="preserve"> - Includes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 Services include securities brokerage and underwriting, financial management, financial advisory, and custody services; credit and other credit-related services; and securities lending, electronic funds transfer, and other services.</w:t>
      </w:r>
    </w:p>
    <w:p w14:paraId="15FA192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Charges for the use of intellectual property n.i.e.</w:t>
      </w:r>
      <w:r w:rsidRPr="00A07FF1">
        <w:rPr>
          <w:rFonts w:cstheme="minorHAnsi"/>
          <w:sz w:val="24"/>
          <w:szCs w:val="24"/>
        </w:rPr>
        <w:t xml:space="preserve"> - I</w:t>
      </w:r>
      <w:r w:rsidRPr="00A07FF1">
        <w:rPr>
          <w:rFonts w:cstheme="minorHAnsi"/>
          <w:bCs/>
          <w:sz w:val="24"/>
          <w:szCs w:val="24"/>
        </w:rPr>
        <w:t>ncludes charges for the use of proprietary rights, such as patents, trademarks, and copyrights, and charges for licenses to use, reproduce, distribute, and sell or purchase intellectual property</w:t>
      </w:r>
      <w:r w:rsidRPr="00A07FF1">
        <w:rPr>
          <w:rFonts w:cstheme="minorHAnsi"/>
          <w:b/>
          <w:bCs/>
          <w:sz w:val="24"/>
          <w:szCs w:val="24"/>
        </w:rPr>
        <w:t>.</w:t>
      </w:r>
    </w:p>
    <w:p w14:paraId="36A3BBD8" w14:textId="77777777" w:rsidR="001705DB" w:rsidRPr="00A07FF1" w:rsidRDefault="001705DB" w:rsidP="001705DB">
      <w:pPr>
        <w:spacing w:after="120"/>
        <w:ind w:left="-360"/>
        <w:rPr>
          <w:rFonts w:cstheme="minorHAnsi"/>
          <w:sz w:val="24"/>
          <w:szCs w:val="24"/>
        </w:rPr>
      </w:pPr>
      <w:r w:rsidRPr="00A07FF1">
        <w:rPr>
          <w:rFonts w:cstheme="minorHAnsi"/>
          <w:b/>
          <w:sz w:val="24"/>
          <w:szCs w:val="24"/>
        </w:rPr>
        <w:t>Telecommunications, computer, and information services</w:t>
      </w:r>
      <w:r w:rsidRPr="00A07FF1">
        <w:rPr>
          <w:rFonts w:cstheme="minorHAnsi"/>
          <w:sz w:val="24"/>
          <w:szCs w:val="24"/>
        </w:rPr>
        <w:t xml:space="preserve"> - Telecommunications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A07FF1" w:rsidRDefault="001705DB" w:rsidP="001705DB">
      <w:pPr>
        <w:spacing w:after="120"/>
        <w:ind w:left="-360"/>
        <w:rPr>
          <w:rFonts w:cstheme="minorHAnsi"/>
          <w:sz w:val="24"/>
          <w:szCs w:val="24"/>
        </w:rPr>
      </w:pPr>
      <w:r w:rsidRPr="00A07FF1">
        <w:rPr>
          <w:rFonts w:cstheme="minorHAnsi"/>
          <w:b/>
          <w:sz w:val="24"/>
          <w:szCs w:val="24"/>
        </w:rPr>
        <w:t>Other business services</w:t>
      </w:r>
      <w:r w:rsidRPr="00A07FF1">
        <w:rPr>
          <w:rFonts w:cstheme="minorHAnsi"/>
          <w:sz w:val="24"/>
          <w:szCs w:val="24"/>
        </w:rPr>
        <w:t xml:space="preserve"> - Consists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Government goods and services n.i.e.</w:t>
      </w:r>
      <w:r w:rsidRPr="00A07FF1">
        <w:rPr>
          <w:rFonts w:cstheme="minorHAnsi"/>
          <w:bCs/>
          <w:sz w:val="24"/>
          <w:szCs w:val="24"/>
        </w:rPr>
        <w:t xml:space="preserve"> - Includes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are classified to specific services categories when source data permit.</w:t>
      </w:r>
    </w:p>
    <w:p w14:paraId="0E15006E" w14:textId="77777777" w:rsidR="001705DB" w:rsidRPr="00A07FF1" w:rsidRDefault="001705DB" w:rsidP="001705DB">
      <w:pPr>
        <w:spacing w:after="0"/>
        <w:ind w:left="-360"/>
        <w:rPr>
          <w:rFonts w:cstheme="minorHAnsi"/>
          <w:sz w:val="24"/>
          <w:szCs w:val="24"/>
        </w:rPr>
      </w:pPr>
      <w:r w:rsidRPr="00A07FF1">
        <w:rPr>
          <w:rFonts w:cstheme="minorHAnsi"/>
          <w:b/>
          <w:bCs/>
          <w:i/>
          <w:sz w:val="24"/>
          <w:szCs w:val="24"/>
        </w:rPr>
        <w:t>Goods (BOP Basis) and Services by Country and Area</w:t>
      </w:r>
    </w:p>
    <w:p w14:paraId="56BE3B6D" w14:textId="77777777" w:rsidR="001705DB" w:rsidRPr="00A07FF1" w:rsidRDefault="001705DB" w:rsidP="001705DB">
      <w:pPr>
        <w:spacing w:after="120"/>
        <w:ind w:left="-360"/>
        <w:rPr>
          <w:rFonts w:cstheme="minorHAnsi"/>
          <w:sz w:val="24"/>
          <w:szCs w:val="24"/>
        </w:rPr>
      </w:pPr>
      <w:r w:rsidRPr="00A07FF1">
        <w:rPr>
          <w:rFonts w:cstheme="minorHAnsi"/>
          <w:sz w:val="24"/>
          <w:szCs w:val="24"/>
        </w:rPr>
        <w:t>Monthly country and area detail is not available for goods on a BOP basis or for services. However, quarterly statistics on goods on a BOP basis and on services that are seasonally adjusted by geography are shown in Exhibit 20. Unlike the seasonal adjustments by commodity and by service type that are applied to the global totals, these adjustments are developed and applied directly at the country and world area levels. For total exports and imports, data users should refer to the by-commodity and by-service type totals shown in the other exhibits. The seasonally adjusted country and world area data will not sum to the seasonally adjusted by-commodity and by-service type totals because the two sets of statistics are derived from different aggregations of the export and import data and from different seasonal adjustment models. Data users should use caution drawing comparisons between the two sets of seasonally adjusted series.</w:t>
      </w:r>
    </w:p>
    <w:p w14:paraId="5AFA98AA"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definitions of the world areas shown in Exhibit 20 are consistent with the definitions for goods on a Census basis (see </w:t>
      </w:r>
      <w:r w:rsidRPr="00A07FF1">
        <w:rPr>
          <w:rFonts w:cstheme="minorHAnsi"/>
          <w:i/>
          <w:sz w:val="24"/>
          <w:szCs w:val="24"/>
        </w:rPr>
        <w:t xml:space="preserve">AREA GROUPINGS </w:t>
      </w:r>
      <w:r w:rsidRPr="00A07FF1">
        <w:rPr>
          <w:rFonts w:cstheme="minorHAnsi"/>
          <w:sz w:val="24"/>
          <w:szCs w:val="24"/>
        </w:rPr>
        <w:t>above) with a few exceptions. For services, CAFTA-DR is not available because trade with this area’s member countries cannot be separately identified. For goods on a BOP basis and for services, European Union and OPEC reflect the composition of the areas at the time of reporting.</w:t>
      </w:r>
    </w:p>
    <w:p w14:paraId="5ABFAA51"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Revision Procedure (Goods on a BOP Basis and Services)</w:t>
      </w:r>
    </w:p>
    <w:p w14:paraId="05F5C93C"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Monthly Revisions</w:t>
      </w:r>
      <w:r w:rsidRPr="00A07FF1">
        <w:rPr>
          <w:rFonts w:cstheme="minorHAnsi"/>
          <w:bCs/>
          <w:sz w:val="24"/>
          <w:szCs w:val="24"/>
        </w:rPr>
        <w:t>:</w:t>
      </w:r>
      <w:r w:rsidRPr="00A07FF1">
        <w:rPr>
          <w:rFonts w:cstheme="minorHAnsi"/>
          <w:sz w:val="24"/>
          <w:szCs w:val="24"/>
        </w:rPr>
        <w:t xml:space="preserve"> Each month, a preliminary estimate for the current month and a revised estimate for the immediately preceding month are released. After the initial revision, no further revisions are made to a month until more complete source data become available in March, June, September, and December.</w:t>
      </w:r>
    </w:p>
    <w:p w14:paraId="4135B42D" w14:textId="77777777" w:rsidR="001705DB" w:rsidRPr="00A07FF1" w:rsidRDefault="001705DB" w:rsidP="001705DB">
      <w:pPr>
        <w:spacing w:after="120"/>
        <w:ind w:left="-360"/>
        <w:rPr>
          <w:rFonts w:cstheme="minorHAnsi"/>
          <w:sz w:val="24"/>
          <w:szCs w:val="24"/>
        </w:rPr>
      </w:pPr>
      <w:r w:rsidRPr="00A07FF1">
        <w:rPr>
          <w:rFonts w:cstheme="minorHAnsi"/>
          <w:b/>
          <w:sz w:val="24"/>
          <w:szCs w:val="24"/>
        </w:rPr>
        <w:t>Quarterly Revisions</w:t>
      </w:r>
      <w:r w:rsidRPr="00A07FF1">
        <w:rPr>
          <w:rFonts w:cstheme="minorHAnsi"/>
          <w:sz w:val="24"/>
          <w:szCs w:val="24"/>
        </w:rPr>
        <w:t>: The releases in March, June, September, and December contain revised estimates for the previous six months to incorporate more comprehensive and updated source data.</w:t>
      </w:r>
    </w:p>
    <w:p w14:paraId="444DF0B9"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historical data are revised to incorporate newly available and revised source data, changes in definitions and classifications, and changes in estimation methods. Seasonally adjusted data are also revised to reflect recalculated seasonal and trading-day adjustments.</w:t>
      </w:r>
    </w:p>
    <w:p w14:paraId="7D18C2E5" w14:textId="77777777" w:rsidR="001705DB" w:rsidRPr="00A07FF1" w:rsidRDefault="001705DB" w:rsidP="001705DB">
      <w:pPr>
        <w:spacing w:after="120"/>
        <w:ind w:left="-360"/>
        <w:rPr>
          <w:rFonts w:cstheme="minorHAnsi"/>
          <w:sz w:val="24"/>
          <w:szCs w:val="24"/>
        </w:rPr>
      </w:pPr>
      <w:r w:rsidRPr="00A07FF1">
        <w:rPr>
          <w:rFonts w:cstheme="minorHAnsi"/>
          <w:b/>
          <w:sz w:val="24"/>
          <w:szCs w:val="24"/>
        </w:rPr>
        <w:t>Other Revisions</w:t>
      </w:r>
      <w:r w:rsidRPr="00A07FF1">
        <w:rPr>
          <w:rFonts w:cstheme="minorHAnsi"/>
          <w:sz w:val="24"/>
          <w:szCs w:val="24"/>
        </w:rPr>
        <w:t>: The release in February contains revisions to goods for January through November of the most recent year; the release in March contains revisions to both goods and services for all months of the most recent year. These revisions result from forcing the seasonally adjusted months to equal the annual totals.</w:t>
      </w:r>
    </w:p>
    <w:p w14:paraId="39F9B54A" w14:textId="77777777" w:rsidR="001705DB" w:rsidRPr="00A07FF1" w:rsidRDefault="001705DB" w:rsidP="001705DB">
      <w:pPr>
        <w:spacing w:after="0"/>
        <w:ind w:left="-360"/>
        <w:rPr>
          <w:rFonts w:cstheme="minorHAnsi"/>
          <w:b/>
          <w:sz w:val="24"/>
          <w:szCs w:val="24"/>
        </w:rPr>
      </w:pPr>
      <w:r w:rsidRPr="00A07FF1">
        <w:rPr>
          <w:rFonts w:cstheme="minorHAnsi"/>
          <w:b/>
          <w:sz w:val="24"/>
          <w:szCs w:val="24"/>
        </w:rPr>
        <w:t>Data Availability</w:t>
      </w:r>
    </w:p>
    <w:p w14:paraId="3BACB984" w14:textId="32883029" w:rsidR="001705DB" w:rsidRPr="00A07FF1" w:rsidRDefault="001705DB" w:rsidP="001705DB">
      <w:pPr>
        <w:spacing w:after="120"/>
        <w:ind w:left="-360"/>
        <w:rPr>
          <w:rFonts w:cstheme="minorHAnsi"/>
          <w:sz w:val="24"/>
          <w:szCs w:val="24"/>
        </w:rPr>
      </w:pPr>
      <w:r w:rsidRPr="00A07FF1">
        <w:rPr>
          <w:rFonts w:cstheme="minorHAnsi"/>
          <w:sz w:val="24"/>
          <w:szCs w:val="24"/>
        </w:rPr>
        <w:t xml:space="preserve">The U.S. International Trade in Goods and Services news release (FT-900) and the FT-900 Supplement are available at </w:t>
      </w:r>
      <w:hyperlink r:id="rId30" w:history="1">
        <w:r w:rsidRPr="00A07FF1">
          <w:rPr>
            <w:rStyle w:val="Hyperlink"/>
            <w:rFonts w:cstheme="minorHAnsi"/>
            <w:sz w:val="24"/>
            <w:szCs w:val="24"/>
          </w:rPr>
          <w:t>www.census.gov/ft900</w:t>
        </w:r>
      </w:hyperlink>
      <w:r w:rsidRPr="00A07FF1">
        <w:rPr>
          <w:rFonts w:cstheme="minorHAnsi"/>
          <w:sz w:val="24"/>
          <w:szCs w:val="24"/>
        </w:rPr>
        <w:t xml:space="preserve"> or </w:t>
      </w:r>
      <w:hyperlink r:id="rId31" w:history="1">
        <w:r w:rsidR="002E30E6" w:rsidRPr="00A07FF1">
          <w:rPr>
            <w:rStyle w:val="Hyperlink"/>
            <w:rFonts w:cstheme="minorHAnsi"/>
            <w:sz w:val="24"/>
            <w:szCs w:val="24"/>
          </w:rPr>
          <w:t>www.bea.gov/newsreleases/international/trade/tradnewsrelease.htm</w:t>
        </w:r>
      </w:hyperlink>
      <w:r w:rsidR="002E30E6" w:rsidRPr="00A07FF1">
        <w:rPr>
          <w:rStyle w:val="Hyperlink"/>
          <w:rFonts w:cstheme="minorHAnsi"/>
          <w:sz w:val="24"/>
          <w:szCs w:val="24"/>
          <w:u w:val="none"/>
        </w:rPr>
        <w:t>.</w:t>
      </w:r>
    </w:p>
    <w:p w14:paraId="368A03BD" w14:textId="65834F6D" w:rsidR="00713F17" w:rsidRPr="00A07FF1" w:rsidRDefault="00713F17" w:rsidP="00713F17">
      <w:pPr>
        <w:spacing w:after="0"/>
        <w:ind w:left="-360"/>
        <w:rPr>
          <w:rFonts w:cstheme="minorHAnsi"/>
          <w:b/>
          <w:bCs/>
          <w:i/>
          <w:iCs/>
          <w:sz w:val="24"/>
          <w:szCs w:val="24"/>
        </w:rPr>
      </w:pPr>
      <w:r w:rsidRPr="00A07FF1">
        <w:rPr>
          <w:rFonts w:cstheme="minorHAnsi"/>
          <w:b/>
          <w:bCs/>
          <w:i/>
          <w:iCs/>
          <w:sz w:val="24"/>
          <w:szCs w:val="24"/>
        </w:rPr>
        <w:t>Resources</w:t>
      </w:r>
    </w:p>
    <w:p w14:paraId="6C55CA6D" w14:textId="2ED69EFD" w:rsidR="001705DB" w:rsidRPr="00A07FF1" w:rsidRDefault="001705DB" w:rsidP="001705DB">
      <w:pPr>
        <w:spacing w:after="120"/>
        <w:ind w:left="-360"/>
        <w:rPr>
          <w:rFonts w:cstheme="minorHAnsi"/>
          <w:sz w:val="24"/>
          <w:szCs w:val="24"/>
        </w:rPr>
      </w:pPr>
      <w:r w:rsidRPr="00A07FF1">
        <w:rPr>
          <w:rFonts w:cstheme="minorHAnsi"/>
          <w:b/>
          <w:sz w:val="24"/>
          <w:szCs w:val="24"/>
        </w:rPr>
        <w:t>Census Bureau’s Application Programming Interface (API)</w:t>
      </w:r>
      <w:r w:rsidRPr="00A07FF1">
        <w:rPr>
          <w:rFonts w:cstheme="minorHAnsi"/>
          <w:sz w:val="24"/>
          <w:szCs w:val="24"/>
        </w:rPr>
        <w:t>: The Census Bureau’s</w:t>
      </w:r>
      <w:r w:rsidRPr="00A07FF1">
        <w:rPr>
          <w:rFonts w:cstheme="minorHAnsi"/>
          <w:b/>
          <w:sz w:val="24"/>
          <w:szCs w:val="24"/>
        </w:rPr>
        <w:t xml:space="preserve"> </w:t>
      </w:r>
      <w:r w:rsidRPr="00A07FF1">
        <w:rPr>
          <w:rFonts w:cstheme="minorHAnsi"/>
          <w:sz w:val="24"/>
          <w:szCs w:val="24"/>
        </w:rPr>
        <w:t xml:space="preserve">API, available at </w:t>
      </w:r>
      <w:hyperlink r:id="rId32" w:history="1">
        <w:r w:rsidRPr="00A07FF1">
          <w:rPr>
            <w:rStyle w:val="Hyperlink"/>
            <w:rFonts w:cstheme="minorHAnsi"/>
            <w:sz w:val="24"/>
            <w:szCs w:val="24"/>
          </w:rPr>
          <w:t>www.census.gov/developers/</w:t>
        </w:r>
      </w:hyperlink>
      <w:r w:rsidRPr="00A07FF1">
        <w:rPr>
          <w:rFonts w:cstheme="minorHAnsi"/>
          <w:sz w:val="24"/>
          <w:szCs w:val="24"/>
        </w:rPr>
        <w:t>, lets developers create custom apps to reach new users and makes key demographic, socio-economic, and housing statistics more accessible than ever before.</w:t>
      </w:r>
    </w:p>
    <w:p w14:paraId="70CD33FA" w14:textId="62BA03F9" w:rsidR="001705DB" w:rsidRPr="00A07FF1" w:rsidRDefault="001705DB" w:rsidP="00A54FA6">
      <w:pPr>
        <w:spacing w:after="120"/>
        <w:ind w:left="-360"/>
        <w:rPr>
          <w:rFonts w:cstheme="minorHAnsi"/>
          <w:sz w:val="24"/>
          <w:szCs w:val="24"/>
        </w:rPr>
      </w:pPr>
      <w:r w:rsidRPr="00A07FF1">
        <w:rPr>
          <w:rFonts w:cstheme="minorHAnsi"/>
          <w:b/>
          <w:sz w:val="24"/>
          <w:szCs w:val="24"/>
        </w:rPr>
        <w:t>BEA’s Data API</w:t>
      </w:r>
      <w:r w:rsidRPr="00A07FF1">
        <w:rPr>
          <w:rFonts w:cstheme="minorHAnsi"/>
          <w:sz w:val="24"/>
          <w:szCs w:val="24"/>
        </w:rPr>
        <w:t xml:space="preserve">: BEA’s data API, available at </w:t>
      </w:r>
      <w:hyperlink r:id="rId33" w:history="1">
        <w:r w:rsidR="00C17E24" w:rsidRPr="00A07FF1">
          <w:rPr>
            <w:rStyle w:val="Hyperlink"/>
            <w:rFonts w:cstheme="minorHAnsi"/>
            <w:sz w:val="24"/>
            <w:szCs w:val="24"/>
          </w:rPr>
          <w:t>apps.bea.gov/API/signup/index.cfm</w:t>
        </w:r>
      </w:hyperlink>
      <w:r w:rsidRPr="00A07FF1">
        <w:rPr>
          <w:rFonts w:cstheme="minorHAnsi"/>
          <w:sz w:val="24"/>
          <w:szCs w:val="24"/>
        </w:rPr>
        <w:t>, provides programmatic access to BEA’s published economic statistics using industry-standard methods and procedures.</w:t>
      </w:r>
    </w:p>
    <w:p w14:paraId="3F0A3E7F" w14:textId="77777777" w:rsidR="000E6428" w:rsidRDefault="000E6428" w:rsidP="00713F17">
      <w:pPr>
        <w:spacing w:after="0"/>
        <w:ind w:left="-360"/>
        <w:rPr>
          <w:rFonts w:cstheme="minorHAnsi"/>
          <w:b/>
          <w:sz w:val="24"/>
          <w:szCs w:val="24"/>
        </w:rPr>
      </w:pPr>
    </w:p>
    <w:p w14:paraId="015F9A9C" w14:textId="77777777" w:rsidR="000E6428" w:rsidRDefault="000E6428" w:rsidP="00713F17">
      <w:pPr>
        <w:spacing w:after="0"/>
        <w:ind w:left="-360"/>
        <w:rPr>
          <w:rFonts w:cstheme="minorHAnsi"/>
          <w:b/>
          <w:sz w:val="24"/>
          <w:szCs w:val="24"/>
        </w:rPr>
      </w:pPr>
    </w:p>
    <w:p w14:paraId="604F5855" w14:textId="77777777" w:rsidR="000E6428" w:rsidRDefault="000E6428" w:rsidP="00713F17">
      <w:pPr>
        <w:spacing w:after="0"/>
        <w:ind w:left="-360"/>
        <w:rPr>
          <w:rFonts w:cstheme="minorHAnsi"/>
          <w:b/>
          <w:sz w:val="24"/>
          <w:szCs w:val="24"/>
        </w:rPr>
      </w:pPr>
    </w:p>
    <w:p w14:paraId="19DF3BD0" w14:textId="77777777" w:rsidR="000E6428" w:rsidRDefault="000E6428" w:rsidP="00713F17">
      <w:pPr>
        <w:spacing w:after="0"/>
        <w:ind w:left="-360"/>
        <w:rPr>
          <w:rFonts w:cstheme="minorHAnsi"/>
          <w:b/>
          <w:sz w:val="24"/>
          <w:szCs w:val="24"/>
        </w:rPr>
      </w:pPr>
    </w:p>
    <w:p w14:paraId="59172896" w14:textId="5EFC8DF8" w:rsidR="00713F17" w:rsidRPr="00A07FF1" w:rsidRDefault="00713F17" w:rsidP="00713F17">
      <w:pPr>
        <w:spacing w:after="0"/>
        <w:ind w:left="-360"/>
        <w:rPr>
          <w:rFonts w:cstheme="minorHAnsi"/>
          <w:b/>
          <w:sz w:val="24"/>
          <w:szCs w:val="24"/>
        </w:rPr>
      </w:pPr>
      <w:r w:rsidRPr="00A07FF1">
        <w:rPr>
          <w:rFonts w:cstheme="minorHAnsi"/>
          <w:b/>
          <w:sz w:val="24"/>
          <w:szCs w:val="24"/>
        </w:rPr>
        <w:t>FRED Mobile App</w:t>
      </w:r>
    </w:p>
    <w:p w14:paraId="687CE1A6" w14:textId="3739CD40" w:rsidR="00713F17" w:rsidRPr="00A07FF1" w:rsidRDefault="00713F17" w:rsidP="00713F17">
      <w:pPr>
        <w:spacing w:after="0"/>
        <w:ind w:left="-360"/>
        <w:rPr>
          <w:rFonts w:cstheme="minorHAnsi"/>
          <w:sz w:val="24"/>
          <w:szCs w:val="24"/>
        </w:rPr>
      </w:pPr>
      <w:r w:rsidRPr="00A07FF1">
        <w:rPr>
          <w:rFonts w:cstheme="minorHAnsi"/>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FF1">
        <w:rPr>
          <w:rFonts w:cstheme="minorHAnsi"/>
          <w:sz w:val="24"/>
          <w:szCs w:val="24"/>
        </w:rPr>
        <w:t>Receive the latest updates on the nation’s key economic indicators by downloading the FRED App &lt;</w:t>
      </w:r>
      <w:hyperlink r:id="rId35" w:history="1">
        <w:r w:rsidRPr="00A07FF1">
          <w:rPr>
            <w:rStyle w:val="Hyperlink"/>
            <w:rFonts w:cstheme="minorHAnsi"/>
            <w:sz w:val="24"/>
            <w:szCs w:val="24"/>
          </w:rPr>
          <w:t>https://fred.stlouisfed.org/fred-mobile/</w:t>
        </w:r>
      </w:hyperlink>
      <w:r w:rsidRPr="00A07FF1">
        <w:rPr>
          <w:rFonts w:cstheme="minorHAnsi"/>
          <w:sz w:val="24"/>
          <w:szCs w:val="24"/>
        </w:rPr>
        <w:t>&gt; for b</w:t>
      </w:r>
      <w:r w:rsidR="004E599A" w:rsidRPr="00A07FF1">
        <w:rPr>
          <w:rFonts w:cstheme="minorHAnsi"/>
          <w:sz w:val="24"/>
          <w:szCs w:val="24"/>
        </w:rPr>
        <w:t xml:space="preserve">oth Apple and Android devices. </w:t>
      </w:r>
      <w:r w:rsidRPr="00A07FF1">
        <w:rPr>
          <w:rFonts w:cstheme="minorHAnsi"/>
          <w:sz w:val="24"/>
          <w:szCs w:val="24"/>
        </w:rPr>
        <w:t>FRED, the signature database of the Federal Reserve Bank of St. Louis, now incorporates the Census Bureau’s 13 economic indicators.</w:t>
      </w:r>
    </w:p>
    <w:p w14:paraId="14EE13A8" w14:textId="77777777" w:rsidR="001705DB" w:rsidRPr="00A07FF1" w:rsidRDefault="001705DB" w:rsidP="001705DB">
      <w:pPr>
        <w:spacing w:after="0"/>
        <w:ind w:left="-360"/>
        <w:rPr>
          <w:rFonts w:cstheme="minorHAnsi"/>
          <w:sz w:val="24"/>
          <w:szCs w:val="24"/>
        </w:rPr>
      </w:pPr>
    </w:p>
    <w:p w14:paraId="66887099" w14:textId="3E947B69" w:rsidR="00442812" w:rsidRPr="00A07FF1" w:rsidRDefault="00BB347F" w:rsidP="00F332EC">
      <w:pPr>
        <w:ind w:left="-360"/>
        <w:rPr>
          <w:rFonts w:cstheme="minorHAnsi"/>
          <w:b/>
          <w:sz w:val="34"/>
          <w:szCs w:val="34"/>
        </w:rPr>
      </w:pPr>
      <w:r w:rsidRPr="00A07FF1">
        <w:rPr>
          <w:rFonts w:cstheme="minorHAnsi"/>
          <w:sz w:val="24"/>
          <w:szCs w:val="24"/>
        </w:rPr>
        <w:br w:type="page"/>
      </w:r>
      <w:r w:rsidR="003C7D75" w:rsidRPr="00A07FF1">
        <w:rPr>
          <w:rFonts w:cstheme="minorHAnsi"/>
          <w:b/>
          <w:sz w:val="34"/>
          <w:szCs w:val="34"/>
        </w:rPr>
        <w:t>List of News Release Exhibits</w:t>
      </w:r>
    </w:p>
    <w:p w14:paraId="682722B5"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A: Seasonally Adjusted (by Commodity/Service)</w:t>
      </w:r>
    </w:p>
    <w:p w14:paraId="406B5EFB" w14:textId="103F6CB7"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1. U.S. Internationa</w:t>
      </w:r>
      <w:r w:rsidR="00442812" w:rsidRPr="00A07FF1">
        <w:rPr>
          <w:rFonts w:cstheme="minorHAnsi"/>
          <w:szCs w:val="16"/>
        </w:rPr>
        <w:t>l Trade in Goods and Services</w:t>
      </w:r>
    </w:p>
    <w:p w14:paraId="7227AC3B" w14:textId="2989A1A8"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2. U.S. International Trade in Goods and Service</w:t>
      </w:r>
      <w:r w:rsidR="00442812" w:rsidRPr="00A07FF1">
        <w:rPr>
          <w:rFonts w:cstheme="minorHAnsi"/>
          <w:szCs w:val="16"/>
        </w:rPr>
        <w:t>s Three-Month Moving Averages</w:t>
      </w:r>
    </w:p>
    <w:p w14:paraId="77074698" w14:textId="5562C424"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3. U.S. Exports</w:t>
      </w:r>
      <w:r w:rsidR="00442812" w:rsidRPr="00A07FF1">
        <w:rPr>
          <w:rFonts w:cstheme="minorHAnsi"/>
          <w:szCs w:val="16"/>
        </w:rPr>
        <w:t xml:space="preserve"> of Services by Major Category</w:t>
      </w:r>
      <w:r w:rsidR="00442812" w:rsidRPr="00A07FF1">
        <w:rPr>
          <w:rFonts w:cstheme="minorHAnsi"/>
          <w:szCs w:val="16"/>
        </w:rPr>
        <w:tab/>
      </w:r>
    </w:p>
    <w:p w14:paraId="6D2C3C76" w14:textId="43A485D6"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4. U.S. Imports </w:t>
      </w:r>
      <w:r w:rsidR="00442812" w:rsidRPr="00A07FF1">
        <w:rPr>
          <w:rFonts w:cstheme="minorHAnsi"/>
          <w:szCs w:val="16"/>
        </w:rPr>
        <w:t xml:space="preserve">of Services by Major Category </w:t>
      </w:r>
    </w:p>
    <w:p w14:paraId="551875D3" w14:textId="54D0B14F"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5. U</w:t>
      </w:r>
      <w:r w:rsidR="00442812" w:rsidRPr="00A07FF1">
        <w:rPr>
          <w:rFonts w:cstheme="minorHAnsi"/>
          <w:szCs w:val="16"/>
        </w:rPr>
        <w:t>.S. Trade in Goods</w:t>
      </w:r>
    </w:p>
    <w:p w14:paraId="266CFC57" w14:textId="5BB9F40D"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6. U.S. Trade in Goods </w:t>
      </w:r>
      <w:r w:rsidR="00442812" w:rsidRPr="00A07FF1">
        <w:rPr>
          <w:rFonts w:cstheme="minorHAnsi"/>
          <w:szCs w:val="16"/>
        </w:rPr>
        <w:t>by Principal End-Use Category</w:t>
      </w:r>
    </w:p>
    <w:p w14:paraId="3E196388" w14:textId="7583A6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7. U.S. Exports of Goods by E</w:t>
      </w:r>
      <w:r w:rsidR="00442812" w:rsidRPr="00A07FF1">
        <w:rPr>
          <w:rFonts w:cstheme="minorHAnsi"/>
          <w:szCs w:val="16"/>
        </w:rPr>
        <w:t>nd-Use Category and Commodity</w:t>
      </w:r>
    </w:p>
    <w:p w14:paraId="6F0C2EA5" w14:textId="5F91562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8. U.S. Imports of Goods by E</w:t>
      </w:r>
      <w:r w:rsidR="00442812" w:rsidRPr="00A07FF1">
        <w:rPr>
          <w:rFonts w:cstheme="minorHAnsi"/>
          <w:szCs w:val="16"/>
        </w:rPr>
        <w:t>nd-Use Category and Commodity</w:t>
      </w:r>
    </w:p>
    <w:p w14:paraId="416672C4" w14:textId="5D09DCC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9. U.S. Trade in Petroleum and Non-P</w:t>
      </w:r>
      <w:r w:rsidR="00442812" w:rsidRPr="00A07FF1">
        <w:rPr>
          <w:rFonts w:cstheme="minorHAnsi"/>
          <w:szCs w:val="16"/>
        </w:rPr>
        <w:t>etroleum Products by End-Use</w:t>
      </w:r>
    </w:p>
    <w:p w14:paraId="484F24D7" w14:textId="70576E57"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10. Real U.S. Trade in Goods by Principal End-Use Category – Chained (20</w:t>
      </w:r>
      <w:r w:rsidR="00323FBE" w:rsidRPr="00A07FF1">
        <w:rPr>
          <w:rFonts w:cstheme="minorHAnsi"/>
          <w:szCs w:val="16"/>
        </w:rPr>
        <w:t>12</w:t>
      </w:r>
      <w:r w:rsidR="001964EE" w:rsidRPr="00A07FF1">
        <w:rPr>
          <w:rFonts w:cstheme="minorHAnsi"/>
          <w:szCs w:val="16"/>
        </w:rPr>
        <w:t>) Dollars</w:t>
      </w:r>
    </w:p>
    <w:p w14:paraId="1F451F34" w14:textId="673A736C"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11. Real U.S. Trade in Petroleum and Non-Petroleum Products by End-Use – Chained (20</w:t>
      </w:r>
      <w:r w:rsidR="00323FBE" w:rsidRPr="00A07FF1">
        <w:rPr>
          <w:rFonts w:cstheme="minorHAnsi"/>
          <w:szCs w:val="16"/>
        </w:rPr>
        <w:t>12</w:t>
      </w:r>
      <w:r w:rsidR="001964EE" w:rsidRPr="00A07FF1">
        <w:rPr>
          <w:rFonts w:cstheme="minorHAnsi"/>
          <w:szCs w:val="16"/>
        </w:rPr>
        <w:t>) Dollars</w:t>
      </w:r>
    </w:p>
    <w:p w14:paraId="39CAD23A"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B: Not Seasonally Adjusted</w:t>
      </w:r>
    </w:p>
    <w:p w14:paraId="34EFC7B9" w14:textId="68A84D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12. </w:t>
      </w:r>
      <w:r w:rsidR="00442812" w:rsidRPr="00A07FF1">
        <w:rPr>
          <w:rFonts w:cstheme="minorHAnsi"/>
          <w:szCs w:val="16"/>
        </w:rPr>
        <w:t>U.S. Trade in Goods</w:t>
      </w:r>
    </w:p>
    <w:p w14:paraId="6DCDD713" w14:textId="568DB608"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13. U.S. Trade in Goods b</w:t>
      </w:r>
      <w:r w:rsidR="00442812" w:rsidRPr="00A07FF1">
        <w:rPr>
          <w:rFonts w:cstheme="minorHAnsi"/>
          <w:szCs w:val="16"/>
        </w:rPr>
        <w:t>y Principal End-Use Category</w:t>
      </w:r>
    </w:p>
    <w:p w14:paraId="0CC0F010" w14:textId="6CB1FB6E" w:rsidR="001964EE" w:rsidRPr="00A07FF1" w:rsidRDefault="007D3C81" w:rsidP="001172C9">
      <w:pPr>
        <w:spacing w:after="0"/>
        <w:ind w:left="-360"/>
        <w:rPr>
          <w:rFonts w:cstheme="minorHAnsi"/>
          <w:szCs w:val="16"/>
        </w:rPr>
      </w:pPr>
      <w:r w:rsidRPr="007D3C81">
        <w:rPr>
          <w:rFonts w:cstheme="minorHAnsi"/>
          <w:szCs w:val="16"/>
        </w:rPr>
        <w:t>Exhibit 14. U.S. Trade in Goods by Selected Countries and Areas</w:t>
      </w:r>
      <w:r w:rsidRPr="007D3C81">
        <w:rPr>
          <w:rFonts w:cstheme="minorHAnsi"/>
        </w:rPr>
        <w:t xml:space="preserve">: </w:t>
      </w:r>
      <w:r w:rsidRPr="007D3C81">
        <w:rPr>
          <w:rFonts w:cstheme="minorHAnsi"/>
          <w:szCs w:val="16"/>
        </w:rPr>
        <w:t>2018</w:t>
      </w:r>
    </w:p>
    <w:p w14:paraId="60C6488A" w14:textId="1153DF4C" w:rsidR="001964EE" w:rsidRPr="00A07FF1" w:rsidRDefault="007D3C81" w:rsidP="001172C9">
      <w:pPr>
        <w:spacing w:after="0"/>
        <w:ind w:left="-360"/>
        <w:rPr>
          <w:rFonts w:cstheme="minorHAnsi"/>
          <w:szCs w:val="16"/>
        </w:rPr>
      </w:pPr>
      <w:r w:rsidRPr="007D3C81">
        <w:rPr>
          <w:rFonts w:cstheme="minorHAnsi"/>
          <w:bCs/>
          <w:szCs w:val="16"/>
        </w:rPr>
        <w:t>Exhibit 14a. U.S. Trade</w:t>
      </w:r>
      <w:r w:rsidRPr="007D3C81">
        <w:rPr>
          <w:rFonts w:cstheme="minorHAnsi"/>
          <w:b/>
          <w:bCs/>
          <w:szCs w:val="16"/>
        </w:rPr>
        <w:t xml:space="preserve"> </w:t>
      </w:r>
      <w:r w:rsidRPr="007D3C81">
        <w:rPr>
          <w:rFonts w:cstheme="minorHAnsi"/>
        </w:rPr>
        <w:t>in Goods by Selected Countries and Areas: 2017</w:t>
      </w:r>
    </w:p>
    <w:p w14:paraId="31D9AED9" w14:textId="02E2739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15. U.S. Trade in Go</w:t>
      </w:r>
      <w:r w:rsidR="00442812" w:rsidRPr="00A07FF1">
        <w:rPr>
          <w:rFonts w:cstheme="minorHAnsi"/>
          <w:szCs w:val="16"/>
        </w:rPr>
        <w:t>ods by Principal Commodities</w:t>
      </w:r>
    </w:p>
    <w:p w14:paraId="07159713" w14:textId="185B8D2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 U.S. Trade in</w:t>
      </w:r>
      <w:r w:rsidR="00442812" w:rsidRPr="00A07FF1">
        <w:rPr>
          <w:rFonts w:cstheme="minorHAnsi"/>
          <w:szCs w:val="16"/>
        </w:rPr>
        <w:t xml:space="preserve"> Advanced Technology Products</w:t>
      </w:r>
      <w:r w:rsidR="00442812" w:rsidRPr="00A07FF1">
        <w:rPr>
          <w:rFonts w:cstheme="minorHAnsi"/>
          <w:szCs w:val="16"/>
        </w:rPr>
        <w:tab/>
      </w:r>
    </w:p>
    <w:p w14:paraId="65AA806C" w14:textId="59BEE4E3"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16a. U.S. Trade in Advanced Technology Products by Technology Group and Selected Countries and Areas</w:t>
      </w:r>
    </w:p>
    <w:p w14:paraId="590D8972" w14:textId="4EC7918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 U.S. Imports of Energy-Related Petroleum P</w:t>
      </w:r>
      <w:r w:rsidR="00442812" w:rsidRPr="00A07FF1">
        <w:rPr>
          <w:rFonts w:cstheme="minorHAnsi"/>
          <w:szCs w:val="16"/>
        </w:rPr>
        <w:t>roducts, Including Crude Oil</w:t>
      </w:r>
    </w:p>
    <w:p w14:paraId="775ECEED" w14:textId="2F17770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17a. U.S. Imports of Cr</w:t>
      </w:r>
      <w:r w:rsidR="00442812" w:rsidRPr="00A07FF1">
        <w:rPr>
          <w:rFonts w:cstheme="minorHAnsi"/>
          <w:szCs w:val="16"/>
        </w:rPr>
        <w:t>ude Oil by Selected Countries</w:t>
      </w:r>
    </w:p>
    <w:p w14:paraId="0B354540" w14:textId="2FF2DEC7"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18. U.S. Trade in Motor Vehicles an</w:t>
      </w:r>
      <w:r w:rsidR="00442812" w:rsidRPr="00A07FF1">
        <w:rPr>
          <w:rFonts w:cstheme="minorHAnsi"/>
          <w:szCs w:val="16"/>
        </w:rPr>
        <w:t>d Parts by Selected Countries</w:t>
      </w:r>
    </w:p>
    <w:p w14:paraId="15AE5223"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C: Seasonally Adjusted (by Geography)</w:t>
      </w:r>
    </w:p>
    <w:p w14:paraId="5B91D0CB" w14:textId="042F1FF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19. U.S. Trade in Goods by Selected Count</w:t>
      </w:r>
      <w:r w:rsidR="00442812" w:rsidRPr="00A07FF1">
        <w:rPr>
          <w:rFonts w:cstheme="minorHAnsi"/>
          <w:szCs w:val="16"/>
        </w:rPr>
        <w:t>ries and Areas – Census Basis</w:t>
      </w:r>
      <w:r w:rsidR="00442812" w:rsidRPr="00A07FF1">
        <w:rPr>
          <w:rFonts w:cstheme="minorHAnsi"/>
          <w:szCs w:val="16"/>
        </w:rPr>
        <w:tab/>
      </w:r>
    </w:p>
    <w:p w14:paraId="0403F1E9" w14:textId="70F9332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 U.S. Trade in Goods and Services by Selected Co</w:t>
      </w:r>
      <w:r w:rsidR="00442812" w:rsidRPr="00A07FF1">
        <w:rPr>
          <w:rFonts w:cstheme="minorHAnsi"/>
          <w:szCs w:val="16"/>
        </w:rPr>
        <w:t>untries and Areas – BOP Basis</w:t>
      </w:r>
      <w:r w:rsidR="00442812" w:rsidRPr="00A07FF1">
        <w:rPr>
          <w:rFonts w:cstheme="minorHAnsi"/>
          <w:szCs w:val="16"/>
        </w:rPr>
        <w:tab/>
      </w:r>
    </w:p>
    <w:p w14:paraId="26643C48" w14:textId="0872360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20a. U.S. Trade in Goods by Selected Co</w:t>
      </w:r>
      <w:r w:rsidR="00442812" w:rsidRPr="00A07FF1">
        <w:rPr>
          <w:rFonts w:cstheme="minorHAnsi"/>
          <w:szCs w:val="16"/>
        </w:rPr>
        <w:t>untries and Areas – BOP Basis</w:t>
      </w:r>
    </w:p>
    <w:p w14:paraId="5A6E042D" w14:textId="6635C914" w:rsidR="001964EE" w:rsidRPr="00A07FF1" w:rsidRDefault="00105DB6" w:rsidP="001172C9">
      <w:pPr>
        <w:spacing w:after="0"/>
        <w:ind w:left="-360"/>
        <w:rPr>
          <w:rFonts w:cstheme="minorHAnsi"/>
          <w:b/>
          <w:sz w:val="16"/>
          <w:szCs w:val="16"/>
        </w:rPr>
      </w:pPr>
      <w:r w:rsidRPr="00A07FF1">
        <w:rPr>
          <w:rFonts w:cstheme="minorHAnsi"/>
          <w:szCs w:val="16"/>
        </w:rPr>
        <w:t xml:space="preserve">Exhibit </w:t>
      </w:r>
      <w:r w:rsidR="001964EE" w:rsidRPr="00A07FF1">
        <w:rPr>
          <w:rFonts w:cstheme="minorHAnsi"/>
          <w:szCs w:val="16"/>
        </w:rPr>
        <w:t>20b. U.S. Trade in Services by S</w:t>
      </w:r>
      <w:r w:rsidR="00442812" w:rsidRPr="00A07FF1">
        <w:rPr>
          <w:rFonts w:cstheme="minorHAnsi"/>
          <w:szCs w:val="16"/>
        </w:rPr>
        <w:t>elected Countries and Areas</w:t>
      </w:r>
    </w:p>
    <w:p w14:paraId="1BE50046" w14:textId="6C39FFC6" w:rsidR="000D454B" w:rsidRPr="00A07FF1" w:rsidRDefault="000D454B" w:rsidP="005A5C57">
      <w:pPr>
        <w:ind w:left="-360"/>
        <w:rPr>
          <w:rFonts w:cstheme="minorHAnsi"/>
          <w:b/>
          <w:sz w:val="16"/>
          <w:szCs w:val="16"/>
        </w:rPr>
      </w:pPr>
    </w:p>
    <w:p w14:paraId="08162CF8" w14:textId="2E965B48" w:rsidR="005E5716" w:rsidRPr="00A07FF1" w:rsidRDefault="005E5716" w:rsidP="005E5716">
      <w:pPr>
        <w:tabs>
          <w:tab w:val="left" w:pos="-180"/>
        </w:tabs>
        <w:ind w:left="-173" w:hanging="187"/>
        <w:jc w:val="center"/>
        <w:rPr>
          <w:rFonts w:cstheme="minorHAnsi"/>
          <w:sz w:val="24"/>
          <w:szCs w:val="24"/>
        </w:rPr>
      </w:pPr>
      <w:r w:rsidRPr="00A07FF1">
        <w:rPr>
          <w:rFonts w:cstheme="minorHAnsi"/>
          <w:sz w:val="24"/>
          <w:szCs w:val="24"/>
        </w:rPr>
        <w:t>###</w:t>
      </w:r>
    </w:p>
    <w:sectPr w:rsidR="005E5716" w:rsidRPr="00A07FF1"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7D3C81" w:rsidRDefault="007D3C81" w:rsidP="0023449C">
      <w:pPr>
        <w:spacing w:after="0" w:line="240" w:lineRule="auto"/>
      </w:pPr>
      <w:r>
        <w:separator/>
      </w:r>
    </w:p>
  </w:endnote>
  <w:endnote w:type="continuationSeparator" w:id="0">
    <w:p w14:paraId="4D4F9893" w14:textId="77777777" w:rsidR="007D3C81" w:rsidRDefault="007D3C81"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588" w14:textId="77777777" w:rsidR="007D3C81" w:rsidRDefault="007D3C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7D3C81" w:rsidRPr="00C551C0" w14:paraId="49E0E895" w14:textId="77777777" w:rsidTr="00E37CF8">
      <w:trPr>
        <w:jc w:val="center"/>
      </w:trPr>
      <w:tc>
        <w:tcPr>
          <w:tcW w:w="2192" w:type="pct"/>
        </w:tcPr>
        <w:p w14:paraId="7002AE84" w14:textId="77777777" w:rsidR="007D3C81" w:rsidRDefault="007D3C81" w:rsidP="00EA406A">
          <w:pPr>
            <w:rPr>
              <w:rFonts w:cs="Times New Roman"/>
              <w:b/>
              <w:sz w:val="18"/>
              <w:szCs w:val="18"/>
            </w:rPr>
          </w:pPr>
        </w:p>
      </w:tc>
      <w:tc>
        <w:tcPr>
          <w:tcW w:w="965" w:type="pct"/>
          <w:vAlign w:val="bottom"/>
        </w:tcPr>
        <w:p w14:paraId="31EDF444" w14:textId="77777777" w:rsidR="007D3C81" w:rsidRDefault="007D3C81" w:rsidP="00B96748">
          <w:pPr>
            <w:rPr>
              <w:rFonts w:cs="Times New Roman"/>
              <w:b/>
              <w:sz w:val="18"/>
              <w:szCs w:val="18"/>
            </w:rPr>
          </w:pPr>
        </w:p>
      </w:tc>
      <w:tc>
        <w:tcPr>
          <w:tcW w:w="1843" w:type="pct"/>
          <w:vAlign w:val="bottom"/>
        </w:tcPr>
        <w:p w14:paraId="10C0A75A" w14:textId="77777777" w:rsidR="007D3C81" w:rsidRPr="00A966F0" w:rsidRDefault="007D3C81" w:rsidP="00C234A9">
          <w:pPr>
            <w:jc w:val="right"/>
            <w:rPr>
              <w:rFonts w:cs="Times New Roman"/>
              <w:b/>
              <w:sz w:val="18"/>
              <w:szCs w:val="18"/>
            </w:rPr>
          </w:pPr>
        </w:p>
      </w:tc>
    </w:tr>
    <w:tr w:rsidR="007D3C81" w:rsidRPr="00C551C0" w14:paraId="27125277" w14:textId="77777777" w:rsidTr="001172C9">
      <w:trPr>
        <w:jc w:val="center"/>
      </w:trPr>
      <w:tc>
        <w:tcPr>
          <w:tcW w:w="2192" w:type="pct"/>
        </w:tcPr>
        <w:p w14:paraId="57767C8C" w14:textId="2EA63F7D" w:rsidR="007D3C81" w:rsidRPr="00463140" w:rsidRDefault="007D3C81"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7D3C81" w:rsidRPr="00C551C0" w:rsidRDefault="007D3C81"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7D3C81" w:rsidRPr="00C551C0" w:rsidRDefault="007D3C81"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7D3C81" w:rsidRPr="00E578D1" w14:paraId="3851CCCB" w14:textId="77777777" w:rsidTr="001172C9">
      <w:trPr>
        <w:jc w:val="center"/>
      </w:trPr>
      <w:tc>
        <w:tcPr>
          <w:tcW w:w="2192" w:type="pct"/>
        </w:tcPr>
        <w:p w14:paraId="38F42D62" w14:textId="178D3C00" w:rsidR="007D3C81" w:rsidRDefault="007D3C81"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7D3C81" w:rsidRDefault="007D3C81"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7D3C81" w:rsidRPr="00A966F0" w:rsidRDefault="007D3C81" w:rsidP="00A966F0">
          <w:pPr>
            <w:ind w:left="-79"/>
            <w:jc w:val="right"/>
            <w:rPr>
              <w:rFonts w:cs="Times New Roman"/>
              <w:sz w:val="18"/>
              <w:szCs w:val="18"/>
            </w:rPr>
          </w:pPr>
          <w:r w:rsidRPr="00A966F0">
            <w:rPr>
              <w:rFonts w:cs="Times New Roman"/>
              <w:sz w:val="18"/>
              <w:szCs w:val="18"/>
            </w:rPr>
            <w:t>U.S. Bureau of Economic Analysis</w:t>
          </w:r>
        </w:p>
      </w:tc>
    </w:tr>
    <w:tr w:rsidR="007D3C81" w:rsidRPr="00E578D1" w14:paraId="115A95EE" w14:textId="77777777" w:rsidTr="001172C9">
      <w:trPr>
        <w:jc w:val="center"/>
      </w:trPr>
      <w:tc>
        <w:tcPr>
          <w:tcW w:w="2192" w:type="pct"/>
        </w:tcPr>
        <w:p w14:paraId="352A56A6" w14:textId="3275D50F" w:rsidR="007D3C81" w:rsidRDefault="007D3C81"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7D3C81" w:rsidRDefault="007D3C81"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7D3C81" w:rsidRPr="00A966F0" w:rsidRDefault="007D3C81" w:rsidP="00A966F0">
          <w:pPr>
            <w:ind w:left="-79"/>
            <w:jc w:val="right"/>
            <w:rPr>
              <w:rFonts w:cs="Times New Roman"/>
              <w:sz w:val="18"/>
              <w:szCs w:val="18"/>
            </w:rPr>
          </w:pPr>
          <w:r w:rsidRPr="00250AB8">
            <w:rPr>
              <w:rFonts w:cs="Times New Roman"/>
              <w:sz w:val="18"/>
              <w:szCs w:val="18"/>
            </w:rPr>
            <w:t>Balance of Payments Division</w:t>
          </w:r>
        </w:p>
      </w:tc>
    </w:tr>
    <w:tr w:rsidR="007D3C81" w:rsidRPr="00E578D1" w14:paraId="4C96D9F0" w14:textId="77777777" w:rsidTr="001172C9">
      <w:trPr>
        <w:jc w:val="center"/>
      </w:trPr>
      <w:tc>
        <w:tcPr>
          <w:tcW w:w="2192" w:type="pct"/>
        </w:tcPr>
        <w:p w14:paraId="5B368049" w14:textId="75EA01CE" w:rsidR="007D3C81" w:rsidRDefault="007D3C81"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7D3C81" w:rsidRDefault="007D3C81" w:rsidP="00B96748">
          <w:pPr>
            <w:rPr>
              <w:rFonts w:cs="Times New Roman"/>
              <w:sz w:val="18"/>
              <w:szCs w:val="18"/>
            </w:rPr>
          </w:pPr>
          <w:r>
            <w:rPr>
              <w:rFonts w:cs="Times New Roman"/>
              <w:sz w:val="18"/>
              <w:szCs w:val="18"/>
            </w:rPr>
            <w:t>301-763-3030</w:t>
          </w:r>
        </w:p>
      </w:tc>
      <w:tc>
        <w:tcPr>
          <w:tcW w:w="1843" w:type="pct"/>
          <w:vAlign w:val="bottom"/>
        </w:tcPr>
        <w:p w14:paraId="5558D958" w14:textId="63D9E385" w:rsidR="007D3C81" w:rsidRPr="00A966F0" w:rsidRDefault="007D3C81" w:rsidP="00A966F0">
          <w:pPr>
            <w:ind w:left="-79"/>
            <w:jc w:val="right"/>
            <w:rPr>
              <w:rFonts w:cs="Times New Roman"/>
              <w:sz w:val="18"/>
              <w:szCs w:val="18"/>
            </w:rPr>
          </w:pPr>
          <w:r w:rsidRPr="00250AB8">
            <w:rPr>
              <w:sz w:val="18"/>
            </w:rPr>
            <w:t xml:space="preserve">Data: </w:t>
          </w:r>
          <w:r w:rsidRPr="007812D0">
            <w:rPr>
              <w:sz w:val="18"/>
            </w:rPr>
            <w:t>301-278-9559</w:t>
          </w:r>
        </w:p>
      </w:tc>
    </w:tr>
    <w:tr w:rsidR="007D3C81" w:rsidRPr="00E578D1" w14:paraId="55AECFB5" w14:textId="77777777" w:rsidTr="001172C9">
      <w:trPr>
        <w:jc w:val="center"/>
      </w:trPr>
      <w:tc>
        <w:tcPr>
          <w:tcW w:w="2192" w:type="pct"/>
        </w:tcPr>
        <w:p w14:paraId="5233A547" w14:textId="693D5055" w:rsidR="007D3C81" w:rsidRDefault="00D84295" w:rsidP="004D508E">
          <w:pPr>
            <w:rPr>
              <w:rFonts w:cs="Times New Roman"/>
              <w:sz w:val="18"/>
              <w:szCs w:val="18"/>
            </w:rPr>
          </w:pPr>
          <w:hyperlink r:id="rId1" w:history="1">
            <w:r w:rsidR="007D3C81" w:rsidRPr="00882BC0">
              <w:rPr>
                <w:rStyle w:val="Hyperlink"/>
                <w:sz w:val="18"/>
                <w:szCs w:val="18"/>
                <w:u w:val="none"/>
              </w:rPr>
              <w:t>eid.international.trade.data@census.gov</w:t>
            </w:r>
          </w:hyperlink>
        </w:p>
      </w:tc>
      <w:tc>
        <w:tcPr>
          <w:tcW w:w="965" w:type="pct"/>
          <w:vAlign w:val="bottom"/>
        </w:tcPr>
        <w:p w14:paraId="22586D83" w14:textId="466B1446" w:rsidR="007D3C81" w:rsidRDefault="00D84295" w:rsidP="00B96748">
          <w:pPr>
            <w:rPr>
              <w:rFonts w:cs="Times New Roman"/>
              <w:sz w:val="18"/>
              <w:szCs w:val="18"/>
            </w:rPr>
          </w:pPr>
          <w:hyperlink r:id="rId2" w:history="1">
            <w:r w:rsidR="007D3C81">
              <w:rPr>
                <w:rStyle w:val="Hyperlink"/>
                <w:rFonts w:cs="Times New Roman"/>
                <w:sz w:val="18"/>
                <w:szCs w:val="18"/>
                <w:u w:val="none"/>
              </w:rPr>
              <w:t>pio@census.gov</w:t>
            </w:r>
          </w:hyperlink>
        </w:p>
      </w:tc>
      <w:tc>
        <w:tcPr>
          <w:tcW w:w="1843" w:type="pct"/>
          <w:vAlign w:val="bottom"/>
        </w:tcPr>
        <w:p w14:paraId="356DF077" w14:textId="4727AF85" w:rsidR="007D3C81" w:rsidRPr="00A966F0" w:rsidRDefault="007D3C81" w:rsidP="00A966F0">
          <w:pPr>
            <w:ind w:left="-79"/>
            <w:jc w:val="right"/>
            <w:rPr>
              <w:rFonts w:cs="Times New Roman"/>
              <w:sz w:val="18"/>
              <w:szCs w:val="18"/>
            </w:rPr>
          </w:pPr>
          <w:r w:rsidRPr="00250AB8">
            <w:rPr>
              <w:sz w:val="18"/>
              <w:szCs w:val="18"/>
            </w:rPr>
            <w:t>Media: 301-278-9003</w:t>
          </w:r>
        </w:p>
      </w:tc>
    </w:tr>
    <w:tr w:rsidR="007D3C81" w:rsidRPr="00E578D1" w14:paraId="7404CEC0" w14:textId="77777777" w:rsidTr="001172C9">
      <w:trPr>
        <w:jc w:val="center"/>
      </w:trPr>
      <w:tc>
        <w:tcPr>
          <w:tcW w:w="2192" w:type="pct"/>
        </w:tcPr>
        <w:p w14:paraId="04F27314" w14:textId="034D1349" w:rsidR="007D3C81" w:rsidRPr="00E578D1" w:rsidRDefault="007D3C81" w:rsidP="004D508E">
          <w:pPr>
            <w:rPr>
              <w:sz w:val="18"/>
              <w:szCs w:val="18"/>
            </w:rPr>
          </w:pPr>
        </w:p>
      </w:tc>
      <w:tc>
        <w:tcPr>
          <w:tcW w:w="965" w:type="pct"/>
          <w:vAlign w:val="bottom"/>
        </w:tcPr>
        <w:p w14:paraId="7D94A392" w14:textId="11818851" w:rsidR="007D3C81" w:rsidRDefault="007D3C81" w:rsidP="00B96748">
          <w:pPr>
            <w:rPr>
              <w:rFonts w:cs="Times New Roman"/>
              <w:sz w:val="18"/>
              <w:szCs w:val="18"/>
            </w:rPr>
          </w:pPr>
        </w:p>
      </w:tc>
      <w:tc>
        <w:tcPr>
          <w:tcW w:w="1843" w:type="pct"/>
          <w:vAlign w:val="bottom"/>
        </w:tcPr>
        <w:p w14:paraId="6435838E" w14:textId="3934DE10" w:rsidR="007D3C81" w:rsidRPr="00E578D1" w:rsidRDefault="00D84295" w:rsidP="00A966F0">
          <w:pPr>
            <w:ind w:left="-79"/>
            <w:jc w:val="right"/>
            <w:rPr>
              <w:sz w:val="18"/>
              <w:szCs w:val="18"/>
            </w:rPr>
          </w:pPr>
          <w:hyperlink r:id="rId3" w:history="1">
            <w:r w:rsidR="007D3C81" w:rsidRPr="00424FDA">
              <w:rPr>
                <w:rStyle w:val="Hyperlink"/>
                <w:sz w:val="18"/>
                <w:u w:val="none"/>
              </w:rPr>
              <w:t>InternationalAccounts@bea.gov</w:t>
            </w:r>
          </w:hyperlink>
        </w:p>
      </w:tc>
    </w:tr>
    <w:tr w:rsidR="007D3C81" w14:paraId="240E1050" w14:textId="77777777" w:rsidTr="001172C9">
      <w:trPr>
        <w:jc w:val="center"/>
      </w:trPr>
      <w:tc>
        <w:tcPr>
          <w:tcW w:w="2192" w:type="pct"/>
        </w:tcPr>
        <w:p w14:paraId="799120ED" w14:textId="77777777" w:rsidR="007D3C81" w:rsidRDefault="007D3C81" w:rsidP="00C41BBB">
          <w:pPr>
            <w:rPr>
              <w:rFonts w:cs="Times New Roman"/>
              <w:sz w:val="18"/>
              <w:szCs w:val="18"/>
            </w:rPr>
          </w:pPr>
        </w:p>
      </w:tc>
      <w:tc>
        <w:tcPr>
          <w:tcW w:w="965" w:type="pct"/>
        </w:tcPr>
        <w:p w14:paraId="6DB2083F" w14:textId="3F5FF8F7" w:rsidR="007D3C81" w:rsidRPr="00C234A9" w:rsidRDefault="007D3C81" w:rsidP="00B96748"/>
      </w:tc>
      <w:tc>
        <w:tcPr>
          <w:tcW w:w="1843" w:type="pct"/>
        </w:tcPr>
        <w:p w14:paraId="4FA9116B" w14:textId="4DBBEADD" w:rsidR="007D3C81" w:rsidRDefault="007D3C81" w:rsidP="001F211F">
          <w:pPr>
            <w:jc w:val="right"/>
          </w:pPr>
        </w:p>
      </w:tc>
    </w:tr>
    <w:tr w:rsidR="007D3C81" w:rsidRPr="00C551C0" w14:paraId="1C1E3BC8" w14:textId="77777777" w:rsidTr="00933C70">
      <w:trPr>
        <w:trHeight w:val="446"/>
        <w:jc w:val="center"/>
      </w:trPr>
      <w:tc>
        <w:tcPr>
          <w:tcW w:w="2192" w:type="pct"/>
        </w:tcPr>
        <w:p w14:paraId="4A9489C1" w14:textId="76A45E0F" w:rsidR="007D3C81" w:rsidRDefault="007D3C81" w:rsidP="001F211F">
          <w:pPr>
            <w:rPr>
              <w:rFonts w:cs="Times New Roman"/>
              <w:sz w:val="18"/>
              <w:szCs w:val="18"/>
            </w:rPr>
          </w:pPr>
          <w:r>
            <w:rPr>
              <w:noProof/>
            </w:rPr>
            <w:drawing>
              <wp:inline distT="0" distB="0" distL="0" distR="0" wp14:anchorId="4EE8173C" wp14:editId="38C87EF9">
                <wp:extent cx="2907792" cy="616978"/>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
                          <a:extLst>
                            <a:ext uri="{28A0092B-C50C-407E-A947-70E740481C1C}">
                              <a14:useLocalDpi xmlns:a14="http://schemas.microsoft.com/office/drawing/2010/main" val="0"/>
                            </a:ext>
                          </a:extLst>
                        </a:blip>
                        <a:stretch>
                          <a:fillRect/>
                        </a:stretch>
                      </pic:blipFill>
                      <pic:spPr>
                        <a:xfrm>
                          <a:off x="0" y="0"/>
                          <a:ext cx="2907792" cy="616978"/>
                        </a:xfrm>
                        <a:prstGeom prst="rect">
                          <a:avLst/>
                        </a:prstGeom>
                      </pic:spPr>
                    </pic:pic>
                  </a:graphicData>
                </a:graphic>
              </wp:inline>
            </w:drawing>
          </w:r>
        </w:p>
      </w:tc>
      <w:tc>
        <w:tcPr>
          <w:tcW w:w="965" w:type="pct"/>
        </w:tcPr>
        <w:p w14:paraId="501DB3FC" w14:textId="77777777" w:rsidR="007D3C81" w:rsidRDefault="007D3C81" w:rsidP="000E3C66">
          <w:pPr>
            <w:rPr>
              <w:b/>
              <w:i/>
              <w:noProof/>
              <w:sz w:val="18"/>
              <w:szCs w:val="18"/>
            </w:rPr>
          </w:pPr>
        </w:p>
      </w:tc>
      <w:tc>
        <w:tcPr>
          <w:tcW w:w="1843" w:type="pct"/>
          <w:vAlign w:val="bottom"/>
        </w:tcPr>
        <w:p w14:paraId="3F758FE6" w14:textId="2FF80408" w:rsidR="007D3C81" w:rsidRPr="000E3C66" w:rsidRDefault="007D3C81"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8" name="Picture 8"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7D3C81" w:rsidRPr="00CF0CF5" w:rsidRDefault="007D3C81" w:rsidP="00933C70">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AC30" w14:textId="77777777" w:rsidR="007D3C81" w:rsidRDefault="007D3C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7D3C81" w:rsidRDefault="007D3C81" w:rsidP="0023449C">
      <w:pPr>
        <w:spacing w:after="0" w:line="240" w:lineRule="auto"/>
      </w:pPr>
      <w:r>
        <w:separator/>
      </w:r>
    </w:p>
  </w:footnote>
  <w:footnote w:type="continuationSeparator" w:id="0">
    <w:p w14:paraId="359BAFCA" w14:textId="77777777" w:rsidR="007D3C81" w:rsidRDefault="007D3C81" w:rsidP="00234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EE37C" w14:textId="77777777" w:rsidR="007D3C81" w:rsidRDefault="007D3C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6FDB" w14:textId="77777777" w:rsidR="007D3C81" w:rsidRDefault="007D3C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8752" w14:textId="77777777" w:rsidR="007D3C81" w:rsidRDefault="007D3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21887"/>
    <w:multiLevelType w:val="hybridMultilevel"/>
    <w:tmpl w:val="9AE25998"/>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60122"/>
    <w:multiLevelType w:val="multilevel"/>
    <w:tmpl w:val="C4F2FA16"/>
    <w:numStyleLink w:val="Style1"/>
  </w:abstractNum>
  <w:abstractNum w:abstractNumId="17"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7"/>
  </w:num>
  <w:num w:numId="3">
    <w:abstractNumId w:val="8"/>
  </w:num>
  <w:num w:numId="4">
    <w:abstractNumId w:val="3"/>
  </w:num>
  <w:num w:numId="5">
    <w:abstractNumId w:val="16"/>
  </w:num>
  <w:num w:numId="6">
    <w:abstractNumId w:val="4"/>
  </w:num>
  <w:num w:numId="7">
    <w:abstractNumId w:val="0"/>
  </w:num>
  <w:num w:numId="8">
    <w:abstractNumId w:val="11"/>
  </w:num>
  <w:num w:numId="9">
    <w:abstractNumId w:val="10"/>
  </w:num>
  <w:num w:numId="10">
    <w:abstractNumId w:val="5"/>
  </w:num>
  <w:num w:numId="11">
    <w:abstractNumId w:val="1"/>
  </w:num>
  <w:num w:numId="12">
    <w:abstractNumId w:val="2"/>
  </w:num>
  <w:num w:numId="13">
    <w:abstractNumId w:val="13"/>
  </w:num>
  <w:num w:numId="14">
    <w:abstractNumId w:val="17"/>
  </w:num>
  <w:num w:numId="15">
    <w:abstractNumId w:val="9"/>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20"/>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3BE9"/>
    <w:rsid w:val="00005371"/>
    <w:rsid w:val="00005637"/>
    <w:rsid w:val="000062F5"/>
    <w:rsid w:val="000065B4"/>
    <w:rsid w:val="00006D15"/>
    <w:rsid w:val="000101A8"/>
    <w:rsid w:val="00011F07"/>
    <w:rsid w:val="000136C3"/>
    <w:rsid w:val="00013842"/>
    <w:rsid w:val="00015C89"/>
    <w:rsid w:val="0001653D"/>
    <w:rsid w:val="0002062C"/>
    <w:rsid w:val="00020E47"/>
    <w:rsid w:val="00022EA5"/>
    <w:rsid w:val="00022EB0"/>
    <w:rsid w:val="000269B6"/>
    <w:rsid w:val="00026C37"/>
    <w:rsid w:val="00027715"/>
    <w:rsid w:val="00033313"/>
    <w:rsid w:val="000342F7"/>
    <w:rsid w:val="00034B00"/>
    <w:rsid w:val="00035B89"/>
    <w:rsid w:val="00037355"/>
    <w:rsid w:val="00042C67"/>
    <w:rsid w:val="00046491"/>
    <w:rsid w:val="00046797"/>
    <w:rsid w:val="00052425"/>
    <w:rsid w:val="00053543"/>
    <w:rsid w:val="00053B6C"/>
    <w:rsid w:val="00054CE9"/>
    <w:rsid w:val="000632AF"/>
    <w:rsid w:val="000652A6"/>
    <w:rsid w:val="00065DC8"/>
    <w:rsid w:val="0007066F"/>
    <w:rsid w:val="00071CE7"/>
    <w:rsid w:val="000720EF"/>
    <w:rsid w:val="00072F0E"/>
    <w:rsid w:val="00072F87"/>
    <w:rsid w:val="00073FC4"/>
    <w:rsid w:val="00074C37"/>
    <w:rsid w:val="000750A9"/>
    <w:rsid w:val="00075659"/>
    <w:rsid w:val="000769B4"/>
    <w:rsid w:val="00077ED7"/>
    <w:rsid w:val="0008176D"/>
    <w:rsid w:val="00082814"/>
    <w:rsid w:val="00085A1D"/>
    <w:rsid w:val="00086A28"/>
    <w:rsid w:val="00087651"/>
    <w:rsid w:val="000920D4"/>
    <w:rsid w:val="000922FD"/>
    <w:rsid w:val="000930E7"/>
    <w:rsid w:val="000946FE"/>
    <w:rsid w:val="000952FC"/>
    <w:rsid w:val="00097BA5"/>
    <w:rsid w:val="000A3E51"/>
    <w:rsid w:val="000A70DF"/>
    <w:rsid w:val="000B2065"/>
    <w:rsid w:val="000C0B5C"/>
    <w:rsid w:val="000C45B7"/>
    <w:rsid w:val="000C49AE"/>
    <w:rsid w:val="000D0FC8"/>
    <w:rsid w:val="000D454B"/>
    <w:rsid w:val="000D4BD7"/>
    <w:rsid w:val="000D6495"/>
    <w:rsid w:val="000E34A1"/>
    <w:rsid w:val="000E3C66"/>
    <w:rsid w:val="000E6428"/>
    <w:rsid w:val="000E7B18"/>
    <w:rsid w:val="000E7B89"/>
    <w:rsid w:val="000F4455"/>
    <w:rsid w:val="000F5B0D"/>
    <w:rsid w:val="000F7197"/>
    <w:rsid w:val="000F73D0"/>
    <w:rsid w:val="000F746C"/>
    <w:rsid w:val="000F7ABD"/>
    <w:rsid w:val="001015B4"/>
    <w:rsid w:val="00101A6B"/>
    <w:rsid w:val="00102500"/>
    <w:rsid w:val="001037EC"/>
    <w:rsid w:val="001057E6"/>
    <w:rsid w:val="00105DB6"/>
    <w:rsid w:val="001060BA"/>
    <w:rsid w:val="00106237"/>
    <w:rsid w:val="001062F0"/>
    <w:rsid w:val="00112653"/>
    <w:rsid w:val="00112785"/>
    <w:rsid w:val="00113770"/>
    <w:rsid w:val="00115301"/>
    <w:rsid w:val="00115B8C"/>
    <w:rsid w:val="001172C9"/>
    <w:rsid w:val="00117E9F"/>
    <w:rsid w:val="001231C5"/>
    <w:rsid w:val="00123D7A"/>
    <w:rsid w:val="0012523D"/>
    <w:rsid w:val="001313CF"/>
    <w:rsid w:val="00133DDB"/>
    <w:rsid w:val="001343B3"/>
    <w:rsid w:val="00135CE8"/>
    <w:rsid w:val="00135FB8"/>
    <w:rsid w:val="00137A50"/>
    <w:rsid w:val="00142A18"/>
    <w:rsid w:val="00142B2E"/>
    <w:rsid w:val="001449EE"/>
    <w:rsid w:val="00146F56"/>
    <w:rsid w:val="0014797C"/>
    <w:rsid w:val="00150D24"/>
    <w:rsid w:val="001519A5"/>
    <w:rsid w:val="00152452"/>
    <w:rsid w:val="001540E2"/>
    <w:rsid w:val="00155EC5"/>
    <w:rsid w:val="00161BE7"/>
    <w:rsid w:val="001631D2"/>
    <w:rsid w:val="001705DB"/>
    <w:rsid w:val="00170856"/>
    <w:rsid w:val="00172E5E"/>
    <w:rsid w:val="00176807"/>
    <w:rsid w:val="00177FEC"/>
    <w:rsid w:val="00181556"/>
    <w:rsid w:val="001825AD"/>
    <w:rsid w:val="00183804"/>
    <w:rsid w:val="001838B5"/>
    <w:rsid w:val="001944D0"/>
    <w:rsid w:val="001964EE"/>
    <w:rsid w:val="00196D7B"/>
    <w:rsid w:val="00197FBF"/>
    <w:rsid w:val="001A0937"/>
    <w:rsid w:val="001A179D"/>
    <w:rsid w:val="001A5114"/>
    <w:rsid w:val="001B4D6A"/>
    <w:rsid w:val="001B521D"/>
    <w:rsid w:val="001B6F0E"/>
    <w:rsid w:val="001C1FC2"/>
    <w:rsid w:val="001C2060"/>
    <w:rsid w:val="001C5F4A"/>
    <w:rsid w:val="001C701D"/>
    <w:rsid w:val="001C7C40"/>
    <w:rsid w:val="001C7F2E"/>
    <w:rsid w:val="001D0D6B"/>
    <w:rsid w:val="001D100D"/>
    <w:rsid w:val="001D481E"/>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1D8E"/>
    <w:rsid w:val="0020223C"/>
    <w:rsid w:val="00207EA3"/>
    <w:rsid w:val="00210E93"/>
    <w:rsid w:val="002127AC"/>
    <w:rsid w:val="00214AB1"/>
    <w:rsid w:val="002153CE"/>
    <w:rsid w:val="0021601D"/>
    <w:rsid w:val="00217BB6"/>
    <w:rsid w:val="0022081B"/>
    <w:rsid w:val="00224393"/>
    <w:rsid w:val="0023365E"/>
    <w:rsid w:val="002337AB"/>
    <w:rsid w:val="0023449C"/>
    <w:rsid w:val="00234A17"/>
    <w:rsid w:val="00234F4A"/>
    <w:rsid w:val="0023523B"/>
    <w:rsid w:val="0024067F"/>
    <w:rsid w:val="00240DBA"/>
    <w:rsid w:val="00243E98"/>
    <w:rsid w:val="00244D39"/>
    <w:rsid w:val="00250AB8"/>
    <w:rsid w:val="00253CFA"/>
    <w:rsid w:val="00255B59"/>
    <w:rsid w:val="00262F2A"/>
    <w:rsid w:val="002639E3"/>
    <w:rsid w:val="00265E75"/>
    <w:rsid w:val="002661F9"/>
    <w:rsid w:val="002666C8"/>
    <w:rsid w:val="00267C00"/>
    <w:rsid w:val="002720EB"/>
    <w:rsid w:val="00275723"/>
    <w:rsid w:val="002768BE"/>
    <w:rsid w:val="00277889"/>
    <w:rsid w:val="00281A51"/>
    <w:rsid w:val="00281C92"/>
    <w:rsid w:val="0028692C"/>
    <w:rsid w:val="00287345"/>
    <w:rsid w:val="00291A40"/>
    <w:rsid w:val="002953CE"/>
    <w:rsid w:val="00295D54"/>
    <w:rsid w:val="002962C2"/>
    <w:rsid w:val="00296E7C"/>
    <w:rsid w:val="00296E81"/>
    <w:rsid w:val="002A0C89"/>
    <w:rsid w:val="002A172C"/>
    <w:rsid w:val="002A5EB6"/>
    <w:rsid w:val="002A6402"/>
    <w:rsid w:val="002A777B"/>
    <w:rsid w:val="002A7FA0"/>
    <w:rsid w:val="002B0B0C"/>
    <w:rsid w:val="002B1DF2"/>
    <w:rsid w:val="002B2744"/>
    <w:rsid w:val="002B2A0B"/>
    <w:rsid w:val="002B2BFA"/>
    <w:rsid w:val="002B3234"/>
    <w:rsid w:val="002B3BDA"/>
    <w:rsid w:val="002B3DDF"/>
    <w:rsid w:val="002B58F1"/>
    <w:rsid w:val="002B7FF9"/>
    <w:rsid w:val="002C0A5D"/>
    <w:rsid w:val="002C4ABA"/>
    <w:rsid w:val="002C4C11"/>
    <w:rsid w:val="002C5178"/>
    <w:rsid w:val="002C5600"/>
    <w:rsid w:val="002C718E"/>
    <w:rsid w:val="002D041B"/>
    <w:rsid w:val="002D14E8"/>
    <w:rsid w:val="002D58E3"/>
    <w:rsid w:val="002D6F4C"/>
    <w:rsid w:val="002D7455"/>
    <w:rsid w:val="002E2117"/>
    <w:rsid w:val="002E30E6"/>
    <w:rsid w:val="002E4A4D"/>
    <w:rsid w:val="002E7410"/>
    <w:rsid w:val="002F2D51"/>
    <w:rsid w:val="002F54D2"/>
    <w:rsid w:val="00300B4F"/>
    <w:rsid w:val="00303DCE"/>
    <w:rsid w:val="00304B2F"/>
    <w:rsid w:val="00304B49"/>
    <w:rsid w:val="003058B0"/>
    <w:rsid w:val="00310298"/>
    <w:rsid w:val="00310EEA"/>
    <w:rsid w:val="003133E9"/>
    <w:rsid w:val="003134F7"/>
    <w:rsid w:val="00313E2A"/>
    <w:rsid w:val="003155EA"/>
    <w:rsid w:val="00317F7E"/>
    <w:rsid w:val="00320862"/>
    <w:rsid w:val="003215E5"/>
    <w:rsid w:val="00321C26"/>
    <w:rsid w:val="00323FBE"/>
    <w:rsid w:val="00326C99"/>
    <w:rsid w:val="00327E2D"/>
    <w:rsid w:val="00333D54"/>
    <w:rsid w:val="00334519"/>
    <w:rsid w:val="00341BE8"/>
    <w:rsid w:val="003448AE"/>
    <w:rsid w:val="003507EF"/>
    <w:rsid w:val="00350EC5"/>
    <w:rsid w:val="003511E0"/>
    <w:rsid w:val="00356B5A"/>
    <w:rsid w:val="003615E9"/>
    <w:rsid w:val="00362C0D"/>
    <w:rsid w:val="0036554D"/>
    <w:rsid w:val="003721BB"/>
    <w:rsid w:val="003737C1"/>
    <w:rsid w:val="00373DD0"/>
    <w:rsid w:val="0037401E"/>
    <w:rsid w:val="00374096"/>
    <w:rsid w:val="00375723"/>
    <w:rsid w:val="00375FCE"/>
    <w:rsid w:val="003761BC"/>
    <w:rsid w:val="003768DE"/>
    <w:rsid w:val="00381D0C"/>
    <w:rsid w:val="00382192"/>
    <w:rsid w:val="003846D6"/>
    <w:rsid w:val="00395B72"/>
    <w:rsid w:val="00395F9B"/>
    <w:rsid w:val="00396D7D"/>
    <w:rsid w:val="00397D96"/>
    <w:rsid w:val="003A19CC"/>
    <w:rsid w:val="003A2509"/>
    <w:rsid w:val="003A5EB0"/>
    <w:rsid w:val="003B22F9"/>
    <w:rsid w:val="003B332F"/>
    <w:rsid w:val="003B38E9"/>
    <w:rsid w:val="003B47B2"/>
    <w:rsid w:val="003B7E1B"/>
    <w:rsid w:val="003C01C3"/>
    <w:rsid w:val="003C0E2B"/>
    <w:rsid w:val="003C7D75"/>
    <w:rsid w:val="003D1FE3"/>
    <w:rsid w:val="003D3D66"/>
    <w:rsid w:val="003E1120"/>
    <w:rsid w:val="003E19CE"/>
    <w:rsid w:val="003E3755"/>
    <w:rsid w:val="003E3AD5"/>
    <w:rsid w:val="003E7660"/>
    <w:rsid w:val="003E788B"/>
    <w:rsid w:val="003F4F1C"/>
    <w:rsid w:val="003F6703"/>
    <w:rsid w:val="003F7740"/>
    <w:rsid w:val="00402C28"/>
    <w:rsid w:val="00403748"/>
    <w:rsid w:val="00403ACA"/>
    <w:rsid w:val="00411614"/>
    <w:rsid w:val="00412F4D"/>
    <w:rsid w:val="00415410"/>
    <w:rsid w:val="00415EAA"/>
    <w:rsid w:val="00416EC6"/>
    <w:rsid w:val="00417F94"/>
    <w:rsid w:val="0042209A"/>
    <w:rsid w:val="00422991"/>
    <w:rsid w:val="00424C8D"/>
    <w:rsid w:val="004256A8"/>
    <w:rsid w:val="0042580D"/>
    <w:rsid w:val="00426891"/>
    <w:rsid w:val="00427DC4"/>
    <w:rsid w:val="004302D2"/>
    <w:rsid w:val="00430C0B"/>
    <w:rsid w:val="00440117"/>
    <w:rsid w:val="00442812"/>
    <w:rsid w:val="00442E65"/>
    <w:rsid w:val="00450D1A"/>
    <w:rsid w:val="00456B86"/>
    <w:rsid w:val="00462927"/>
    <w:rsid w:val="0046421B"/>
    <w:rsid w:val="00464363"/>
    <w:rsid w:val="00466547"/>
    <w:rsid w:val="00466B02"/>
    <w:rsid w:val="004707F2"/>
    <w:rsid w:val="00472AB2"/>
    <w:rsid w:val="0047475D"/>
    <w:rsid w:val="00474C78"/>
    <w:rsid w:val="00474ED7"/>
    <w:rsid w:val="00476D2F"/>
    <w:rsid w:val="00481662"/>
    <w:rsid w:val="0048502A"/>
    <w:rsid w:val="00485422"/>
    <w:rsid w:val="00485FE8"/>
    <w:rsid w:val="004906A1"/>
    <w:rsid w:val="00490E68"/>
    <w:rsid w:val="004919A4"/>
    <w:rsid w:val="004A009B"/>
    <w:rsid w:val="004A2AFA"/>
    <w:rsid w:val="004A31D5"/>
    <w:rsid w:val="004A3BF4"/>
    <w:rsid w:val="004A4283"/>
    <w:rsid w:val="004A4A5A"/>
    <w:rsid w:val="004A7B9D"/>
    <w:rsid w:val="004B1286"/>
    <w:rsid w:val="004B2967"/>
    <w:rsid w:val="004B61F1"/>
    <w:rsid w:val="004B7139"/>
    <w:rsid w:val="004B7E1E"/>
    <w:rsid w:val="004C23DA"/>
    <w:rsid w:val="004C3F78"/>
    <w:rsid w:val="004C571F"/>
    <w:rsid w:val="004C7671"/>
    <w:rsid w:val="004C798F"/>
    <w:rsid w:val="004C7E57"/>
    <w:rsid w:val="004D0875"/>
    <w:rsid w:val="004D177A"/>
    <w:rsid w:val="004D508E"/>
    <w:rsid w:val="004D5341"/>
    <w:rsid w:val="004D5F52"/>
    <w:rsid w:val="004D7DE1"/>
    <w:rsid w:val="004E2023"/>
    <w:rsid w:val="004E4831"/>
    <w:rsid w:val="004E599A"/>
    <w:rsid w:val="004E5EBD"/>
    <w:rsid w:val="004E6572"/>
    <w:rsid w:val="004F05C0"/>
    <w:rsid w:val="004F7081"/>
    <w:rsid w:val="00500232"/>
    <w:rsid w:val="00502C37"/>
    <w:rsid w:val="0050411D"/>
    <w:rsid w:val="0051036D"/>
    <w:rsid w:val="005126C3"/>
    <w:rsid w:val="00514BA2"/>
    <w:rsid w:val="0051595E"/>
    <w:rsid w:val="00517003"/>
    <w:rsid w:val="005179AF"/>
    <w:rsid w:val="00520E8E"/>
    <w:rsid w:val="00522436"/>
    <w:rsid w:val="00523DCE"/>
    <w:rsid w:val="00524C63"/>
    <w:rsid w:val="00524D51"/>
    <w:rsid w:val="00526511"/>
    <w:rsid w:val="005302C7"/>
    <w:rsid w:val="005303F0"/>
    <w:rsid w:val="0053288C"/>
    <w:rsid w:val="00532FCD"/>
    <w:rsid w:val="0053387E"/>
    <w:rsid w:val="00534131"/>
    <w:rsid w:val="00535DE3"/>
    <w:rsid w:val="0053685A"/>
    <w:rsid w:val="00537879"/>
    <w:rsid w:val="00541544"/>
    <w:rsid w:val="00541561"/>
    <w:rsid w:val="005429E1"/>
    <w:rsid w:val="005433CE"/>
    <w:rsid w:val="00545E9D"/>
    <w:rsid w:val="00550484"/>
    <w:rsid w:val="005524CA"/>
    <w:rsid w:val="005527F9"/>
    <w:rsid w:val="0055304D"/>
    <w:rsid w:val="00553714"/>
    <w:rsid w:val="00554372"/>
    <w:rsid w:val="0055587A"/>
    <w:rsid w:val="00555C5A"/>
    <w:rsid w:val="005606EA"/>
    <w:rsid w:val="00560B49"/>
    <w:rsid w:val="00563C04"/>
    <w:rsid w:val="00566018"/>
    <w:rsid w:val="00567576"/>
    <w:rsid w:val="00567FE0"/>
    <w:rsid w:val="0057153B"/>
    <w:rsid w:val="00575329"/>
    <w:rsid w:val="00580E7D"/>
    <w:rsid w:val="005853EB"/>
    <w:rsid w:val="005925D4"/>
    <w:rsid w:val="00593E4B"/>
    <w:rsid w:val="00595287"/>
    <w:rsid w:val="005A2BD2"/>
    <w:rsid w:val="005A4A96"/>
    <w:rsid w:val="005A4BCF"/>
    <w:rsid w:val="005A5C57"/>
    <w:rsid w:val="005B1D76"/>
    <w:rsid w:val="005B61C2"/>
    <w:rsid w:val="005C061A"/>
    <w:rsid w:val="005C09B7"/>
    <w:rsid w:val="005C69B8"/>
    <w:rsid w:val="005C7112"/>
    <w:rsid w:val="005D1601"/>
    <w:rsid w:val="005E5716"/>
    <w:rsid w:val="005E58EE"/>
    <w:rsid w:val="005E58F8"/>
    <w:rsid w:val="005F10F4"/>
    <w:rsid w:val="005F16EE"/>
    <w:rsid w:val="005F1B30"/>
    <w:rsid w:val="005F37C6"/>
    <w:rsid w:val="005F79CF"/>
    <w:rsid w:val="0060199E"/>
    <w:rsid w:val="00602F79"/>
    <w:rsid w:val="00605675"/>
    <w:rsid w:val="00607C53"/>
    <w:rsid w:val="00610878"/>
    <w:rsid w:val="00612688"/>
    <w:rsid w:val="00613B15"/>
    <w:rsid w:val="00613D80"/>
    <w:rsid w:val="00613EBE"/>
    <w:rsid w:val="00616916"/>
    <w:rsid w:val="006175ED"/>
    <w:rsid w:val="00622924"/>
    <w:rsid w:val="00624662"/>
    <w:rsid w:val="006248EE"/>
    <w:rsid w:val="0062691D"/>
    <w:rsid w:val="006320D2"/>
    <w:rsid w:val="006333BC"/>
    <w:rsid w:val="00633B2B"/>
    <w:rsid w:val="0063422E"/>
    <w:rsid w:val="0063541E"/>
    <w:rsid w:val="006367E8"/>
    <w:rsid w:val="00636B15"/>
    <w:rsid w:val="0064367D"/>
    <w:rsid w:val="006440C3"/>
    <w:rsid w:val="0065110F"/>
    <w:rsid w:val="0065178C"/>
    <w:rsid w:val="006518E5"/>
    <w:rsid w:val="00652382"/>
    <w:rsid w:val="0065357C"/>
    <w:rsid w:val="00654B1F"/>
    <w:rsid w:val="00661A8D"/>
    <w:rsid w:val="00662180"/>
    <w:rsid w:val="00664355"/>
    <w:rsid w:val="006643EF"/>
    <w:rsid w:val="00665FC4"/>
    <w:rsid w:val="00666964"/>
    <w:rsid w:val="00666DB9"/>
    <w:rsid w:val="00667D4D"/>
    <w:rsid w:val="00670A42"/>
    <w:rsid w:val="00671BFB"/>
    <w:rsid w:val="00673079"/>
    <w:rsid w:val="006730D5"/>
    <w:rsid w:val="00673554"/>
    <w:rsid w:val="00674036"/>
    <w:rsid w:val="00676060"/>
    <w:rsid w:val="0067726A"/>
    <w:rsid w:val="00680B43"/>
    <w:rsid w:val="006837F9"/>
    <w:rsid w:val="00683E2A"/>
    <w:rsid w:val="00686E1A"/>
    <w:rsid w:val="0068721B"/>
    <w:rsid w:val="006914F1"/>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74E"/>
    <w:rsid w:val="006C6121"/>
    <w:rsid w:val="006C7D07"/>
    <w:rsid w:val="006D1C37"/>
    <w:rsid w:val="006D398D"/>
    <w:rsid w:val="006D5FFE"/>
    <w:rsid w:val="006D715D"/>
    <w:rsid w:val="006E3C8C"/>
    <w:rsid w:val="006E5A73"/>
    <w:rsid w:val="006E5A9E"/>
    <w:rsid w:val="006E5C0F"/>
    <w:rsid w:val="006E712A"/>
    <w:rsid w:val="006F0D64"/>
    <w:rsid w:val="006F1359"/>
    <w:rsid w:val="006F16B2"/>
    <w:rsid w:val="006F1B3E"/>
    <w:rsid w:val="006F1C6F"/>
    <w:rsid w:val="006F655A"/>
    <w:rsid w:val="006F7BDC"/>
    <w:rsid w:val="006F7E66"/>
    <w:rsid w:val="0070580E"/>
    <w:rsid w:val="00706C16"/>
    <w:rsid w:val="007073EA"/>
    <w:rsid w:val="00711A03"/>
    <w:rsid w:val="00712EFC"/>
    <w:rsid w:val="00713F17"/>
    <w:rsid w:val="007201EB"/>
    <w:rsid w:val="00723285"/>
    <w:rsid w:val="007233A0"/>
    <w:rsid w:val="007238B0"/>
    <w:rsid w:val="0072449D"/>
    <w:rsid w:val="00725F12"/>
    <w:rsid w:val="007260E9"/>
    <w:rsid w:val="00733A14"/>
    <w:rsid w:val="00733DF6"/>
    <w:rsid w:val="0073657C"/>
    <w:rsid w:val="007408DD"/>
    <w:rsid w:val="00747022"/>
    <w:rsid w:val="00747854"/>
    <w:rsid w:val="00751C87"/>
    <w:rsid w:val="007531A1"/>
    <w:rsid w:val="00756590"/>
    <w:rsid w:val="00763110"/>
    <w:rsid w:val="007640C1"/>
    <w:rsid w:val="00764C28"/>
    <w:rsid w:val="00765709"/>
    <w:rsid w:val="007660C7"/>
    <w:rsid w:val="0077189E"/>
    <w:rsid w:val="0077461A"/>
    <w:rsid w:val="00774BFE"/>
    <w:rsid w:val="00775081"/>
    <w:rsid w:val="00777BA8"/>
    <w:rsid w:val="00780701"/>
    <w:rsid w:val="007822CC"/>
    <w:rsid w:val="00785241"/>
    <w:rsid w:val="00785B8B"/>
    <w:rsid w:val="00785CFE"/>
    <w:rsid w:val="007863F2"/>
    <w:rsid w:val="00792ED6"/>
    <w:rsid w:val="00793E0A"/>
    <w:rsid w:val="00794595"/>
    <w:rsid w:val="00795CE5"/>
    <w:rsid w:val="00795E14"/>
    <w:rsid w:val="007A151B"/>
    <w:rsid w:val="007A52B8"/>
    <w:rsid w:val="007A63BF"/>
    <w:rsid w:val="007A7107"/>
    <w:rsid w:val="007A7815"/>
    <w:rsid w:val="007B19E0"/>
    <w:rsid w:val="007B2237"/>
    <w:rsid w:val="007B3154"/>
    <w:rsid w:val="007C0E82"/>
    <w:rsid w:val="007C283F"/>
    <w:rsid w:val="007C4FCD"/>
    <w:rsid w:val="007C5367"/>
    <w:rsid w:val="007C7985"/>
    <w:rsid w:val="007D3C81"/>
    <w:rsid w:val="007D5668"/>
    <w:rsid w:val="007D601A"/>
    <w:rsid w:val="007E0EDC"/>
    <w:rsid w:val="007E1206"/>
    <w:rsid w:val="007E218E"/>
    <w:rsid w:val="007E5DA6"/>
    <w:rsid w:val="007E7F84"/>
    <w:rsid w:val="007F017C"/>
    <w:rsid w:val="007F1231"/>
    <w:rsid w:val="007F51EA"/>
    <w:rsid w:val="007F53DE"/>
    <w:rsid w:val="007F6AF8"/>
    <w:rsid w:val="007F7B5C"/>
    <w:rsid w:val="00801D4D"/>
    <w:rsid w:val="00804716"/>
    <w:rsid w:val="00805519"/>
    <w:rsid w:val="00815200"/>
    <w:rsid w:val="00820EDD"/>
    <w:rsid w:val="0082171C"/>
    <w:rsid w:val="00822A43"/>
    <w:rsid w:val="00823641"/>
    <w:rsid w:val="00823FEC"/>
    <w:rsid w:val="00825695"/>
    <w:rsid w:val="00826566"/>
    <w:rsid w:val="0082683B"/>
    <w:rsid w:val="00830160"/>
    <w:rsid w:val="00830477"/>
    <w:rsid w:val="008307FB"/>
    <w:rsid w:val="00830DA8"/>
    <w:rsid w:val="00831147"/>
    <w:rsid w:val="00831D85"/>
    <w:rsid w:val="008327C9"/>
    <w:rsid w:val="008336C6"/>
    <w:rsid w:val="008339BE"/>
    <w:rsid w:val="00834A0F"/>
    <w:rsid w:val="00836493"/>
    <w:rsid w:val="00845288"/>
    <w:rsid w:val="008463C3"/>
    <w:rsid w:val="00846DA2"/>
    <w:rsid w:val="008531F0"/>
    <w:rsid w:val="00855037"/>
    <w:rsid w:val="00860923"/>
    <w:rsid w:val="00861FFC"/>
    <w:rsid w:val="00863047"/>
    <w:rsid w:val="00863E94"/>
    <w:rsid w:val="00865243"/>
    <w:rsid w:val="00866536"/>
    <w:rsid w:val="0087482B"/>
    <w:rsid w:val="00874E8C"/>
    <w:rsid w:val="008767DB"/>
    <w:rsid w:val="008775AC"/>
    <w:rsid w:val="008800AB"/>
    <w:rsid w:val="00881017"/>
    <w:rsid w:val="00882986"/>
    <w:rsid w:val="0088396C"/>
    <w:rsid w:val="008857A8"/>
    <w:rsid w:val="00885AB2"/>
    <w:rsid w:val="00886491"/>
    <w:rsid w:val="0088699E"/>
    <w:rsid w:val="008870AB"/>
    <w:rsid w:val="008912EF"/>
    <w:rsid w:val="0089181E"/>
    <w:rsid w:val="008932AA"/>
    <w:rsid w:val="00894596"/>
    <w:rsid w:val="00895300"/>
    <w:rsid w:val="008A04D1"/>
    <w:rsid w:val="008A1510"/>
    <w:rsid w:val="008A1C96"/>
    <w:rsid w:val="008A1D29"/>
    <w:rsid w:val="008A22C2"/>
    <w:rsid w:val="008A56C4"/>
    <w:rsid w:val="008B0A9C"/>
    <w:rsid w:val="008B2861"/>
    <w:rsid w:val="008B3441"/>
    <w:rsid w:val="008B3F8B"/>
    <w:rsid w:val="008B5872"/>
    <w:rsid w:val="008C4DE7"/>
    <w:rsid w:val="008C4F14"/>
    <w:rsid w:val="008C535A"/>
    <w:rsid w:val="008C5B44"/>
    <w:rsid w:val="008C72BD"/>
    <w:rsid w:val="008D2AE3"/>
    <w:rsid w:val="008D3584"/>
    <w:rsid w:val="008E0CA0"/>
    <w:rsid w:val="008E267E"/>
    <w:rsid w:val="008E48C6"/>
    <w:rsid w:val="008E6D07"/>
    <w:rsid w:val="008E7877"/>
    <w:rsid w:val="008F080C"/>
    <w:rsid w:val="008F11D6"/>
    <w:rsid w:val="008F2E4D"/>
    <w:rsid w:val="008F3EB8"/>
    <w:rsid w:val="008F6554"/>
    <w:rsid w:val="00905014"/>
    <w:rsid w:val="00910A76"/>
    <w:rsid w:val="00915B5B"/>
    <w:rsid w:val="009162C1"/>
    <w:rsid w:val="0092461B"/>
    <w:rsid w:val="00926DFF"/>
    <w:rsid w:val="00926E73"/>
    <w:rsid w:val="00933C70"/>
    <w:rsid w:val="009341C3"/>
    <w:rsid w:val="00935332"/>
    <w:rsid w:val="00935B20"/>
    <w:rsid w:val="00937A8E"/>
    <w:rsid w:val="00941899"/>
    <w:rsid w:val="00944AD1"/>
    <w:rsid w:val="009468F9"/>
    <w:rsid w:val="00946C58"/>
    <w:rsid w:val="00950E8C"/>
    <w:rsid w:val="009514AF"/>
    <w:rsid w:val="00954D4B"/>
    <w:rsid w:val="009574BB"/>
    <w:rsid w:val="009637D0"/>
    <w:rsid w:val="0096447F"/>
    <w:rsid w:val="00964B9B"/>
    <w:rsid w:val="00966F00"/>
    <w:rsid w:val="00972AA9"/>
    <w:rsid w:val="00972BDE"/>
    <w:rsid w:val="00981A3B"/>
    <w:rsid w:val="00982B99"/>
    <w:rsid w:val="00986150"/>
    <w:rsid w:val="009907E4"/>
    <w:rsid w:val="00991FB8"/>
    <w:rsid w:val="00994BC0"/>
    <w:rsid w:val="009A0790"/>
    <w:rsid w:val="009A3CA3"/>
    <w:rsid w:val="009A5A02"/>
    <w:rsid w:val="009A64C1"/>
    <w:rsid w:val="009A6A93"/>
    <w:rsid w:val="009B40FF"/>
    <w:rsid w:val="009B6CEE"/>
    <w:rsid w:val="009B73F1"/>
    <w:rsid w:val="009C2755"/>
    <w:rsid w:val="009C462B"/>
    <w:rsid w:val="009C4E27"/>
    <w:rsid w:val="009C5EEA"/>
    <w:rsid w:val="009C7503"/>
    <w:rsid w:val="009D018C"/>
    <w:rsid w:val="009D0945"/>
    <w:rsid w:val="009D12EA"/>
    <w:rsid w:val="009D1621"/>
    <w:rsid w:val="009D27B0"/>
    <w:rsid w:val="009D29A9"/>
    <w:rsid w:val="009D7745"/>
    <w:rsid w:val="009E0494"/>
    <w:rsid w:val="009E1FCD"/>
    <w:rsid w:val="009E2C2F"/>
    <w:rsid w:val="009E311D"/>
    <w:rsid w:val="009E335B"/>
    <w:rsid w:val="009E3952"/>
    <w:rsid w:val="009E5635"/>
    <w:rsid w:val="009F04E6"/>
    <w:rsid w:val="009F319B"/>
    <w:rsid w:val="009F6C70"/>
    <w:rsid w:val="00A0179E"/>
    <w:rsid w:val="00A03A01"/>
    <w:rsid w:val="00A07FF1"/>
    <w:rsid w:val="00A11534"/>
    <w:rsid w:val="00A11C54"/>
    <w:rsid w:val="00A13608"/>
    <w:rsid w:val="00A151FB"/>
    <w:rsid w:val="00A16C5C"/>
    <w:rsid w:val="00A171B3"/>
    <w:rsid w:val="00A20570"/>
    <w:rsid w:val="00A242E8"/>
    <w:rsid w:val="00A243DE"/>
    <w:rsid w:val="00A252B6"/>
    <w:rsid w:val="00A30A8D"/>
    <w:rsid w:val="00A330EF"/>
    <w:rsid w:val="00A37583"/>
    <w:rsid w:val="00A4120F"/>
    <w:rsid w:val="00A452B6"/>
    <w:rsid w:val="00A456B7"/>
    <w:rsid w:val="00A465EE"/>
    <w:rsid w:val="00A47584"/>
    <w:rsid w:val="00A47A9C"/>
    <w:rsid w:val="00A51BC2"/>
    <w:rsid w:val="00A52F39"/>
    <w:rsid w:val="00A54F78"/>
    <w:rsid w:val="00A54FA6"/>
    <w:rsid w:val="00A56ECA"/>
    <w:rsid w:val="00A611EA"/>
    <w:rsid w:val="00A626DB"/>
    <w:rsid w:val="00A63E4A"/>
    <w:rsid w:val="00A6491A"/>
    <w:rsid w:val="00A66E11"/>
    <w:rsid w:val="00A71170"/>
    <w:rsid w:val="00A712F6"/>
    <w:rsid w:val="00A74F32"/>
    <w:rsid w:val="00A77DD6"/>
    <w:rsid w:val="00A808E8"/>
    <w:rsid w:val="00A80AF4"/>
    <w:rsid w:val="00A8295B"/>
    <w:rsid w:val="00A82ABB"/>
    <w:rsid w:val="00A8787A"/>
    <w:rsid w:val="00A9032C"/>
    <w:rsid w:val="00A91891"/>
    <w:rsid w:val="00A92EFD"/>
    <w:rsid w:val="00A95685"/>
    <w:rsid w:val="00A966F0"/>
    <w:rsid w:val="00AA06E8"/>
    <w:rsid w:val="00AA0B47"/>
    <w:rsid w:val="00AA1E41"/>
    <w:rsid w:val="00AA2287"/>
    <w:rsid w:val="00AA5FFB"/>
    <w:rsid w:val="00AB21B6"/>
    <w:rsid w:val="00AB239C"/>
    <w:rsid w:val="00AB5A49"/>
    <w:rsid w:val="00AB7223"/>
    <w:rsid w:val="00AC38CD"/>
    <w:rsid w:val="00AC5011"/>
    <w:rsid w:val="00AC54FF"/>
    <w:rsid w:val="00AC5FF2"/>
    <w:rsid w:val="00AD02D6"/>
    <w:rsid w:val="00AD2776"/>
    <w:rsid w:val="00AD7645"/>
    <w:rsid w:val="00AE27B0"/>
    <w:rsid w:val="00AE2FB0"/>
    <w:rsid w:val="00AE5B46"/>
    <w:rsid w:val="00AE5DBA"/>
    <w:rsid w:val="00AE6466"/>
    <w:rsid w:val="00AE6AC1"/>
    <w:rsid w:val="00AE6F54"/>
    <w:rsid w:val="00AF0979"/>
    <w:rsid w:val="00AF1F23"/>
    <w:rsid w:val="00AF3681"/>
    <w:rsid w:val="00AF5CB7"/>
    <w:rsid w:val="00AF74C5"/>
    <w:rsid w:val="00B00512"/>
    <w:rsid w:val="00B0360A"/>
    <w:rsid w:val="00B04671"/>
    <w:rsid w:val="00B12BFF"/>
    <w:rsid w:val="00B134D2"/>
    <w:rsid w:val="00B21376"/>
    <w:rsid w:val="00B22D5A"/>
    <w:rsid w:val="00B23A53"/>
    <w:rsid w:val="00B255AF"/>
    <w:rsid w:val="00B27696"/>
    <w:rsid w:val="00B306AB"/>
    <w:rsid w:val="00B31522"/>
    <w:rsid w:val="00B32031"/>
    <w:rsid w:val="00B326C2"/>
    <w:rsid w:val="00B3697A"/>
    <w:rsid w:val="00B36F74"/>
    <w:rsid w:val="00B40A4C"/>
    <w:rsid w:val="00B416B0"/>
    <w:rsid w:val="00B5048D"/>
    <w:rsid w:val="00B52425"/>
    <w:rsid w:val="00B53615"/>
    <w:rsid w:val="00B53E8A"/>
    <w:rsid w:val="00B54C29"/>
    <w:rsid w:val="00B5785E"/>
    <w:rsid w:val="00B57B69"/>
    <w:rsid w:val="00B60655"/>
    <w:rsid w:val="00B6104B"/>
    <w:rsid w:val="00B631AC"/>
    <w:rsid w:val="00B636EA"/>
    <w:rsid w:val="00B63850"/>
    <w:rsid w:val="00B648DA"/>
    <w:rsid w:val="00B70DD6"/>
    <w:rsid w:val="00B77B25"/>
    <w:rsid w:val="00B84359"/>
    <w:rsid w:val="00B848DD"/>
    <w:rsid w:val="00B91404"/>
    <w:rsid w:val="00B9261C"/>
    <w:rsid w:val="00B92F5F"/>
    <w:rsid w:val="00B964AB"/>
    <w:rsid w:val="00B96600"/>
    <w:rsid w:val="00B96748"/>
    <w:rsid w:val="00B97F44"/>
    <w:rsid w:val="00BA0404"/>
    <w:rsid w:val="00BA0969"/>
    <w:rsid w:val="00BA19A0"/>
    <w:rsid w:val="00BA28DB"/>
    <w:rsid w:val="00BA3B55"/>
    <w:rsid w:val="00BA609C"/>
    <w:rsid w:val="00BA78FB"/>
    <w:rsid w:val="00BB0D4D"/>
    <w:rsid w:val="00BB1E59"/>
    <w:rsid w:val="00BB2FAE"/>
    <w:rsid w:val="00BB33FD"/>
    <w:rsid w:val="00BB347F"/>
    <w:rsid w:val="00BB68C9"/>
    <w:rsid w:val="00BB6C16"/>
    <w:rsid w:val="00BC04EA"/>
    <w:rsid w:val="00BC0977"/>
    <w:rsid w:val="00BC79C6"/>
    <w:rsid w:val="00BD0C32"/>
    <w:rsid w:val="00BD2D49"/>
    <w:rsid w:val="00BD415A"/>
    <w:rsid w:val="00BD4EFA"/>
    <w:rsid w:val="00BD77B8"/>
    <w:rsid w:val="00BE0059"/>
    <w:rsid w:val="00BE1D86"/>
    <w:rsid w:val="00BE236D"/>
    <w:rsid w:val="00BE488E"/>
    <w:rsid w:val="00BF132D"/>
    <w:rsid w:val="00BF2053"/>
    <w:rsid w:val="00BF25C8"/>
    <w:rsid w:val="00BF3B62"/>
    <w:rsid w:val="00BF6757"/>
    <w:rsid w:val="00C00467"/>
    <w:rsid w:val="00C012B4"/>
    <w:rsid w:val="00C04DA8"/>
    <w:rsid w:val="00C05D32"/>
    <w:rsid w:val="00C0647E"/>
    <w:rsid w:val="00C07AB7"/>
    <w:rsid w:val="00C1021F"/>
    <w:rsid w:val="00C10753"/>
    <w:rsid w:val="00C10A58"/>
    <w:rsid w:val="00C115F1"/>
    <w:rsid w:val="00C11E63"/>
    <w:rsid w:val="00C1234C"/>
    <w:rsid w:val="00C127BC"/>
    <w:rsid w:val="00C12AF0"/>
    <w:rsid w:val="00C1435D"/>
    <w:rsid w:val="00C15E38"/>
    <w:rsid w:val="00C1693B"/>
    <w:rsid w:val="00C17602"/>
    <w:rsid w:val="00C17E24"/>
    <w:rsid w:val="00C2068D"/>
    <w:rsid w:val="00C22A26"/>
    <w:rsid w:val="00C234A9"/>
    <w:rsid w:val="00C245F6"/>
    <w:rsid w:val="00C2740F"/>
    <w:rsid w:val="00C27E8F"/>
    <w:rsid w:val="00C31A83"/>
    <w:rsid w:val="00C3329D"/>
    <w:rsid w:val="00C35203"/>
    <w:rsid w:val="00C37452"/>
    <w:rsid w:val="00C40AA1"/>
    <w:rsid w:val="00C41AF2"/>
    <w:rsid w:val="00C41BBB"/>
    <w:rsid w:val="00C47FEC"/>
    <w:rsid w:val="00C5235C"/>
    <w:rsid w:val="00C53109"/>
    <w:rsid w:val="00C53A7A"/>
    <w:rsid w:val="00C54ABB"/>
    <w:rsid w:val="00C57823"/>
    <w:rsid w:val="00C606D3"/>
    <w:rsid w:val="00C63449"/>
    <w:rsid w:val="00C64387"/>
    <w:rsid w:val="00C66431"/>
    <w:rsid w:val="00C67093"/>
    <w:rsid w:val="00C718E0"/>
    <w:rsid w:val="00C71D34"/>
    <w:rsid w:val="00C734D2"/>
    <w:rsid w:val="00C7543C"/>
    <w:rsid w:val="00C81A96"/>
    <w:rsid w:val="00C905AE"/>
    <w:rsid w:val="00C92B14"/>
    <w:rsid w:val="00C9349B"/>
    <w:rsid w:val="00C948C6"/>
    <w:rsid w:val="00C96C2B"/>
    <w:rsid w:val="00C97BEA"/>
    <w:rsid w:val="00C97EB3"/>
    <w:rsid w:val="00CA0825"/>
    <w:rsid w:val="00CB2496"/>
    <w:rsid w:val="00CB7266"/>
    <w:rsid w:val="00CB7A11"/>
    <w:rsid w:val="00CB7B35"/>
    <w:rsid w:val="00CC181B"/>
    <w:rsid w:val="00CC3169"/>
    <w:rsid w:val="00CD083A"/>
    <w:rsid w:val="00CD3251"/>
    <w:rsid w:val="00CD3B33"/>
    <w:rsid w:val="00CD4D94"/>
    <w:rsid w:val="00CE14D6"/>
    <w:rsid w:val="00CE15B4"/>
    <w:rsid w:val="00CE1831"/>
    <w:rsid w:val="00CE7B90"/>
    <w:rsid w:val="00CF0CF5"/>
    <w:rsid w:val="00CF425B"/>
    <w:rsid w:val="00D0066B"/>
    <w:rsid w:val="00D007E0"/>
    <w:rsid w:val="00D0162C"/>
    <w:rsid w:val="00D02111"/>
    <w:rsid w:val="00D02D91"/>
    <w:rsid w:val="00D03EA2"/>
    <w:rsid w:val="00D04E13"/>
    <w:rsid w:val="00D0566C"/>
    <w:rsid w:val="00D05EB0"/>
    <w:rsid w:val="00D06042"/>
    <w:rsid w:val="00D07A9D"/>
    <w:rsid w:val="00D12CBA"/>
    <w:rsid w:val="00D14551"/>
    <w:rsid w:val="00D15B55"/>
    <w:rsid w:val="00D1781B"/>
    <w:rsid w:val="00D2019C"/>
    <w:rsid w:val="00D235E6"/>
    <w:rsid w:val="00D23876"/>
    <w:rsid w:val="00D25184"/>
    <w:rsid w:val="00D31716"/>
    <w:rsid w:val="00D340E2"/>
    <w:rsid w:val="00D34527"/>
    <w:rsid w:val="00D366C3"/>
    <w:rsid w:val="00D370CF"/>
    <w:rsid w:val="00D37C1F"/>
    <w:rsid w:val="00D430DC"/>
    <w:rsid w:val="00D43FC1"/>
    <w:rsid w:val="00D455E3"/>
    <w:rsid w:val="00D50888"/>
    <w:rsid w:val="00D518E5"/>
    <w:rsid w:val="00D52F0C"/>
    <w:rsid w:val="00D537FD"/>
    <w:rsid w:val="00D542E9"/>
    <w:rsid w:val="00D5446E"/>
    <w:rsid w:val="00D56451"/>
    <w:rsid w:val="00D578AE"/>
    <w:rsid w:val="00D602E5"/>
    <w:rsid w:val="00D6170E"/>
    <w:rsid w:val="00D61754"/>
    <w:rsid w:val="00D62B44"/>
    <w:rsid w:val="00D630E2"/>
    <w:rsid w:val="00D63E5A"/>
    <w:rsid w:val="00D64268"/>
    <w:rsid w:val="00D64543"/>
    <w:rsid w:val="00D6567F"/>
    <w:rsid w:val="00D66CC7"/>
    <w:rsid w:val="00D711FF"/>
    <w:rsid w:val="00D713DA"/>
    <w:rsid w:val="00D71A11"/>
    <w:rsid w:val="00D74044"/>
    <w:rsid w:val="00D744E5"/>
    <w:rsid w:val="00D74774"/>
    <w:rsid w:val="00D81ACE"/>
    <w:rsid w:val="00D81CBC"/>
    <w:rsid w:val="00D84295"/>
    <w:rsid w:val="00D85FBC"/>
    <w:rsid w:val="00D8684D"/>
    <w:rsid w:val="00D86CCE"/>
    <w:rsid w:val="00D922F7"/>
    <w:rsid w:val="00D93767"/>
    <w:rsid w:val="00D95987"/>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2A51"/>
    <w:rsid w:val="00DD4F3B"/>
    <w:rsid w:val="00DD66D8"/>
    <w:rsid w:val="00DE1D40"/>
    <w:rsid w:val="00DE303C"/>
    <w:rsid w:val="00DE3297"/>
    <w:rsid w:val="00DE5AD4"/>
    <w:rsid w:val="00DE7AFD"/>
    <w:rsid w:val="00DF1B46"/>
    <w:rsid w:val="00DF566F"/>
    <w:rsid w:val="00DF5E05"/>
    <w:rsid w:val="00E02125"/>
    <w:rsid w:val="00E03A67"/>
    <w:rsid w:val="00E06D68"/>
    <w:rsid w:val="00E07929"/>
    <w:rsid w:val="00E07946"/>
    <w:rsid w:val="00E10BB4"/>
    <w:rsid w:val="00E12244"/>
    <w:rsid w:val="00E15C35"/>
    <w:rsid w:val="00E15EEB"/>
    <w:rsid w:val="00E160D8"/>
    <w:rsid w:val="00E16780"/>
    <w:rsid w:val="00E17AB2"/>
    <w:rsid w:val="00E2095E"/>
    <w:rsid w:val="00E2212F"/>
    <w:rsid w:val="00E22867"/>
    <w:rsid w:val="00E266C4"/>
    <w:rsid w:val="00E36E78"/>
    <w:rsid w:val="00E37295"/>
    <w:rsid w:val="00E37CF8"/>
    <w:rsid w:val="00E4164C"/>
    <w:rsid w:val="00E41971"/>
    <w:rsid w:val="00E41A69"/>
    <w:rsid w:val="00E429F9"/>
    <w:rsid w:val="00E42ACA"/>
    <w:rsid w:val="00E4304F"/>
    <w:rsid w:val="00E47B8C"/>
    <w:rsid w:val="00E50DC7"/>
    <w:rsid w:val="00E53A3F"/>
    <w:rsid w:val="00E54DAA"/>
    <w:rsid w:val="00E573F8"/>
    <w:rsid w:val="00E578D1"/>
    <w:rsid w:val="00E611F6"/>
    <w:rsid w:val="00E63BB9"/>
    <w:rsid w:val="00E65C9D"/>
    <w:rsid w:val="00E67FD4"/>
    <w:rsid w:val="00E737BF"/>
    <w:rsid w:val="00E7514F"/>
    <w:rsid w:val="00E7525D"/>
    <w:rsid w:val="00E7676D"/>
    <w:rsid w:val="00E77B81"/>
    <w:rsid w:val="00E818D4"/>
    <w:rsid w:val="00E83CA8"/>
    <w:rsid w:val="00E83E00"/>
    <w:rsid w:val="00E84213"/>
    <w:rsid w:val="00E856F2"/>
    <w:rsid w:val="00E86445"/>
    <w:rsid w:val="00E910FF"/>
    <w:rsid w:val="00E92E08"/>
    <w:rsid w:val="00E95883"/>
    <w:rsid w:val="00E962CD"/>
    <w:rsid w:val="00EA1A6C"/>
    <w:rsid w:val="00EA406A"/>
    <w:rsid w:val="00EA416D"/>
    <w:rsid w:val="00EA4981"/>
    <w:rsid w:val="00EA5159"/>
    <w:rsid w:val="00EA7B6A"/>
    <w:rsid w:val="00EB104A"/>
    <w:rsid w:val="00EB58DB"/>
    <w:rsid w:val="00EB7D33"/>
    <w:rsid w:val="00EC3989"/>
    <w:rsid w:val="00EC3EB8"/>
    <w:rsid w:val="00EC5947"/>
    <w:rsid w:val="00ED34A7"/>
    <w:rsid w:val="00ED442A"/>
    <w:rsid w:val="00ED4E5B"/>
    <w:rsid w:val="00EE1F45"/>
    <w:rsid w:val="00EE2970"/>
    <w:rsid w:val="00EF0633"/>
    <w:rsid w:val="00EF1277"/>
    <w:rsid w:val="00EF23EF"/>
    <w:rsid w:val="00EF365F"/>
    <w:rsid w:val="00EF39AC"/>
    <w:rsid w:val="00EF4E32"/>
    <w:rsid w:val="00EF60D4"/>
    <w:rsid w:val="00EF7E4C"/>
    <w:rsid w:val="00F01DDB"/>
    <w:rsid w:val="00F02AA6"/>
    <w:rsid w:val="00F0521E"/>
    <w:rsid w:val="00F06858"/>
    <w:rsid w:val="00F1113D"/>
    <w:rsid w:val="00F12701"/>
    <w:rsid w:val="00F22AEA"/>
    <w:rsid w:val="00F2498F"/>
    <w:rsid w:val="00F2580E"/>
    <w:rsid w:val="00F27AB5"/>
    <w:rsid w:val="00F303BC"/>
    <w:rsid w:val="00F332EC"/>
    <w:rsid w:val="00F352D0"/>
    <w:rsid w:val="00F40956"/>
    <w:rsid w:val="00F43A8F"/>
    <w:rsid w:val="00F43B01"/>
    <w:rsid w:val="00F478F3"/>
    <w:rsid w:val="00F514CA"/>
    <w:rsid w:val="00F53561"/>
    <w:rsid w:val="00F57680"/>
    <w:rsid w:val="00F60CD3"/>
    <w:rsid w:val="00F61047"/>
    <w:rsid w:val="00F6172E"/>
    <w:rsid w:val="00F641D2"/>
    <w:rsid w:val="00F647E9"/>
    <w:rsid w:val="00F65176"/>
    <w:rsid w:val="00F72173"/>
    <w:rsid w:val="00F74237"/>
    <w:rsid w:val="00F814B9"/>
    <w:rsid w:val="00F81A5D"/>
    <w:rsid w:val="00F81CEE"/>
    <w:rsid w:val="00F8237C"/>
    <w:rsid w:val="00F85462"/>
    <w:rsid w:val="00F91A7B"/>
    <w:rsid w:val="00F94AED"/>
    <w:rsid w:val="00F96FAA"/>
    <w:rsid w:val="00FA1257"/>
    <w:rsid w:val="00FA2207"/>
    <w:rsid w:val="00FA29F6"/>
    <w:rsid w:val="00FA3215"/>
    <w:rsid w:val="00FA3629"/>
    <w:rsid w:val="00FA5EF2"/>
    <w:rsid w:val="00FA674D"/>
    <w:rsid w:val="00FA756A"/>
    <w:rsid w:val="00FA78EE"/>
    <w:rsid w:val="00FB18C1"/>
    <w:rsid w:val="00FB1CD9"/>
    <w:rsid w:val="00FB2FD5"/>
    <w:rsid w:val="00FB3ECE"/>
    <w:rsid w:val="00FB40D5"/>
    <w:rsid w:val="00FB4D77"/>
    <w:rsid w:val="00FB5C86"/>
    <w:rsid w:val="00FC013A"/>
    <w:rsid w:val="00FC4644"/>
    <w:rsid w:val="00FC5EBA"/>
    <w:rsid w:val="00FD0525"/>
    <w:rsid w:val="00FD0A6B"/>
    <w:rsid w:val="00FD16E7"/>
    <w:rsid w:val="00FD34DE"/>
    <w:rsid w:val="00FD68D5"/>
    <w:rsid w:val="00FD6C0C"/>
    <w:rsid w:val="00FE482B"/>
    <w:rsid w:val="00FE6A4D"/>
    <w:rsid w:val="00FE7A03"/>
    <w:rsid w:val="00FF0185"/>
    <w:rsid w:val="00FF3216"/>
    <w:rsid w:val="00FF4DEE"/>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90668557">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136070734">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04749358">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21298023">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07184283">
      <w:bodyDiv w:val="1"/>
      <w:marLeft w:val="0"/>
      <w:marRight w:val="0"/>
      <w:marTop w:val="0"/>
      <w:marBottom w:val="0"/>
      <w:divBdr>
        <w:top w:val="none" w:sz="0" w:space="0" w:color="auto"/>
        <w:left w:val="none" w:sz="0" w:space="0" w:color="auto"/>
        <w:bottom w:val="none" w:sz="0" w:space="0" w:color="auto"/>
        <w:right w:val="none" w:sz="0" w:space="0" w:color="auto"/>
      </w:divBdr>
    </w:div>
    <w:div w:id="512838890">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811412421">
      <w:bodyDiv w:val="1"/>
      <w:marLeft w:val="0"/>
      <w:marRight w:val="0"/>
      <w:marTop w:val="0"/>
      <w:marBottom w:val="0"/>
      <w:divBdr>
        <w:top w:val="none" w:sz="0" w:space="0" w:color="auto"/>
        <w:left w:val="none" w:sz="0" w:space="0" w:color="auto"/>
        <w:bottom w:val="none" w:sz="0" w:space="0" w:color="auto"/>
        <w:right w:val="none" w:sz="0" w:space="0" w:color="auto"/>
      </w:divBdr>
    </w:div>
    <w:div w:id="865289995">
      <w:bodyDiv w:val="1"/>
      <w:marLeft w:val="0"/>
      <w:marRight w:val="0"/>
      <w:marTop w:val="0"/>
      <w:marBottom w:val="0"/>
      <w:divBdr>
        <w:top w:val="none" w:sz="0" w:space="0" w:color="auto"/>
        <w:left w:val="none" w:sz="0" w:space="0" w:color="auto"/>
        <w:bottom w:val="none" w:sz="0" w:space="0" w:color="auto"/>
        <w:right w:val="none" w:sz="0" w:space="0" w:color="auto"/>
      </w:divBdr>
    </w:div>
    <w:div w:id="875506612">
      <w:bodyDiv w:val="1"/>
      <w:marLeft w:val="0"/>
      <w:marRight w:val="0"/>
      <w:marTop w:val="0"/>
      <w:marBottom w:val="0"/>
      <w:divBdr>
        <w:top w:val="none" w:sz="0" w:space="0" w:color="auto"/>
        <w:left w:val="none" w:sz="0" w:space="0" w:color="auto"/>
        <w:bottom w:val="none" w:sz="0" w:space="0" w:color="auto"/>
        <w:right w:val="none" w:sz="0" w:space="0" w:color="auto"/>
      </w:divBdr>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029065189">
      <w:bodyDiv w:val="1"/>
      <w:marLeft w:val="0"/>
      <w:marRight w:val="0"/>
      <w:marTop w:val="0"/>
      <w:marBottom w:val="0"/>
      <w:divBdr>
        <w:top w:val="none" w:sz="0" w:space="0" w:color="auto"/>
        <w:left w:val="none" w:sz="0" w:space="0" w:color="auto"/>
        <w:bottom w:val="none" w:sz="0" w:space="0" w:color="auto"/>
        <w:right w:val="none" w:sz="0" w:space="0" w:color="auto"/>
      </w:divBdr>
    </w:div>
    <w:div w:id="1119296715">
      <w:bodyDiv w:val="1"/>
      <w:marLeft w:val="0"/>
      <w:marRight w:val="0"/>
      <w:marTop w:val="0"/>
      <w:marBottom w:val="0"/>
      <w:divBdr>
        <w:top w:val="none" w:sz="0" w:space="0" w:color="auto"/>
        <w:left w:val="none" w:sz="0" w:space="0" w:color="auto"/>
        <w:bottom w:val="none" w:sz="0" w:space="0" w:color="auto"/>
        <w:right w:val="none" w:sz="0" w:space="0" w:color="auto"/>
      </w:divBdr>
    </w:div>
    <w:div w:id="1145470826">
      <w:bodyDiv w:val="1"/>
      <w:marLeft w:val="0"/>
      <w:marRight w:val="0"/>
      <w:marTop w:val="0"/>
      <w:marBottom w:val="0"/>
      <w:divBdr>
        <w:top w:val="none" w:sz="0" w:space="0" w:color="auto"/>
        <w:left w:val="none" w:sz="0" w:space="0" w:color="auto"/>
        <w:bottom w:val="none" w:sz="0" w:space="0" w:color="auto"/>
        <w:right w:val="none" w:sz="0" w:space="0" w:color="auto"/>
      </w:divBdr>
    </w:div>
    <w:div w:id="116975858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280260619">
      <w:bodyDiv w:val="1"/>
      <w:marLeft w:val="0"/>
      <w:marRight w:val="0"/>
      <w:marTop w:val="0"/>
      <w:marBottom w:val="0"/>
      <w:divBdr>
        <w:top w:val="none" w:sz="0" w:space="0" w:color="auto"/>
        <w:left w:val="none" w:sz="0" w:space="0" w:color="auto"/>
        <w:bottom w:val="none" w:sz="0" w:space="0" w:color="auto"/>
        <w:right w:val="none" w:sz="0" w:space="0" w:color="auto"/>
      </w:divBdr>
    </w:div>
    <w:div w:id="1326783241">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3192">
      <w:bodyDiv w:val="1"/>
      <w:marLeft w:val="0"/>
      <w:marRight w:val="0"/>
      <w:marTop w:val="0"/>
      <w:marBottom w:val="0"/>
      <w:divBdr>
        <w:top w:val="none" w:sz="0" w:space="0" w:color="auto"/>
        <w:left w:val="none" w:sz="0" w:space="0" w:color="auto"/>
        <w:bottom w:val="none" w:sz="0" w:space="0" w:color="auto"/>
        <w:right w:val="none" w:sz="0" w:space="0" w:color="auto"/>
      </w:divBdr>
    </w:div>
    <w:div w:id="1433740572">
      <w:bodyDiv w:val="1"/>
      <w:marLeft w:val="0"/>
      <w:marRight w:val="0"/>
      <w:marTop w:val="0"/>
      <w:marBottom w:val="0"/>
      <w:divBdr>
        <w:top w:val="none" w:sz="0" w:space="0" w:color="auto"/>
        <w:left w:val="none" w:sz="0" w:space="0" w:color="auto"/>
        <w:bottom w:val="none" w:sz="0" w:space="0" w:color="auto"/>
        <w:right w:val="none" w:sz="0" w:space="0" w:color="auto"/>
      </w:divBdr>
    </w:div>
    <w:div w:id="1661998541">
      <w:bodyDiv w:val="1"/>
      <w:marLeft w:val="0"/>
      <w:marRight w:val="0"/>
      <w:marTop w:val="0"/>
      <w:marBottom w:val="0"/>
      <w:divBdr>
        <w:top w:val="none" w:sz="0" w:space="0" w:color="auto"/>
        <w:left w:val="none" w:sz="0" w:space="0" w:color="auto"/>
        <w:bottom w:val="none" w:sz="0" w:space="0" w:color="auto"/>
        <w:right w:val="none" w:sz="0" w:space="0" w:color="auto"/>
      </w:divBdr>
    </w:div>
    <w:div w:id="1697148477">
      <w:bodyDiv w:val="1"/>
      <w:marLeft w:val="0"/>
      <w:marRight w:val="0"/>
      <w:marTop w:val="0"/>
      <w:marBottom w:val="0"/>
      <w:divBdr>
        <w:top w:val="none" w:sz="0" w:space="0" w:color="auto"/>
        <w:left w:val="none" w:sz="0" w:space="0" w:color="auto"/>
        <w:bottom w:val="none" w:sz="0" w:space="0" w:color="auto"/>
        <w:right w:val="none" w:sz="0" w:space="0" w:color="auto"/>
      </w:divBdr>
      <w:divsChild>
        <w:div w:id="1569194263">
          <w:marLeft w:val="0"/>
          <w:marRight w:val="0"/>
          <w:marTop w:val="0"/>
          <w:marBottom w:val="0"/>
          <w:divBdr>
            <w:top w:val="none" w:sz="0" w:space="0" w:color="auto"/>
            <w:left w:val="none" w:sz="0" w:space="0" w:color="auto"/>
            <w:bottom w:val="none" w:sz="0" w:space="0" w:color="auto"/>
            <w:right w:val="none" w:sz="0" w:space="0" w:color="auto"/>
          </w:divBdr>
          <w:divsChild>
            <w:div w:id="1821186352">
              <w:marLeft w:val="0"/>
              <w:marRight w:val="0"/>
              <w:marTop w:val="0"/>
              <w:marBottom w:val="0"/>
              <w:divBdr>
                <w:top w:val="none" w:sz="0" w:space="0" w:color="auto"/>
                <w:left w:val="none" w:sz="0" w:space="0" w:color="auto"/>
                <w:bottom w:val="none" w:sz="0" w:space="0" w:color="auto"/>
                <w:right w:val="none" w:sz="0" w:space="0" w:color="auto"/>
              </w:divBdr>
              <w:divsChild>
                <w:div w:id="600145685">
                  <w:marLeft w:val="0"/>
                  <w:marRight w:val="0"/>
                  <w:marTop w:val="0"/>
                  <w:marBottom w:val="0"/>
                  <w:divBdr>
                    <w:top w:val="none" w:sz="0" w:space="0" w:color="auto"/>
                    <w:left w:val="none" w:sz="0" w:space="0" w:color="auto"/>
                    <w:bottom w:val="none" w:sz="0" w:space="0" w:color="auto"/>
                    <w:right w:val="none" w:sz="0" w:space="0" w:color="auto"/>
                  </w:divBdr>
                  <w:divsChild>
                    <w:div w:id="137499293">
                      <w:marLeft w:val="0"/>
                      <w:marRight w:val="0"/>
                      <w:marTop w:val="0"/>
                      <w:marBottom w:val="0"/>
                      <w:divBdr>
                        <w:top w:val="none" w:sz="0" w:space="0" w:color="auto"/>
                        <w:left w:val="none" w:sz="0" w:space="0" w:color="auto"/>
                        <w:bottom w:val="none" w:sz="0" w:space="0" w:color="auto"/>
                        <w:right w:val="none" w:sz="0" w:space="0" w:color="auto"/>
                      </w:divBdr>
                      <w:divsChild>
                        <w:div w:id="1821190250">
                          <w:marLeft w:val="0"/>
                          <w:marRight w:val="0"/>
                          <w:marTop w:val="0"/>
                          <w:marBottom w:val="0"/>
                          <w:divBdr>
                            <w:top w:val="none" w:sz="0" w:space="0" w:color="auto"/>
                            <w:left w:val="none" w:sz="0" w:space="0" w:color="auto"/>
                            <w:bottom w:val="none" w:sz="0" w:space="0" w:color="auto"/>
                            <w:right w:val="none" w:sz="0" w:space="0" w:color="auto"/>
                          </w:divBdr>
                          <w:divsChild>
                            <w:div w:id="2100368118">
                              <w:marLeft w:val="15"/>
                              <w:marRight w:val="195"/>
                              <w:marTop w:val="0"/>
                              <w:marBottom w:val="0"/>
                              <w:divBdr>
                                <w:top w:val="none" w:sz="0" w:space="0" w:color="auto"/>
                                <w:left w:val="none" w:sz="0" w:space="0" w:color="auto"/>
                                <w:bottom w:val="none" w:sz="0" w:space="0" w:color="auto"/>
                                <w:right w:val="none" w:sz="0" w:space="0" w:color="auto"/>
                              </w:divBdr>
                              <w:divsChild>
                                <w:div w:id="671370335">
                                  <w:marLeft w:val="0"/>
                                  <w:marRight w:val="0"/>
                                  <w:marTop w:val="0"/>
                                  <w:marBottom w:val="0"/>
                                  <w:divBdr>
                                    <w:top w:val="none" w:sz="0" w:space="0" w:color="auto"/>
                                    <w:left w:val="none" w:sz="0" w:space="0" w:color="auto"/>
                                    <w:bottom w:val="none" w:sz="0" w:space="0" w:color="auto"/>
                                    <w:right w:val="none" w:sz="0" w:space="0" w:color="auto"/>
                                  </w:divBdr>
                                  <w:divsChild>
                                    <w:div w:id="276719371">
                                      <w:marLeft w:val="0"/>
                                      <w:marRight w:val="0"/>
                                      <w:marTop w:val="0"/>
                                      <w:marBottom w:val="0"/>
                                      <w:divBdr>
                                        <w:top w:val="none" w:sz="0" w:space="0" w:color="auto"/>
                                        <w:left w:val="none" w:sz="0" w:space="0" w:color="auto"/>
                                        <w:bottom w:val="none" w:sz="0" w:space="0" w:color="auto"/>
                                        <w:right w:val="none" w:sz="0" w:space="0" w:color="auto"/>
                                      </w:divBdr>
                                      <w:divsChild>
                                        <w:div w:id="475605846">
                                          <w:marLeft w:val="0"/>
                                          <w:marRight w:val="0"/>
                                          <w:marTop w:val="0"/>
                                          <w:marBottom w:val="0"/>
                                          <w:divBdr>
                                            <w:top w:val="none" w:sz="0" w:space="0" w:color="auto"/>
                                            <w:left w:val="none" w:sz="0" w:space="0" w:color="auto"/>
                                            <w:bottom w:val="none" w:sz="0" w:space="0" w:color="auto"/>
                                            <w:right w:val="none" w:sz="0" w:space="0" w:color="auto"/>
                                          </w:divBdr>
                                          <w:divsChild>
                                            <w:div w:id="1728070738">
                                              <w:marLeft w:val="0"/>
                                              <w:marRight w:val="0"/>
                                              <w:marTop w:val="0"/>
                                              <w:marBottom w:val="0"/>
                                              <w:divBdr>
                                                <w:top w:val="none" w:sz="0" w:space="0" w:color="auto"/>
                                                <w:left w:val="none" w:sz="0" w:space="0" w:color="auto"/>
                                                <w:bottom w:val="none" w:sz="0" w:space="0" w:color="auto"/>
                                                <w:right w:val="none" w:sz="0" w:space="0" w:color="auto"/>
                                              </w:divBdr>
                                              <w:divsChild>
                                                <w:div w:id="1144275812">
                                                  <w:marLeft w:val="0"/>
                                                  <w:marRight w:val="0"/>
                                                  <w:marTop w:val="0"/>
                                                  <w:marBottom w:val="0"/>
                                                  <w:divBdr>
                                                    <w:top w:val="none" w:sz="0" w:space="0" w:color="auto"/>
                                                    <w:left w:val="none" w:sz="0" w:space="0" w:color="auto"/>
                                                    <w:bottom w:val="none" w:sz="0" w:space="0" w:color="auto"/>
                                                    <w:right w:val="none" w:sz="0" w:space="0" w:color="auto"/>
                                                  </w:divBdr>
                                                  <w:divsChild>
                                                    <w:div w:id="1916011021">
                                                      <w:marLeft w:val="0"/>
                                                      <w:marRight w:val="0"/>
                                                      <w:marTop w:val="0"/>
                                                      <w:marBottom w:val="0"/>
                                                      <w:divBdr>
                                                        <w:top w:val="none" w:sz="0" w:space="0" w:color="auto"/>
                                                        <w:left w:val="none" w:sz="0" w:space="0" w:color="auto"/>
                                                        <w:bottom w:val="none" w:sz="0" w:space="0" w:color="auto"/>
                                                        <w:right w:val="none" w:sz="0" w:space="0" w:color="auto"/>
                                                      </w:divBdr>
                                                      <w:divsChild>
                                                        <w:div w:id="991518853">
                                                          <w:marLeft w:val="0"/>
                                                          <w:marRight w:val="0"/>
                                                          <w:marTop w:val="0"/>
                                                          <w:marBottom w:val="0"/>
                                                          <w:divBdr>
                                                            <w:top w:val="none" w:sz="0" w:space="0" w:color="auto"/>
                                                            <w:left w:val="none" w:sz="0" w:space="0" w:color="auto"/>
                                                            <w:bottom w:val="none" w:sz="0" w:space="0" w:color="auto"/>
                                                            <w:right w:val="none" w:sz="0" w:space="0" w:color="auto"/>
                                                          </w:divBdr>
                                                          <w:divsChild>
                                                            <w:div w:id="178081365">
                                                              <w:marLeft w:val="0"/>
                                                              <w:marRight w:val="0"/>
                                                              <w:marTop w:val="0"/>
                                                              <w:marBottom w:val="0"/>
                                                              <w:divBdr>
                                                                <w:top w:val="none" w:sz="0" w:space="0" w:color="auto"/>
                                                                <w:left w:val="none" w:sz="0" w:space="0" w:color="auto"/>
                                                                <w:bottom w:val="none" w:sz="0" w:space="0" w:color="auto"/>
                                                                <w:right w:val="none" w:sz="0" w:space="0" w:color="auto"/>
                                                              </w:divBdr>
                                                              <w:divsChild>
                                                                <w:div w:id="1872763916">
                                                                  <w:marLeft w:val="0"/>
                                                                  <w:marRight w:val="0"/>
                                                                  <w:marTop w:val="0"/>
                                                                  <w:marBottom w:val="0"/>
                                                                  <w:divBdr>
                                                                    <w:top w:val="none" w:sz="0" w:space="0" w:color="auto"/>
                                                                    <w:left w:val="none" w:sz="0" w:space="0" w:color="auto"/>
                                                                    <w:bottom w:val="none" w:sz="0" w:space="0" w:color="auto"/>
                                                                    <w:right w:val="none" w:sz="0" w:space="0" w:color="auto"/>
                                                                  </w:divBdr>
                                                                  <w:divsChild>
                                                                    <w:div w:id="98723600">
                                                                      <w:marLeft w:val="405"/>
                                                                      <w:marRight w:val="0"/>
                                                                      <w:marTop w:val="0"/>
                                                                      <w:marBottom w:val="0"/>
                                                                      <w:divBdr>
                                                                        <w:top w:val="none" w:sz="0" w:space="0" w:color="auto"/>
                                                                        <w:left w:val="none" w:sz="0" w:space="0" w:color="auto"/>
                                                                        <w:bottom w:val="none" w:sz="0" w:space="0" w:color="auto"/>
                                                                        <w:right w:val="none" w:sz="0" w:space="0" w:color="auto"/>
                                                                      </w:divBdr>
                                                                      <w:divsChild>
                                                                        <w:div w:id="1583829481">
                                                                          <w:marLeft w:val="0"/>
                                                                          <w:marRight w:val="0"/>
                                                                          <w:marTop w:val="0"/>
                                                                          <w:marBottom w:val="0"/>
                                                                          <w:divBdr>
                                                                            <w:top w:val="none" w:sz="0" w:space="0" w:color="auto"/>
                                                                            <w:left w:val="none" w:sz="0" w:space="0" w:color="auto"/>
                                                                            <w:bottom w:val="none" w:sz="0" w:space="0" w:color="auto"/>
                                                                            <w:right w:val="none" w:sz="0" w:space="0" w:color="auto"/>
                                                                          </w:divBdr>
                                                                          <w:divsChild>
                                                                            <w:div w:id="1540512730">
                                                                              <w:marLeft w:val="0"/>
                                                                              <w:marRight w:val="0"/>
                                                                              <w:marTop w:val="0"/>
                                                                              <w:marBottom w:val="0"/>
                                                                              <w:divBdr>
                                                                                <w:top w:val="none" w:sz="0" w:space="0" w:color="auto"/>
                                                                                <w:left w:val="none" w:sz="0" w:space="0" w:color="auto"/>
                                                                                <w:bottom w:val="none" w:sz="0" w:space="0" w:color="auto"/>
                                                                                <w:right w:val="none" w:sz="0" w:space="0" w:color="auto"/>
                                                                              </w:divBdr>
                                                                              <w:divsChild>
                                                                                <w:div w:id="138574422">
                                                                                  <w:marLeft w:val="0"/>
                                                                                  <w:marRight w:val="0"/>
                                                                                  <w:marTop w:val="0"/>
                                                                                  <w:marBottom w:val="0"/>
                                                                                  <w:divBdr>
                                                                                    <w:top w:val="none" w:sz="0" w:space="0" w:color="auto"/>
                                                                                    <w:left w:val="none" w:sz="0" w:space="0" w:color="auto"/>
                                                                                    <w:bottom w:val="none" w:sz="0" w:space="0" w:color="auto"/>
                                                                                    <w:right w:val="none" w:sz="0" w:space="0" w:color="auto"/>
                                                                                  </w:divBdr>
                                                                                  <w:divsChild>
                                                                                    <w:div w:id="165637708">
                                                                                      <w:marLeft w:val="0"/>
                                                                                      <w:marRight w:val="0"/>
                                                                                      <w:marTop w:val="0"/>
                                                                                      <w:marBottom w:val="0"/>
                                                                                      <w:divBdr>
                                                                                        <w:top w:val="none" w:sz="0" w:space="0" w:color="auto"/>
                                                                                        <w:left w:val="none" w:sz="0" w:space="0" w:color="auto"/>
                                                                                        <w:bottom w:val="none" w:sz="0" w:space="0" w:color="auto"/>
                                                                                        <w:right w:val="none" w:sz="0" w:space="0" w:color="auto"/>
                                                                                      </w:divBdr>
                                                                                      <w:divsChild>
                                                                                        <w:div w:id="1252929833">
                                                                                          <w:marLeft w:val="0"/>
                                                                                          <w:marRight w:val="0"/>
                                                                                          <w:marTop w:val="0"/>
                                                                                          <w:marBottom w:val="0"/>
                                                                                          <w:divBdr>
                                                                                            <w:top w:val="none" w:sz="0" w:space="0" w:color="auto"/>
                                                                                            <w:left w:val="none" w:sz="0" w:space="0" w:color="auto"/>
                                                                                            <w:bottom w:val="none" w:sz="0" w:space="0" w:color="auto"/>
                                                                                            <w:right w:val="none" w:sz="0" w:space="0" w:color="auto"/>
                                                                                          </w:divBdr>
                                                                                          <w:divsChild>
                                                                                            <w:div w:id="565266092">
                                                                                              <w:marLeft w:val="0"/>
                                                                                              <w:marRight w:val="0"/>
                                                                                              <w:marTop w:val="0"/>
                                                                                              <w:marBottom w:val="0"/>
                                                                                              <w:divBdr>
                                                                                                <w:top w:val="none" w:sz="0" w:space="0" w:color="auto"/>
                                                                                                <w:left w:val="none" w:sz="0" w:space="0" w:color="auto"/>
                                                                                                <w:bottom w:val="none" w:sz="0" w:space="0" w:color="auto"/>
                                                                                                <w:right w:val="none" w:sz="0" w:space="0" w:color="auto"/>
                                                                                              </w:divBdr>
                                                                                              <w:divsChild>
                                                                                                <w:div w:id="1428230543">
                                                                                                  <w:marLeft w:val="0"/>
                                                                                                  <w:marRight w:val="0"/>
                                                                                                  <w:marTop w:val="0"/>
                                                                                                  <w:marBottom w:val="0"/>
                                                                                                  <w:divBdr>
                                                                                                    <w:top w:val="none" w:sz="0" w:space="0" w:color="auto"/>
                                                                                                    <w:left w:val="none" w:sz="0" w:space="0" w:color="auto"/>
                                                                                                    <w:bottom w:val="single" w:sz="6" w:space="15" w:color="auto"/>
                                                                                                    <w:right w:val="none" w:sz="0" w:space="0" w:color="auto"/>
                                                                                                  </w:divBdr>
                                                                                                  <w:divsChild>
                                                                                                    <w:div w:id="1568108257">
                                                                                                      <w:marLeft w:val="0"/>
                                                                                                      <w:marRight w:val="0"/>
                                                                                                      <w:marTop w:val="60"/>
                                                                                                      <w:marBottom w:val="0"/>
                                                                                                      <w:divBdr>
                                                                                                        <w:top w:val="none" w:sz="0" w:space="0" w:color="auto"/>
                                                                                                        <w:left w:val="none" w:sz="0" w:space="0" w:color="auto"/>
                                                                                                        <w:bottom w:val="none" w:sz="0" w:space="0" w:color="auto"/>
                                                                                                        <w:right w:val="none" w:sz="0" w:space="0" w:color="auto"/>
                                                                                                      </w:divBdr>
                                                                                                      <w:divsChild>
                                                                                                        <w:div w:id="49771657">
                                                                                                          <w:marLeft w:val="0"/>
                                                                                                          <w:marRight w:val="0"/>
                                                                                                          <w:marTop w:val="0"/>
                                                                                                          <w:marBottom w:val="0"/>
                                                                                                          <w:divBdr>
                                                                                                            <w:top w:val="none" w:sz="0" w:space="0" w:color="auto"/>
                                                                                                            <w:left w:val="none" w:sz="0" w:space="0" w:color="auto"/>
                                                                                                            <w:bottom w:val="none" w:sz="0" w:space="0" w:color="auto"/>
                                                                                                            <w:right w:val="none" w:sz="0" w:space="0" w:color="auto"/>
                                                                                                          </w:divBdr>
                                                                                                          <w:divsChild>
                                                                                                            <w:div w:id="710960479">
                                                                                                              <w:marLeft w:val="0"/>
                                                                                                              <w:marRight w:val="0"/>
                                                                                                              <w:marTop w:val="0"/>
                                                                                                              <w:marBottom w:val="0"/>
                                                                                                              <w:divBdr>
                                                                                                                <w:top w:val="none" w:sz="0" w:space="0" w:color="auto"/>
                                                                                                                <w:left w:val="none" w:sz="0" w:space="0" w:color="auto"/>
                                                                                                                <w:bottom w:val="none" w:sz="0" w:space="0" w:color="auto"/>
                                                                                                                <w:right w:val="none" w:sz="0" w:space="0" w:color="auto"/>
                                                                                                              </w:divBdr>
                                                                                                              <w:divsChild>
                                                                                                                <w:div w:id="878324944">
                                                                                                                  <w:marLeft w:val="0"/>
                                                                                                                  <w:marRight w:val="0"/>
                                                                                                                  <w:marTop w:val="0"/>
                                                                                                                  <w:marBottom w:val="0"/>
                                                                                                                  <w:divBdr>
                                                                                                                    <w:top w:val="none" w:sz="0" w:space="0" w:color="auto"/>
                                                                                                                    <w:left w:val="none" w:sz="0" w:space="0" w:color="auto"/>
                                                                                                                    <w:bottom w:val="none" w:sz="0" w:space="0" w:color="auto"/>
                                                                                                                    <w:right w:val="none" w:sz="0" w:space="0" w:color="auto"/>
                                                                                                                  </w:divBdr>
                                                                                                                  <w:divsChild>
                                                                                                                    <w:div w:id="275870659">
                                                                                                                      <w:marLeft w:val="0"/>
                                                                                                                      <w:marRight w:val="0"/>
                                                                                                                      <w:marTop w:val="0"/>
                                                                                                                      <w:marBottom w:val="0"/>
                                                                                                                      <w:divBdr>
                                                                                                                        <w:top w:val="none" w:sz="0" w:space="0" w:color="auto"/>
                                                                                                                        <w:left w:val="none" w:sz="0" w:space="0" w:color="auto"/>
                                                                                                                        <w:bottom w:val="none" w:sz="0" w:space="0" w:color="auto"/>
                                                                                                                        <w:right w:val="none" w:sz="0" w:space="0" w:color="auto"/>
                                                                                                                      </w:divBdr>
                                                                                                                      <w:divsChild>
                                                                                                                        <w:div w:id="1685280494">
                                                                                                                          <w:marLeft w:val="0"/>
                                                                                                                          <w:marRight w:val="0"/>
                                                                                                                          <w:marTop w:val="0"/>
                                                                                                                          <w:marBottom w:val="0"/>
                                                                                                                          <w:divBdr>
                                                                                                                            <w:top w:val="none" w:sz="0" w:space="0" w:color="auto"/>
                                                                                                                            <w:left w:val="none" w:sz="0" w:space="0" w:color="auto"/>
                                                                                                                            <w:bottom w:val="none" w:sz="0" w:space="0" w:color="auto"/>
                                                                                                                            <w:right w:val="none" w:sz="0" w:space="0" w:color="auto"/>
                                                                                                                          </w:divBdr>
                                                                                                                          <w:divsChild>
                                                                                                                            <w:div w:id="77217849">
                                                                                                                              <w:marLeft w:val="0"/>
                                                                                                                              <w:marRight w:val="0"/>
                                                                                                                              <w:marTop w:val="0"/>
                                                                                                                              <w:marBottom w:val="0"/>
                                                                                                                              <w:divBdr>
                                                                                                                                <w:top w:val="none" w:sz="0" w:space="0" w:color="auto"/>
                                                                                                                                <w:left w:val="none" w:sz="0" w:space="0" w:color="auto"/>
                                                                                                                                <w:bottom w:val="none" w:sz="0" w:space="0" w:color="auto"/>
                                                                                                                                <w:right w:val="none" w:sz="0" w:space="0" w:color="auto"/>
                                                                                                                              </w:divBdr>
                                                                                                                              <w:divsChild>
                                                                                                                                <w:div w:id="25914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4942634">
      <w:bodyDiv w:val="1"/>
      <w:marLeft w:val="0"/>
      <w:marRight w:val="0"/>
      <w:marTop w:val="0"/>
      <w:marBottom w:val="0"/>
      <w:divBdr>
        <w:top w:val="none" w:sz="0" w:space="0" w:color="auto"/>
        <w:left w:val="none" w:sz="0" w:space="0" w:color="auto"/>
        <w:bottom w:val="none" w:sz="0" w:space="0" w:color="auto"/>
        <w:right w:val="none" w:sz="0" w:space="0" w:color="auto"/>
      </w:divBdr>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810441252">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apps.bea.gov/scb/index.htm" TargetMode="External"/><Relationship Id="rId3" Type="http://schemas.openxmlformats.org/officeDocument/2006/relationships/customXml" Target="../customXml/item2.xml"/><Relationship Id="rId21" Type="http://schemas.openxmlformats.org/officeDocument/2006/relationships/hyperlink" Target="http://www.census.gov/foreign-trade/Press-Release/current_press_release/index.html" TargetMode="External"/><Relationship Id="rId34" Type="http://schemas.openxmlformats.org/officeDocument/2006/relationships/image" Target="media/image5.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www.census.gov/foreign-trade/aip/quality_profile10032014.pdf" TargetMode="External"/><Relationship Id="rId33" Type="http://schemas.openxmlformats.org/officeDocument/2006/relationships/hyperlink" Target="https://apps.bea.gov/API/signup/index.cfm"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image" Target="media/image4.jpg"/><Relationship Id="rId29" Type="http://schemas.openxmlformats.org/officeDocument/2006/relationships/hyperlink" Target="https://apps.bea.gov/scb/pdf/2008/05%20May/0508_methods.pdf"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s://www.bea.gov/news/schedule" TargetMode="External"/><Relationship Id="rId32" Type="http://schemas.openxmlformats.org/officeDocument/2006/relationships/hyperlink" Target="https://www.census.gov/developers/" TargetMode="External"/><Relationship Id="rId37"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s://www.census.gov/economic-indicators/" TargetMode="External"/><Relationship Id="rId28" Type="http://schemas.openxmlformats.org/officeDocument/2006/relationships/hyperlink" Target="https://apps.bea.gov/iTable/iTable.cfm?reqid=62&amp;step=6&amp;isuri=1&amp;6210=1&amp;6200=48"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hyperlink" Target="https://www.bea.gov/newsreleases/international/trade/tradnewsrelease.htm"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bea.gov/data/intl-trade-investment/international-trade-goods-and-services" TargetMode="External"/><Relationship Id="rId27" Type="http://schemas.openxmlformats.org/officeDocument/2006/relationships/hyperlink" Target="https://www.bea.gov/data/intl-trade-investment/international-services-expanded" TargetMode="External"/><Relationship Id="rId30" Type="http://schemas.openxmlformats.org/officeDocument/2006/relationships/hyperlink" Target="https://www.census.gov/ft900" TargetMode="External"/><Relationship Id="rId35" Type="http://schemas.openxmlformats.org/officeDocument/2006/relationships/hyperlink" Target="https://fred.stlouisfed.org/fred-mobile/index.php?utm_source=census&amp;utm_medium=pdf&amp;utm_campaign=mobile_app"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mailto:pio@census.gov"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367E6F-578F-4F4D-A909-03B8AB263DCA}">
  <ds:schemaRef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4.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5.xml><?xml version="1.0" encoding="utf-8"?>
<ds:datastoreItem xmlns:ds="http://schemas.openxmlformats.org/officeDocument/2006/customXml" ds:itemID="{69AEE759-D30A-47C2-A619-1C6E912B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BFC7F80B</Template>
  <TotalTime>0</TotalTime>
  <Pages>20</Pages>
  <Words>6698</Words>
  <Characters>38183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Henock Kebede (CENSUS/EID FED)</cp:lastModifiedBy>
  <cp:revision>2</cp:revision>
  <cp:lastPrinted>2017-12-01T15:13:00Z</cp:lastPrinted>
  <dcterms:created xsi:type="dcterms:W3CDTF">2018-12-04T19:10:00Z</dcterms:created>
  <dcterms:modified xsi:type="dcterms:W3CDTF">2018-12-04T19:10:00Z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