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4BF29958" w:rsidR="000C0B5C" w:rsidRPr="00A07FF1" w:rsidRDefault="000C0B5C" w:rsidP="00E53A3F">
      <w:pPr>
        <w:spacing w:after="240" w:line="240" w:lineRule="auto"/>
        <w:rPr>
          <w:rFonts w:cstheme="minorHAnsi"/>
          <w:b/>
        </w:rPr>
      </w:pPr>
      <w:bookmarkStart w:id="0" w:name="_GoBack"/>
      <w:bookmarkEnd w:id="0"/>
      <w:r w:rsidRPr="00A07FF1">
        <w:rPr>
          <w:rFonts w:cstheme="minorHAnsi"/>
          <w:b/>
        </w:rPr>
        <w:t>FOR RELEA</w:t>
      </w:r>
      <w:r w:rsidR="00A95685" w:rsidRPr="00A07FF1">
        <w:rPr>
          <w:rFonts w:cstheme="minorHAnsi"/>
          <w:b/>
        </w:rPr>
        <w:t>SE AT 8:30 AM</w:t>
      </w:r>
      <w:r w:rsidR="003E3755" w:rsidRPr="00A07FF1">
        <w:rPr>
          <w:rFonts w:cstheme="minorHAnsi"/>
          <w:b/>
        </w:rPr>
        <w:t xml:space="preserve"> </w:t>
      </w:r>
      <w:r w:rsidR="00E74FBD" w:rsidRPr="00E74FBD">
        <w:rPr>
          <w:rFonts w:cstheme="minorHAnsi"/>
          <w:b/>
        </w:rPr>
        <w:t xml:space="preserve">EST, </w:t>
      </w:r>
      <w:r w:rsidR="00D242C2" w:rsidRPr="00D242C2">
        <w:rPr>
          <w:rFonts w:cstheme="minorHAnsi"/>
          <w:b/>
        </w:rPr>
        <w:t>WEDNESDAY</w:t>
      </w:r>
      <w:r w:rsidR="00E74FBD" w:rsidRPr="00D242C2">
        <w:rPr>
          <w:rFonts w:cstheme="minorHAnsi"/>
          <w:b/>
        </w:rPr>
        <w:t xml:space="preserve">, </w:t>
      </w:r>
      <w:r w:rsidR="00D242C2" w:rsidRPr="00D242C2">
        <w:rPr>
          <w:rFonts w:cstheme="minorHAnsi"/>
          <w:b/>
        </w:rPr>
        <w:t>MARCH</w:t>
      </w:r>
      <w:r w:rsidR="00E74FBD" w:rsidRPr="00D242C2">
        <w:rPr>
          <w:rFonts w:cstheme="minorHAnsi"/>
          <w:b/>
        </w:rPr>
        <w:t xml:space="preserve"> 6, 2019</w:t>
      </w:r>
      <w:r w:rsidR="00E737BF" w:rsidRPr="00D242C2">
        <w:rPr>
          <w:rFonts w:cstheme="minorHAnsi"/>
          <w:b/>
        </w:rPr>
        <w:t xml:space="preserve"> </w:t>
      </w:r>
    </w:p>
    <w:p w14:paraId="5B9C1ECB" w14:textId="2B28416F" w:rsidR="003E3755" w:rsidRPr="00A07FF1" w:rsidRDefault="00F65176" w:rsidP="00E53A3F">
      <w:pPr>
        <w:spacing w:after="240" w:line="240" w:lineRule="auto"/>
        <w:rPr>
          <w:rFonts w:cstheme="minorHAnsi"/>
          <w:b/>
          <w:sz w:val="28"/>
          <w:szCs w:val="28"/>
        </w:rPr>
      </w:pPr>
      <w:r w:rsidRPr="00A07FF1">
        <w:rPr>
          <w:rFonts w:cstheme="minorHAnsi"/>
          <w:b/>
          <w:color w:val="000000" w:themeColor="text1"/>
          <w:sz w:val="28"/>
          <w:szCs w:val="28"/>
        </w:rPr>
        <w:t>MONTHLY</w:t>
      </w:r>
      <w:r w:rsidRPr="00A07FF1">
        <w:rPr>
          <w:rFonts w:cstheme="minorHAnsi"/>
          <w:b/>
          <w:sz w:val="28"/>
          <w:szCs w:val="28"/>
        </w:rPr>
        <w:t xml:space="preserve"> </w:t>
      </w:r>
      <w:r w:rsidR="00FB4D77" w:rsidRPr="00A07FF1">
        <w:rPr>
          <w:rFonts w:cstheme="minorHAnsi"/>
          <w:b/>
          <w:sz w:val="28"/>
          <w:szCs w:val="28"/>
        </w:rPr>
        <w:t>U.S. INTERNATIONAL TRADE IN GOODS AND SERVICES,</w:t>
      </w:r>
      <w:r w:rsidR="003F4F1C" w:rsidRPr="00A07FF1">
        <w:rPr>
          <w:rFonts w:cstheme="minorHAnsi"/>
          <w:b/>
          <w:sz w:val="28"/>
          <w:szCs w:val="28"/>
        </w:rPr>
        <w:t xml:space="preserve"> </w:t>
      </w:r>
      <w:r w:rsidR="00E74FBD" w:rsidRPr="00E74FBD">
        <w:rPr>
          <w:rFonts w:cstheme="minorHAnsi"/>
          <w:b/>
          <w:sz w:val="28"/>
          <w:szCs w:val="28"/>
        </w:rPr>
        <w:t>DECEMBER 2018</w:t>
      </w:r>
    </w:p>
    <w:p w14:paraId="2AB68F0B" w14:textId="3FD5E59C" w:rsidR="00D62B44" w:rsidRPr="00A07FF1" w:rsidRDefault="00071CE7" w:rsidP="00881017">
      <w:pPr>
        <w:spacing w:after="120" w:line="240" w:lineRule="auto"/>
        <w:rPr>
          <w:rFonts w:cstheme="minorHAnsi"/>
          <w:b/>
          <w:sz w:val="28"/>
          <w:szCs w:val="28"/>
        </w:rPr>
        <w:sectPr w:rsidR="00D62B44" w:rsidRPr="00A07FF1" w:rsidSect="006D715D">
          <w:footerReference w:type="default" r:id="rId13"/>
          <w:pgSz w:w="12240" w:h="15840"/>
          <w:pgMar w:top="450" w:right="720" w:bottom="720" w:left="720" w:header="720" w:footer="432" w:gutter="0"/>
          <w:cols w:space="720"/>
          <w:docGrid w:linePitch="360"/>
        </w:sectPr>
      </w:pPr>
      <w:r w:rsidRPr="00A07FF1">
        <w:rPr>
          <w:rFonts w:cstheme="minorHAnsi"/>
          <w:sz w:val="24"/>
          <w:szCs w:val="24"/>
        </w:rPr>
        <w:t>Releas</w:t>
      </w:r>
      <w:r w:rsidR="000065B4" w:rsidRPr="00A07FF1">
        <w:rPr>
          <w:rFonts w:cstheme="minorHAnsi"/>
          <w:sz w:val="24"/>
          <w:szCs w:val="24"/>
        </w:rPr>
        <w:t>e Number: CB</w:t>
      </w:r>
      <w:r w:rsidR="00035B89" w:rsidRPr="00A07FF1">
        <w:rPr>
          <w:rFonts w:cstheme="minorHAnsi"/>
          <w:sz w:val="24"/>
          <w:szCs w:val="24"/>
        </w:rPr>
        <w:t xml:space="preserve"> 1</w:t>
      </w:r>
      <w:r w:rsidR="008C1269">
        <w:rPr>
          <w:rFonts w:cstheme="minorHAnsi"/>
          <w:sz w:val="24"/>
          <w:szCs w:val="24"/>
        </w:rPr>
        <w:t>9-</w:t>
      </w:r>
      <w:r w:rsidR="000648C8">
        <w:rPr>
          <w:rFonts w:cstheme="minorHAnsi"/>
          <w:sz w:val="24"/>
          <w:szCs w:val="24"/>
        </w:rPr>
        <w:t>1</w:t>
      </w:r>
      <w:r w:rsidR="008C1269">
        <w:rPr>
          <w:rFonts w:cstheme="minorHAnsi"/>
          <w:sz w:val="24"/>
          <w:szCs w:val="24"/>
        </w:rPr>
        <w:t>5</w:t>
      </w:r>
      <w:r w:rsidR="006D398D" w:rsidRPr="00A07FF1">
        <w:rPr>
          <w:rFonts w:cstheme="minorHAnsi"/>
          <w:sz w:val="24"/>
          <w:szCs w:val="24"/>
        </w:rPr>
        <w:t>,</w:t>
      </w:r>
      <w:r w:rsidR="008E7877" w:rsidRPr="00A07FF1">
        <w:rPr>
          <w:rFonts w:cstheme="minorHAnsi"/>
          <w:sz w:val="24"/>
          <w:szCs w:val="24"/>
        </w:rPr>
        <w:t xml:space="preserve"> </w:t>
      </w:r>
      <w:r w:rsidR="002C4C11" w:rsidRPr="00133A91">
        <w:rPr>
          <w:rFonts w:cstheme="minorHAnsi"/>
          <w:sz w:val="24"/>
          <w:szCs w:val="24"/>
        </w:rPr>
        <w:t>BEA</w:t>
      </w:r>
      <w:r w:rsidR="008C1269" w:rsidRPr="00133A91">
        <w:rPr>
          <w:rFonts w:cstheme="minorHAnsi"/>
          <w:sz w:val="24"/>
          <w:szCs w:val="24"/>
        </w:rPr>
        <w:t xml:space="preserve"> 19</w:t>
      </w:r>
      <w:r w:rsidR="000065B4" w:rsidRPr="00133A91">
        <w:rPr>
          <w:rFonts w:cstheme="minorHAnsi"/>
          <w:sz w:val="24"/>
          <w:szCs w:val="24"/>
        </w:rPr>
        <w:t>-</w:t>
      </w:r>
      <w:r w:rsidR="00133A91" w:rsidRPr="00133A91">
        <w:rPr>
          <w:rFonts w:cstheme="minorHAnsi"/>
          <w:sz w:val="24"/>
          <w:szCs w:val="24"/>
        </w:rPr>
        <w:t>07</w:t>
      </w:r>
    </w:p>
    <w:p w14:paraId="48307893" w14:textId="76CE261E" w:rsidR="00F65176" w:rsidRPr="00A07FF1" w:rsidRDefault="0081318F" w:rsidP="00881017">
      <w:pPr>
        <w:spacing w:after="120"/>
        <w:ind w:left="-360"/>
        <w:rPr>
          <w:rFonts w:cstheme="minorHAnsi"/>
          <w:sz w:val="24"/>
          <w:szCs w:val="24"/>
        </w:rPr>
      </w:pPr>
      <w:r>
        <w:rPr>
          <w:rFonts w:cstheme="minorHAnsi"/>
          <w:b/>
          <w:sz w:val="24"/>
          <w:szCs w:val="24"/>
        </w:rPr>
        <w:t>March 6, 2019</w:t>
      </w:r>
      <w:r w:rsidR="00FA78EE" w:rsidRPr="00A07FF1">
        <w:rPr>
          <w:rFonts w:cstheme="minorHAnsi"/>
          <w:b/>
          <w:sz w:val="24"/>
          <w:szCs w:val="24"/>
        </w:rPr>
        <w:t xml:space="preserve"> </w:t>
      </w:r>
      <w:r w:rsidR="00FA78EE" w:rsidRPr="00A07FF1">
        <w:rPr>
          <w:rFonts w:cstheme="minorHAnsi"/>
          <w:sz w:val="24"/>
          <w:szCs w:val="24"/>
        </w:rPr>
        <w:t>—</w:t>
      </w:r>
      <w:r w:rsidR="00FA78EE" w:rsidRPr="00A07FF1">
        <w:rPr>
          <w:rFonts w:cstheme="minorHAnsi"/>
          <w:b/>
          <w:sz w:val="24"/>
          <w:szCs w:val="24"/>
        </w:rPr>
        <w:t xml:space="preserve"> </w:t>
      </w:r>
      <w:r w:rsidR="00E74FBD" w:rsidRPr="00E74FBD">
        <w:rPr>
          <w:rFonts w:cstheme="minorHAnsi"/>
          <w:sz w:val="24"/>
          <w:szCs w:val="24"/>
        </w:rPr>
        <w:t xml:space="preserve">The U.S. Census Bureau and the U.S. Bureau of Economic Analysis announced today that the goods and services deficit was $59.8 billion in December, up $9.5 billion from $50.3 billion in November, revised. </w:t>
      </w:r>
      <w:r w:rsidR="00B00512" w:rsidRPr="00A07FF1">
        <w:rPr>
          <w:rFonts w:cstheme="minorHAnsi"/>
          <w:sz w:val="24"/>
          <w:szCs w:val="24"/>
        </w:rPr>
        <w:br/>
      </w:r>
    </w:p>
    <w:tbl>
      <w:tblPr>
        <w:tblStyle w:val="TableGrid"/>
        <w:tblpPr w:leftFromText="180" w:rightFromText="180" w:vertAnchor="text" w:tblpX="-275" w:tblpY="1"/>
        <w:tblOverlap w:val="never"/>
        <w:tblW w:w="0" w:type="auto"/>
        <w:tblLayout w:type="fixed"/>
        <w:tblCellMar>
          <w:top w:w="144" w:type="dxa"/>
          <w:left w:w="144" w:type="dxa"/>
          <w:right w:w="144" w:type="dxa"/>
        </w:tblCellMar>
        <w:tblLook w:val="04A0" w:firstRow="1" w:lastRow="0" w:firstColumn="1" w:lastColumn="0" w:noHBand="0" w:noVBand="1"/>
      </w:tblPr>
      <w:tblGrid>
        <w:gridCol w:w="1935"/>
        <w:gridCol w:w="1888"/>
        <w:gridCol w:w="969"/>
      </w:tblGrid>
      <w:tr w:rsidR="003D3D66" w:rsidRPr="00A07FF1" w14:paraId="20DCAF20" w14:textId="77777777" w:rsidTr="007F2F0E">
        <w:trPr>
          <w:trHeight w:val="454"/>
        </w:trPr>
        <w:tc>
          <w:tcPr>
            <w:tcW w:w="4792" w:type="dxa"/>
            <w:gridSpan w:val="3"/>
            <w:tcBorders>
              <w:top w:val="single" w:sz="4" w:space="0" w:color="auto"/>
              <w:left w:val="single" w:sz="4" w:space="0" w:color="auto"/>
              <w:bottom w:val="nil"/>
              <w:right w:val="single" w:sz="4" w:space="0" w:color="auto"/>
            </w:tcBorders>
            <w:shd w:val="clear" w:color="auto" w:fill="DBE5F1" w:themeFill="accent1" w:themeFillTint="33"/>
            <w:vAlign w:val="center"/>
          </w:tcPr>
          <w:p w14:paraId="12F9576B" w14:textId="68A86101" w:rsidR="002C4C11" w:rsidRPr="00A07FF1" w:rsidRDefault="002C4C11" w:rsidP="007E0EDC">
            <w:pPr>
              <w:jc w:val="center"/>
              <w:rPr>
                <w:rFonts w:cstheme="minorHAnsi"/>
                <w:b/>
                <w:sz w:val="20"/>
              </w:rPr>
            </w:pPr>
            <w:r w:rsidRPr="00A07FF1">
              <w:rPr>
                <w:rFonts w:cstheme="minorHAnsi"/>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14">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A07FF1">
              <w:rPr>
                <w:rFonts w:cstheme="minorHAnsi"/>
                <w:b/>
                <w:sz w:val="20"/>
              </w:rPr>
              <w:t xml:space="preserve">U.S. INTERNATIONAL TRADE IN </w:t>
            </w:r>
          </w:p>
          <w:p w14:paraId="585C0BE4" w14:textId="11E7DEB3" w:rsidR="003D3D66" w:rsidRPr="00A07FF1" w:rsidRDefault="002C4C11" w:rsidP="007E0EDC">
            <w:pPr>
              <w:jc w:val="center"/>
              <w:rPr>
                <w:rFonts w:cstheme="minorHAnsi"/>
                <w:b/>
                <w:sz w:val="20"/>
              </w:rPr>
            </w:pPr>
            <w:r w:rsidRPr="00A07FF1">
              <w:rPr>
                <w:rFonts w:cstheme="minorHAnsi"/>
                <w:b/>
                <w:sz w:val="20"/>
              </w:rPr>
              <w:t>GOODS AND SERVICES</w:t>
            </w:r>
            <w:r w:rsidR="002768BE" w:rsidRPr="00A07FF1">
              <w:rPr>
                <w:rFonts w:cstheme="minorHAnsi"/>
                <w:b/>
                <w:sz w:val="20"/>
              </w:rPr>
              <w:t xml:space="preserve"> DEF</w:t>
            </w:r>
            <w:r w:rsidR="001E65B9" w:rsidRPr="00A07FF1">
              <w:rPr>
                <w:rFonts w:cstheme="minorHAnsi"/>
                <w:b/>
                <w:sz w:val="20"/>
              </w:rPr>
              <w:t>I</w:t>
            </w:r>
            <w:r w:rsidR="002768BE" w:rsidRPr="00A07FF1">
              <w:rPr>
                <w:rFonts w:cstheme="minorHAnsi"/>
                <w:b/>
                <w:sz w:val="20"/>
              </w:rPr>
              <w:t>CIT</w:t>
            </w:r>
          </w:p>
          <w:p w14:paraId="7C2E8CCE" w14:textId="399B95A2" w:rsidR="00EC5947" w:rsidRPr="00A07FF1" w:rsidRDefault="00EC5947" w:rsidP="007E0EDC">
            <w:pPr>
              <w:jc w:val="center"/>
              <w:rPr>
                <w:rFonts w:cstheme="minorHAnsi"/>
                <w:b/>
              </w:rPr>
            </w:pPr>
          </w:p>
        </w:tc>
      </w:tr>
      <w:tr w:rsidR="003D3D66" w:rsidRPr="00A07FF1" w14:paraId="7C244430" w14:textId="77777777" w:rsidTr="007F2F0E">
        <w:trPr>
          <w:trHeight w:val="88"/>
        </w:trPr>
        <w:tc>
          <w:tcPr>
            <w:tcW w:w="1935" w:type="dxa"/>
            <w:tcBorders>
              <w:top w:val="nil"/>
              <w:left w:val="single" w:sz="4" w:space="0" w:color="auto"/>
              <w:bottom w:val="nil"/>
              <w:right w:val="nil"/>
            </w:tcBorders>
            <w:vAlign w:val="center"/>
          </w:tcPr>
          <w:p w14:paraId="4D3734DE" w14:textId="3DAC0BD5" w:rsidR="003D3D66" w:rsidRPr="00A07FF1" w:rsidRDefault="0092461B" w:rsidP="007E0EDC">
            <w:pPr>
              <w:rPr>
                <w:rFonts w:cstheme="minorHAnsi"/>
                <w:b/>
                <w:sz w:val="16"/>
                <w:szCs w:val="17"/>
              </w:rPr>
            </w:pPr>
            <w:r w:rsidRPr="00A07FF1">
              <w:rPr>
                <w:rFonts w:cstheme="minorHAnsi"/>
                <w:b/>
                <w:sz w:val="16"/>
                <w:szCs w:val="17"/>
              </w:rPr>
              <w:t xml:space="preserve">            </w:t>
            </w:r>
            <w:r w:rsidR="00B87945">
              <w:rPr>
                <w:rFonts w:cstheme="minorHAnsi"/>
                <w:b/>
                <w:sz w:val="16"/>
                <w:szCs w:val="17"/>
              </w:rPr>
              <w:t xml:space="preserve">   </w:t>
            </w:r>
            <w:r w:rsidR="005B1D76" w:rsidRPr="00A07FF1">
              <w:rPr>
                <w:rFonts w:cstheme="minorHAnsi"/>
                <w:b/>
                <w:sz w:val="16"/>
                <w:szCs w:val="17"/>
              </w:rPr>
              <w:t>Deficit:</w:t>
            </w:r>
          </w:p>
        </w:tc>
        <w:tc>
          <w:tcPr>
            <w:tcW w:w="1888" w:type="dxa"/>
            <w:tcBorders>
              <w:top w:val="nil"/>
              <w:left w:val="nil"/>
              <w:bottom w:val="nil"/>
              <w:right w:val="nil"/>
            </w:tcBorders>
            <w:vAlign w:val="center"/>
          </w:tcPr>
          <w:p w14:paraId="59F4051C" w14:textId="64A2B172" w:rsidR="003D3D66" w:rsidRPr="00A07FF1" w:rsidRDefault="002C4C11" w:rsidP="007E0EDC">
            <w:pPr>
              <w:rPr>
                <w:rFonts w:cstheme="minorHAnsi"/>
                <w:b/>
                <w:sz w:val="16"/>
                <w:szCs w:val="17"/>
              </w:rPr>
            </w:pPr>
            <w:r w:rsidRPr="00A07FF1">
              <w:rPr>
                <w:rFonts w:cstheme="minorHAnsi"/>
                <w:b/>
                <w:sz w:val="16"/>
                <w:szCs w:val="17"/>
              </w:rPr>
              <w:t>$</w:t>
            </w:r>
            <w:r w:rsidR="00E74FBD" w:rsidRPr="00E74FBD">
              <w:rPr>
                <w:rFonts w:cstheme="minorHAnsi"/>
                <w:b/>
                <w:sz w:val="16"/>
                <w:szCs w:val="17"/>
              </w:rPr>
              <w:t>59.8</w:t>
            </w:r>
            <w:r w:rsidRPr="00A07FF1">
              <w:rPr>
                <w:rFonts w:cstheme="minorHAnsi"/>
                <w:b/>
                <w:sz w:val="16"/>
                <w:szCs w:val="17"/>
              </w:rPr>
              <w:t xml:space="preserve"> Billion</w:t>
            </w:r>
          </w:p>
        </w:tc>
        <w:tc>
          <w:tcPr>
            <w:tcW w:w="969" w:type="dxa"/>
            <w:tcBorders>
              <w:top w:val="nil"/>
              <w:left w:val="nil"/>
              <w:bottom w:val="nil"/>
              <w:right w:val="single" w:sz="4" w:space="0" w:color="auto"/>
            </w:tcBorders>
          </w:tcPr>
          <w:p w14:paraId="0174E28F" w14:textId="0FDC7146" w:rsidR="003D3D66" w:rsidRPr="00A07FF1" w:rsidRDefault="00E74FBD" w:rsidP="007E0EDC">
            <w:pPr>
              <w:rPr>
                <w:rFonts w:cstheme="minorHAnsi"/>
                <w:b/>
                <w:sz w:val="18"/>
                <w:szCs w:val="18"/>
              </w:rPr>
            </w:pPr>
            <w:r w:rsidRPr="00E74FBD">
              <w:rPr>
                <w:rFonts w:cstheme="minorHAnsi"/>
                <w:b/>
                <w:sz w:val="16"/>
                <w:szCs w:val="17"/>
              </w:rPr>
              <w:t>+18.8</w:t>
            </w:r>
            <w:r w:rsidR="00161BE7" w:rsidRPr="00A07FF1">
              <w:rPr>
                <w:rFonts w:eastAsiaTheme="minorEastAsia" w:cstheme="minorHAnsi"/>
                <w:b/>
                <w:bCs/>
                <w:color w:val="000000"/>
                <w:sz w:val="16"/>
                <w:szCs w:val="16"/>
              </w:rPr>
              <w:t>%°</w:t>
            </w:r>
          </w:p>
        </w:tc>
      </w:tr>
      <w:tr w:rsidR="005B1D76" w:rsidRPr="00A07FF1" w14:paraId="18AD0A90" w14:textId="77777777" w:rsidTr="007F2F0E">
        <w:trPr>
          <w:trHeight w:val="149"/>
        </w:trPr>
        <w:tc>
          <w:tcPr>
            <w:tcW w:w="1935" w:type="dxa"/>
            <w:tcBorders>
              <w:top w:val="nil"/>
              <w:left w:val="single" w:sz="4" w:space="0" w:color="auto"/>
              <w:bottom w:val="nil"/>
              <w:right w:val="nil"/>
            </w:tcBorders>
            <w:vAlign w:val="center"/>
          </w:tcPr>
          <w:p w14:paraId="02356B51" w14:textId="50C1494A" w:rsidR="005B1D76" w:rsidRPr="00A07FF1" w:rsidRDefault="005B1D76" w:rsidP="007E0EDC">
            <w:pPr>
              <w:jc w:val="center"/>
              <w:rPr>
                <w:rFonts w:cstheme="minorHAnsi"/>
                <w:b/>
                <w:sz w:val="16"/>
                <w:szCs w:val="17"/>
              </w:rPr>
            </w:pPr>
            <w:r w:rsidRPr="00A07FF1">
              <w:rPr>
                <w:rFonts w:cstheme="minorHAnsi"/>
                <w:b/>
                <w:sz w:val="16"/>
                <w:szCs w:val="17"/>
              </w:rPr>
              <w:t>Exports:</w:t>
            </w:r>
          </w:p>
        </w:tc>
        <w:tc>
          <w:tcPr>
            <w:tcW w:w="1888" w:type="dxa"/>
            <w:tcBorders>
              <w:top w:val="nil"/>
              <w:left w:val="nil"/>
              <w:bottom w:val="nil"/>
              <w:right w:val="nil"/>
            </w:tcBorders>
            <w:vAlign w:val="center"/>
          </w:tcPr>
          <w:p w14:paraId="5662B500" w14:textId="0E34B148" w:rsidR="005B1D76" w:rsidRPr="00A07FF1" w:rsidRDefault="005B1D76" w:rsidP="007E0EDC">
            <w:pPr>
              <w:rPr>
                <w:rFonts w:cstheme="minorHAnsi"/>
                <w:b/>
                <w:sz w:val="16"/>
                <w:szCs w:val="17"/>
              </w:rPr>
            </w:pPr>
            <w:r w:rsidRPr="00A07FF1">
              <w:rPr>
                <w:rFonts w:cstheme="minorHAnsi"/>
                <w:b/>
                <w:sz w:val="16"/>
                <w:szCs w:val="17"/>
              </w:rPr>
              <w:t>$</w:t>
            </w:r>
            <w:r w:rsidR="00E74FBD" w:rsidRPr="00E74FBD">
              <w:rPr>
                <w:rFonts w:cstheme="minorHAnsi"/>
                <w:b/>
                <w:sz w:val="16"/>
                <w:szCs w:val="17"/>
              </w:rPr>
              <w:t>205.1</w:t>
            </w:r>
            <w:r w:rsidRPr="00A07FF1">
              <w:rPr>
                <w:rFonts w:cstheme="minorHAnsi"/>
                <w:b/>
                <w:sz w:val="16"/>
                <w:szCs w:val="17"/>
              </w:rPr>
              <w:t xml:space="preserve"> Billion</w:t>
            </w:r>
          </w:p>
        </w:tc>
        <w:tc>
          <w:tcPr>
            <w:tcW w:w="969" w:type="dxa"/>
            <w:tcBorders>
              <w:top w:val="nil"/>
              <w:left w:val="nil"/>
              <w:bottom w:val="nil"/>
              <w:right w:val="single" w:sz="4" w:space="0" w:color="auto"/>
            </w:tcBorders>
          </w:tcPr>
          <w:p w14:paraId="23C6B225" w14:textId="6CA4E9D6" w:rsidR="005B1D76" w:rsidRPr="00A07FF1" w:rsidRDefault="00E74FBD" w:rsidP="007E0EDC">
            <w:pPr>
              <w:rPr>
                <w:rFonts w:cstheme="minorHAnsi"/>
                <w:sz w:val="16"/>
                <w:szCs w:val="18"/>
              </w:rPr>
            </w:pPr>
            <w:r w:rsidRPr="00E74FBD">
              <w:rPr>
                <w:rFonts w:cstheme="minorHAnsi"/>
                <w:b/>
                <w:sz w:val="16"/>
                <w:szCs w:val="17"/>
              </w:rPr>
              <w:t>-1.9</w:t>
            </w:r>
            <w:r w:rsidR="003B38E9" w:rsidRPr="00A07FF1">
              <w:rPr>
                <w:rFonts w:eastAsiaTheme="minorEastAsia" w:cstheme="minorHAnsi"/>
                <w:b/>
                <w:bCs/>
                <w:color w:val="000000"/>
                <w:sz w:val="16"/>
                <w:szCs w:val="16"/>
              </w:rPr>
              <w:t>%°</w:t>
            </w:r>
          </w:p>
        </w:tc>
      </w:tr>
      <w:tr w:rsidR="003D3D66" w:rsidRPr="00A07FF1" w14:paraId="59896521" w14:textId="77777777" w:rsidTr="007F2F0E">
        <w:trPr>
          <w:trHeight w:val="149"/>
        </w:trPr>
        <w:tc>
          <w:tcPr>
            <w:tcW w:w="1935" w:type="dxa"/>
            <w:tcBorders>
              <w:top w:val="nil"/>
              <w:left w:val="single" w:sz="4" w:space="0" w:color="auto"/>
              <w:bottom w:val="nil"/>
              <w:right w:val="nil"/>
            </w:tcBorders>
            <w:vAlign w:val="center"/>
          </w:tcPr>
          <w:p w14:paraId="1658E724" w14:textId="01B9D231" w:rsidR="003D3D66" w:rsidRPr="00A07FF1" w:rsidRDefault="005B1D76" w:rsidP="007E0EDC">
            <w:pPr>
              <w:jc w:val="center"/>
              <w:rPr>
                <w:rFonts w:cstheme="minorHAnsi"/>
                <w:b/>
                <w:sz w:val="16"/>
                <w:szCs w:val="17"/>
              </w:rPr>
            </w:pPr>
            <w:r w:rsidRPr="00A07FF1">
              <w:rPr>
                <w:rFonts w:cstheme="minorHAnsi"/>
                <w:b/>
                <w:sz w:val="16"/>
                <w:szCs w:val="17"/>
              </w:rPr>
              <w:t>Imports:</w:t>
            </w:r>
          </w:p>
        </w:tc>
        <w:tc>
          <w:tcPr>
            <w:tcW w:w="1888" w:type="dxa"/>
            <w:tcBorders>
              <w:top w:val="nil"/>
              <w:left w:val="nil"/>
              <w:bottom w:val="nil"/>
              <w:right w:val="nil"/>
            </w:tcBorders>
            <w:vAlign w:val="center"/>
          </w:tcPr>
          <w:p w14:paraId="6BA81F20" w14:textId="5CB75386" w:rsidR="003D3D66" w:rsidRPr="00A07FF1" w:rsidRDefault="00086A28" w:rsidP="007E0EDC">
            <w:pPr>
              <w:rPr>
                <w:rFonts w:cstheme="minorHAnsi"/>
                <w:b/>
                <w:sz w:val="16"/>
                <w:szCs w:val="17"/>
              </w:rPr>
            </w:pPr>
            <w:r w:rsidRPr="00A07FF1">
              <w:rPr>
                <w:rFonts w:cstheme="minorHAnsi"/>
                <w:b/>
                <w:sz w:val="16"/>
                <w:szCs w:val="17"/>
              </w:rPr>
              <w:t>$</w:t>
            </w:r>
            <w:r w:rsidR="00E74FBD" w:rsidRPr="00E74FBD">
              <w:rPr>
                <w:rFonts w:cstheme="minorHAnsi"/>
                <w:b/>
                <w:sz w:val="16"/>
                <w:szCs w:val="17"/>
              </w:rPr>
              <w:t>264.9</w:t>
            </w:r>
            <w:r w:rsidRPr="00A07FF1">
              <w:rPr>
                <w:rFonts w:cstheme="minorHAnsi"/>
                <w:b/>
                <w:sz w:val="16"/>
                <w:szCs w:val="17"/>
              </w:rPr>
              <w:t xml:space="preserve"> Billion</w:t>
            </w:r>
          </w:p>
        </w:tc>
        <w:tc>
          <w:tcPr>
            <w:tcW w:w="969" w:type="dxa"/>
            <w:tcBorders>
              <w:top w:val="nil"/>
              <w:left w:val="nil"/>
              <w:bottom w:val="nil"/>
              <w:right w:val="single" w:sz="4" w:space="0" w:color="auto"/>
            </w:tcBorders>
          </w:tcPr>
          <w:p w14:paraId="2BBF00AB" w14:textId="590F7CB8" w:rsidR="003D3D66" w:rsidRPr="00A07FF1" w:rsidRDefault="00E74FBD" w:rsidP="007E0EDC">
            <w:pPr>
              <w:rPr>
                <w:rFonts w:cstheme="minorHAnsi"/>
                <w:b/>
                <w:sz w:val="16"/>
                <w:szCs w:val="16"/>
              </w:rPr>
            </w:pPr>
            <w:r w:rsidRPr="00E74FBD">
              <w:rPr>
                <w:rFonts w:cstheme="minorHAnsi"/>
                <w:b/>
                <w:sz w:val="16"/>
                <w:szCs w:val="17"/>
              </w:rPr>
              <w:t>+2.1</w:t>
            </w:r>
            <w:r w:rsidR="00E84213" w:rsidRPr="00A07FF1">
              <w:rPr>
                <w:rFonts w:cstheme="minorHAnsi"/>
                <w:b/>
                <w:sz w:val="16"/>
                <w:szCs w:val="16"/>
              </w:rPr>
              <w:t>%</w:t>
            </w:r>
            <w:r w:rsidR="00E84213" w:rsidRPr="00A07FF1">
              <w:rPr>
                <w:rFonts w:eastAsiaTheme="minorEastAsia" w:cstheme="minorHAnsi"/>
                <w:b/>
                <w:bCs/>
                <w:color w:val="000000"/>
                <w:sz w:val="16"/>
                <w:szCs w:val="16"/>
              </w:rPr>
              <w:t>°</w:t>
            </w:r>
          </w:p>
        </w:tc>
      </w:tr>
      <w:tr w:rsidR="003D3D66" w:rsidRPr="00A07FF1" w14:paraId="20B8F9F5" w14:textId="77777777" w:rsidTr="007F2F0E">
        <w:trPr>
          <w:trHeight w:val="456"/>
        </w:trPr>
        <w:tc>
          <w:tcPr>
            <w:tcW w:w="4792" w:type="dxa"/>
            <w:gridSpan w:val="3"/>
            <w:tcBorders>
              <w:top w:val="nil"/>
              <w:left w:val="single" w:sz="4" w:space="0" w:color="auto"/>
              <w:bottom w:val="single" w:sz="4" w:space="0" w:color="auto"/>
              <w:right w:val="single" w:sz="4" w:space="0" w:color="auto"/>
            </w:tcBorders>
            <w:vAlign w:val="center"/>
          </w:tcPr>
          <w:p w14:paraId="040B4888" w14:textId="0BAC0B1D" w:rsidR="00622924" w:rsidRPr="00A07FF1" w:rsidRDefault="00622924" w:rsidP="007E0EDC">
            <w:pPr>
              <w:jc w:val="center"/>
              <w:rPr>
                <w:rFonts w:cstheme="minorHAnsi"/>
                <w:sz w:val="12"/>
                <w:szCs w:val="14"/>
              </w:rPr>
            </w:pPr>
            <w:r w:rsidRPr="00A07FF1">
              <w:rPr>
                <w:rFonts w:cstheme="minorHAnsi"/>
                <w:b/>
                <w:sz w:val="16"/>
                <w:szCs w:val="18"/>
              </w:rPr>
              <w:t xml:space="preserve">Next release: </w:t>
            </w:r>
            <w:r w:rsidR="00E74FBD" w:rsidRPr="00E74FBD">
              <w:rPr>
                <w:rFonts w:cstheme="minorHAnsi"/>
                <w:b/>
                <w:sz w:val="16"/>
                <w:szCs w:val="18"/>
              </w:rPr>
              <w:t>March</w:t>
            </w:r>
            <w:r w:rsidR="00E74FBD">
              <w:t xml:space="preserve"> </w:t>
            </w:r>
            <w:r w:rsidR="00E74FBD" w:rsidRPr="00E237C6">
              <w:rPr>
                <w:b/>
                <w:sz w:val="16"/>
              </w:rPr>
              <w:t>27, 2019</w:t>
            </w:r>
          </w:p>
          <w:p w14:paraId="3FEA3B62" w14:textId="77777777" w:rsidR="00622924" w:rsidRPr="00A07FF1" w:rsidRDefault="00622924" w:rsidP="007E0EDC">
            <w:pPr>
              <w:jc w:val="center"/>
              <w:rPr>
                <w:rFonts w:cstheme="minorHAnsi"/>
                <w:sz w:val="14"/>
                <w:szCs w:val="14"/>
              </w:rPr>
            </w:pPr>
          </w:p>
          <w:p w14:paraId="16CF8259" w14:textId="77777777" w:rsidR="00161BE7" w:rsidRPr="00A07FF1" w:rsidRDefault="00622924" w:rsidP="007E0EDC">
            <w:pPr>
              <w:jc w:val="center"/>
              <w:rPr>
                <w:rFonts w:eastAsiaTheme="minorEastAsia" w:cstheme="minorHAnsi"/>
                <w:color w:val="000000"/>
                <w:sz w:val="14"/>
                <w:szCs w:val="12"/>
              </w:rPr>
            </w:pPr>
            <w:r w:rsidRPr="00A07FF1">
              <w:rPr>
                <w:rFonts w:cstheme="minorHAnsi"/>
                <w:sz w:val="14"/>
                <w:szCs w:val="14"/>
              </w:rPr>
              <w:t xml:space="preserve"> </w:t>
            </w:r>
            <w:bookmarkStart w:id="1" w:name="footnote2"/>
            <w:r w:rsidR="002C4C11" w:rsidRPr="00A07FF1">
              <w:rPr>
                <w:rFonts w:cstheme="minorHAnsi"/>
                <w:sz w:val="14"/>
                <w:szCs w:val="14"/>
              </w:rPr>
              <w:t>(°)</w:t>
            </w:r>
            <w:bookmarkEnd w:id="1"/>
            <w:r w:rsidR="00161BE7" w:rsidRPr="00A07FF1">
              <w:rPr>
                <w:rFonts w:eastAsiaTheme="minorEastAsia" w:cstheme="minorHAnsi"/>
                <w:color w:val="000000"/>
                <w:sz w:val="14"/>
                <w:szCs w:val="12"/>
              </w:rPr>
              <w:t xml:space="preserve"> Statistical significance is not applicable or not measurable.</w:t>
            </w:r>
          </w:p>
          <w:p w14:paraId="5F744A14" w14:textId="31C842E9" w:rsidR="00622924" w:rsidRPr="00A07FF1" w:rsidRDefault="006E5A73" w:rsidP="007E0EDC">
            <w:pPr>
              <w:jc w:val="center"/>
              <w:rPr>
                <w:rFonts w:cstheme="minorHAnsi"/>
                <w:sz w:val="18"/>
                <w:szCs w:val="18"/>
              </w:rPr>
            </w:pPr>
            <w:r w:rsidRPr="00A07FF1">
              <w:rPr>
                <w:rFonts w:cstheme="minorHAnsi"/>
                <w:sz w:val="14"/>
                <w:szCs w:val="14"/>
              </w:rPr>
              <w:t>Data adjusted for seasonality but not price changes</w:t>
            </w:r>
          </w:p>
          <w:p w14:paraId="7607B508" w14:textId="2FFB21EC" w:rsidR="003D3D66" w:rsidRPr="00A07FF1" w:rsidRDefault="00E53A3F" w:rsidP="0081318F">
            <w:pPr>
              <w:jc w:val="center"/>
              <w:rPr>
                <w:rFonts w:cstheme="minorHAnsi"/>
                <w:sz w:val="14"/>
                <w:szCs w:val="14"/>
              </w:rPr>
            </w:pPr>
            <w:r w:rsidRPr="00A07FF1">
              <w:rPr>
                <w:rFonts w:cstheme="minorHAnsi"/>
                <w:sz w:val="14"/>
                <w:szCs w:val="14"/>
              </w:rPr>
              <w:t>Source: U.S. Census Bureau,</w:t>
            </w:r>
            <w:r w:rsidR="00F2498F" w:rsidRPr="00A07FF1">
              <w:rPr>
                <w:rFonts w:cstheme="minorHAnsi"/>
                <w:sz w:val="14"/>
                <w:szCs w:val="14"/>
              </w:rPr>
              <w:t xml:space="preserve"> U.S. Bureau of Economic Analysis;</w:t>
            </w:r>
            <w:r w:rsidRPr="00A07FF1">
              <w:rPr>
                <w:rFonts w:cstheme="minorHAnsi"/>
                <w:sz w:val="14"/>
                <w:szCs w:val="14"/>
              </w:rPr>
              <w:t xml:space="preserve"> </w:t>
            </w:r>
            <w:r w:rsidR="002C4C11" w:rsidRPr="00A07FF1">
              <w:rPr>
                <w:rFonts w:cstheme="minorHAnsi"/>
                <w:sz w:val="14"/>
                <w:szCs w:val="14"/>
              </w:rPr>
              <w:t>U.S. International Trade in Goods and Services</w:t>
            </w:r>
            <w:r w:rsidR="0024067F" w:rsidRPr="00A07FF1">
              <w:rPr>
                <w:rFonts w:cstheme="minorHAnsi"/>
                <w:sz w:val="14"/>
                <w:szCs w:val="14"/>
              </w:rPr>
              <w:t>,</w:t>
            </w:r>
            <w:r w:rsidR="00605675" w:rsidRPr="00A07FF1">
              <w:rPr>
                <w:rFonts w:cstheme="minorHAnsi"/>
                <w:sz w:val="14"/>
                <w:szCs w:val="14"/>
              </w:rPr>
              <w:t xml:space="preserve"> </w:t>
            </w:r>
            <w:r w:rsidR="0081318F">
              <w:rPr>
                <w:rFonts w:cstheme="minorHAnsi"/>
                <w:bCs/>
                <w:sz w:val="14"/>
                <w:szCs w:val="14"/>
              </w:rPr>
              <w:t>March 6, 2019</w:t>
            </w:r>
            <w:r w:rsidR="00F2498F" w:rsidRPr="00A07FF1">
              <w:rPr>
                <w:rFonts w:cstheme="minorHAnsi"/>
                <w:sz w:val="14"/>
                <w:szCs w:val="14"/>
              </w:rPr>
              <w:t>.</w:t>
            </w:r>
          </w:p>
        </w:tc>
      </w:tr>
    </w:tbl>
    <w:p w14:paraId="7E85E578" w14:textId="7F5C85C4" w:rsidR="007E0EDC" w:rsidRPr="00A07FF1" w:rsidRDefault="00286C67" w:rsidP="007E0EDC">
      <w:pPr>
        <w:tabs>
          <w:tab w:val="left" w:pos="-360"/>
        </w:tabs>
        <w:spacing w:after="0"/>
        <w:ind w:left="-360"/>
        <w:rPr>
          <w:rFonts w:cstheme="minorHAnsi"/>
          <w:noProof/>
          <w:sz w:val="24"/>
          <w:szCs w:val="24"/>
        </w:rPr>
      </w:pPr>
      <w:r>
        <w:rPr>
          <w:noProof/>
        </w:rPr>
        <w:drawing>
          <wp:inline distT="0" distB="0" distL="0" distR="0" wp14:anchorId="223F8EB7" wp14:editId="3051BBB6">
            <wp:extent cx="3383280" cy="1993392"/>
            <wp:effectExtent l="0" t="0" r="7620" b="6985"/>
            <wp:docPr id="3" name="Chart 3">
              <a:extLst xmlns:a="http://schemas.openxmlformats.org/drawingml/2006/main">
                <a:ext uri="{FF2B5EF4-FFF2-40B4-BE49-F238E27FC236}">
                  <a16:creationId xmlns:a16="http://schemas.microsoft.com/office/drawing/2014/main" id="{4B2B0719-1405-4F11-864E-33A172A4BA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5A73AA2" w14:textId="77777777" w:rsidR="007E0EDC" w:rsidRPr="00A07FF1" w:rsidRDefault="007E0EDC" w:rsidP="007E0EDC">
      <w:pPr>
        <w:tabs>
          <w:tab w:val="left" w:pos="-360"/>
        </w:tabs>
        <w:spacing w:after="0"/>
        <w:ind w:left="-360"/>
        <w:rPr>
          <w:rFonts w:cstheme="minorHAnsi"/>
          <w:noProof/>
          <w:sz w:val="24"/>
          <w:szCs w:val="24"/>
        </w:rPr>
      </w:pPr>
    </w:p>
    <w:p w14:paraId="2613715A" w14:textId="74293610" w:rsidR="00F65176" w:rsidRPr="00A07FF1" w:rsidRDefault="00086A28" w:rsidP="007E0EDC">
      <w:pPr>
        <w:tabs>
          <w:tab w:val="left" w:pos="-360"/>
          <w:tab w:val="left" w:pos="1485"/>
        </w:tabs>
        <w:spacing w:after="0"/>
        <w:ind w:left="-360"/>
        <w:rPr>
          <w:rFonts w:cstheme="minorHAnsi"/>
          <w:b/>
          <w:sz w:val="24"/>
          <w:szCs w:val="24"/>
        </w:rPr>
      </w:pPr>
      <w:r w:rsidRPr="00A07FF1">
        <w:rPr>
          <w:rFonts w:cstheme="minorHAnsi"/>
          <w:b/>
          <w:sz w:val="24"/>
          <w:szCs w:val="24"/>
        </w:rPr>
        <w:t>Exports, Imports</w:t>
      </w:r>
      <w:r w:rsidR="00BC0977" w:rsidRPr="00A07FF1">
        <w:rPr>
          <w:rFonts w:cstheme="minorHAnsi"/>
          <w:b/>
          <w:sz w:val="24"/>
          <w:szCs w:val="24"/>
        </w:rPr>
        <w:t>,</w:t>
      </w:r>
      <w:r w:rsidR="00881017" w:rsidRPr="00A07FF1">
        <w:rPr>
          <w:rFonts w:cstheme="minorHAnsi"/>
          <w:b/>
          <w:sz w:val="24"/>
          <w:szCs w:val="24"/>
        </w:rPr>
        <w:t xml:space="preserve"> and Balance</w:t>
      </w:r>
      <w:r w:rsidRPr="00A07FF1">
        <w:rPr>
          <w:rFonts w:cstheme="minorHAnsi"/>
          <w:b/>
          <w:sz w:val="24"/>
          <w:szCs w:val="24"/>
        </w:rPr>
        <w:t xml:space="preserve"> (Exhibit 1)</w:t>
      </w:r>
    </w:p>
    <w:p w14:paraId="5272528A" w14:textId="24CA54A9" w:rsidR="00F65176" w:rsidRPr="00A07FF1" w:rsidRDefault="00E74FBD">
      <w:pPr>
        <w:spacing w:after="120"/>
        <w:ind w:left="-360"/>
        <w:rPr>
          <w:rFonts w:cstheme="minorHAnsi"/>
          <w:sz w:val="24"/>
          <w:szCs w:val="24"/>
        </w:rPr>
      </w:pPr>
      <w:r w:rsidRPr="00E74FBD">
        <w:rPr>
          <w:rFonts w:cstheme="minorHAnsi"/>
          <w:sz w:val="24"/>
          <w:szCs w:val="24"/>
        </w:rPr>
        <w:t>December exports were $205.1 billion, $3.9 billion less than November exports. December imports were $264.9 billion, $5.5 billion more than November imports.</w:t>
      </w:r>
    </w:p>
    <w:p w14:paraId="37F5E517" w14:textId="58099756" w:rsidR="00D578AE" w:rsidRPr="00A07FF1" w:rsidRDefault="00E74FBD" w:rsidP="00763110">
      <w:pPr>
        <w:spacing w:after="120"/>
        <w:ind w:left="-360"/>
        <w:rPr>
          <w:rFonts w:cstheme="minorHAnsi"/>
          <w:sz w:val="24"/>
          <w:szCs w:val="24"/>
        </w:rPr>
      </w:pPr>
      <w:r w:rsidRPr="00E74FBD">
        <w:rPr>
          <w:rFonts w:cstheme="minorHAnsi"/>
          <w:sz w:val="24"/>
          <w:szCs w:val="24"/>
        </w:rPr>
        <w:t>The December increase in the goods and services deficit reflected an increase in the goods deficit of $9.0 billion to $81.5 billion and a decrease in the services surplus of $0.5 billion to $21.8 billion.</w:t>
      </w:r>
    </w:p>
    <w:p w14:paraId="3A41391D" w14:textId="1F153582" w:rsidR="00D578AE" w:rsidRPr="00A07FF1" w:rsidRDefault="00E74FBD" w:rsidP="00763110">
      <w:pPr>
        <w:spacing w:after="120"/>
        <w:ind w:left="-360"/>
        <w:rPr>
          <w:rFonts w:cstheme="minorHAnsi"/>
          <w:sz w:val="24"/>
          <w:szCs w:val="24"/>
        </w:rPr>
      </w:pPr>
      <w:r w:rsidRPr="00E74FBD">
        <w:rPr>
          <w:rFonts w:cstheme="minorHAnsi"/>
          <w:sz w:val="24"/>
          <w:szCs w:val="24"/>
        </w:rPr>
        <w:t>For 2018, the goods and services deficit increased $68.8 billion, or 12.5 percent, from 2017. Exports increased $148.9 billion or 6.3 percent. Imports increased $217.7 billion or 7.5 percent.</w:t>
      </w:r>
    </w:p>
    <w:p w14:paraId="407D8A05" w14:textId="14925FF8" w:rsidR="00F65176" w:rsidRPr="00A07FF1" w:rsidRDefault="00086A28" w:rsidP="00A37583">
      <w:pPr>
        <w:spacing w:after="0"/>
        <w:ind w:left="-360"/>
        <w:rPr>
          <w:rFonts w:cstheme="minorHAnsi"/>
          <w:b/>
          <w:sz w:val="24"/>
          <w:szCs w:val="24"/>
        </w:rPr>
      </w:pPr>
      <w:r w:rsidRPr="00A07FF1">
        <w:rPr>
          <w:rFonts w:cstheme="minorHAnsi"/>
          <w:b/>
          <w:sz w:val="24"/>
          <w:szCs w:val="24"/>
        </w:rPr>
        <w:t>Three-Month Moving Averages (Exhibit 2)</w:t>
      </w:r>
    </w:p>
    <w:p w14:paraId="26EA5ECF" w14:textId="3ADD82B4" w:rsidR="00763110" w:rsidRPr="00A07FF1" w:rsidRDefault="00E74FBD" w:rsidP="00D6567F">
      <w:pPr>
        <w:spacing w:after="0"/>
        <w:ind w:left="-360"/>
        <w:rPr>
          <w:rFonts w:cstheme="minorHAnsi"/>
        </w:rPr>
      </w:pPr>
      <w:r w:rsidRPr="00E74FBD">
        <w:rPr>
          <w:rFonts w:cstheme="minorHAnsi"/>
          <w:bCs/>
          <w:sz w:val="24"/>
          <w:szCs w:val="24"/>
        </w:rPr>
        <w:t>The average goods and services deficit increased $1.5 billion to $55.5 billion for the three months ending in December.</w:t>
      </w:r>
    </w:p>
    <w:p w14:paraId="53D7123D" w14:textId="01F2BFB9" w:rsidR="00763110" w:rsidRPr="00A07FF1" w:rsidRDefault="00E74FBD" w:rsidP="00AE5B46">
      <w:pPr>
        <w:pStyle w:val="ListParagraph"/>
        <w:numPr>
          <w:ilvl w:val="0"/>
          <w:numId w:val="6"/>
        </w:numPr>
        <w:spacing w:after="0"/>
        <w:contextualSpacing w:val="0"/>
        <w:rPr>
          <w:rFonts w:cstheme="minorHAnsi"/>
          <w:sz w:val="24"/>
          <w:szCs w:val="24"/>
        </w:rPr>
      </w:pPr>
      <w:r w:rsidRPr="00E74FBD">
        <w:rPr>
          <w:rFonts w:cstheme="minorHAnsi"/>
          <w:sz w:val="24"/>
          <w:szCs w:val="24"/>
        </w:rPr>
        <w:t>Average exports decreased $1.8 billion to $208.2 billion in December.</w:t>
      </w:r>
    </w:p>
    <w:p w14:paraId="1867190D" w14:textId="5230820F" w:rsidR="00456B86" w:rsidRPr="00A07FF1" w:rsidRDefault="00E74FBD" w:rsidP="00881017">
      <w:pPr>
        <w:pStyle w:val="ListParagraph"/>
        <w:numPr>
          <w:ilvl w:val="0"/>
          <w:numId w:val="6"/>
        </w:numPr>
        <w:spacing w:after="120"/>
        <w:contextualSpacing w:val="0"/>
        <w:rPr>
          <w:rFonts w:cstheme="minorHAnsi"/>
          <w:sz w:val="24"/>
          <w:szCs w:val="24"/>
        </w:rPr>
      </w:pPr>
      <w:r w:rsidRPr="00E74FBD">
        <w:rPr>
          <w:rFonts w:cstheme="minorHAnsi"/>
          <w:sz w:val="24"/>
          <w:szCs w:val="24"/>
        </w:rPr>
        <w:t>Average imports decreased $0.4 billion to $263.7 billion in December.</w:t>
      </w:r>
    </w:p>
    <w:p w14:paraId="0A86BF2A" w14:textId="58EECB12" w:rsidR="00397D96" w:rsidRPr="00A07FF1" w:rsidRDefault="00E74FBD" w:rsidP="00D6567F">
      <w:pPr>
        <w:spacing w:after="0"/>
        <w:ind w:left="-360"/>
        <w:rPr>
          <w:rFonts w:cstheme="minorHAnsi"/>
          <w:sz w:val="24"/>
          <w:szCs w:val="24"/>
        </w:rPr>
      </w:pPr>
      <w:r w:rsidRPr="00E74FBD">
        <w:rPr>
          <w:rFonts w:cstheme="minorHAnsi"/>
          <w:sz w:val="24"/>
          <w:szCs w:val="24"/>
        </w:rPr>
        <w:t>Year-over-year, the average goods and services deficit increased $6.2 billion from the three months ending in December 2017.</w:t>
      </w:r>
    </w:p>
    <w:p w14:paraId="17CA7CEB" w14:textId="786E6330" w:rsidR="008F3EB8" w:rsidRPr="00A07FF1" w:rsidRDefault="00E74FBD" w:rsidP="00881017">
      <w:pPr>
        <w:pStyle w:val="ListParagraph"/>
        <w:numPr>
          <w:ilvl w:val="0"/>
          <w:numId w:val="7"/>
        </w:numPr>
        <w:spacing w:after="0"/>
        <w:contextualSpacing w:val="0"/>
        <w:rPr>
          <w:rFonts w:cstheme="minorHAnsi"/>
          <w:sz w:val="24"/>
          <w:szCs w:val="24"/>
        </w:rPr>
      </w:pPr>
      <w:r w:rsidRPr="00E74FBD">
        <w:rPr>
          <w:rFonts w:cstheme="minorHAnsi"/>
          <w:sz w:val="24"/>
          <w:szCs w:val="24"/>
        </w:rPr>
        <w:lastRenderedPageBreak/>
        <w:t>Average exports increased $6.2 billion from December 2017.</w:t>
      </w:r>
    </w:p>
    <w:p w14:paraId="2B24AA6C" w14:textId="425886A5" w:rsidR="00F65176" w:rsidRPr="00A07FF1" w:rsidRDefault="00E74FBD" w:rsidP="00881017">
      <w:pPr>
        <w:pStyle w:val="ListParagraph"/>
        <w:numPr>
          <w:ilvl w:val="0"/>
          <w:numId w:val="7"/>
        </w:numPr>
        <w:spacing w:after="120"/>
        <w:contextualSpacing w:val="0"/>
        <w:rPr>
          <w:rFonts w:cstheme="minorHAnsi"/>
          <w:sz w:val="24"/>
          <w:szCs w:val="24"/>
        </w:rPr>
      </w:pPr>
      <w:r w:rsidRPr="00E74FBD">
        <w:rPr>
          <w:rFonts w:cstheme="minorHAnsi"/>
          <w:sz w:val="24"/>
          <w:szCs w:val="24"/>
        </w:rPr>
        <w:t>Average imports increased $12.4 billion from December 2017.</w:t>
      </w:r>
    </w:p>
    <w:p w14:paraId="7568173E" w14:textId="3DF950B8" w:rsidR="00F65176" w:rsidRPr="00A07FF1" w:rsidRDefault="00593E4B" w:rsidP="005B61C2">
      <w:pPr>
        <w:spacing w:after="0"/>
        <w:ind w:left="-360"/>
        <w:rPr>
          <w:rFonts w:cstheme="minorHAnsi"/>
          <w:b/>
          <w:sz w:val="24"/>
          <w:szCs w:val="24"/>
        </w:rPr>
      </w:pPr>
      <w:r w:rsidRPr="00A07FF1">
        <w:rPr>
          <w:rFonts w:cstheme="minorHAnsi"/>
          <w:b/>
          <w:sz w:val="24"/>
          <w:szCs w:val="24"/>
        </w:rPr>
        <w:t>Exports (Exhibits 3, 6, and 7)</w:t>
      </w:r>
    </w:p>
    <w:p w14:paraId="004B8453" w14:textId="465CFF7B" w:rsidR="00490E68" w:rsidRPr="00A07FF1" w:rsidRDefault="00E74FBD" w:rsidP="00B326C2">
      <w:pPr>
        <w:spacing w:after="120"/>
        <w:ind w:left="-360"/>
        <w:rPr>
          <w:rFonts w:cstheme="minorHAnsi"/>
          <w:noProof/>
          <w:sz w:val="24"/>
          <w:szCs w:val="24"/>
        </w:rPr>
      </w:pPr>
      <w:r w:rsidRPr="00E74FBD">
        <w:rPr>
          <w:rFonts w:cstheme="minorHAnsi"/>
          <w:noProof/>
          <w:sz w:val="24"/>
          <w:szCs w:val="24"/>
        </w:rPr>
        <w:t>Exports of goods decreased $3.9 billion to $135.6 billion in December.</w:t>
      </w:r>
    </w:p>
    <w:p w14:paraId="493717D0" w14:textId="1F146881" w:rsidR="00C948C6" w:rsidRPr="00A07FF1" w:rsidRDefault="00E74FBD" w:rsidP="006B109E">
      <w:pPr>
        <w:spacing w:after="120"/>
        <w:ind w:left="-360" w:firstLine="360"/>
        <w:rPr>
          <w:rFonts w:cstheme="minorHAnsi"/>
          <w:noProof/>
          <w:sz w:val="24"/>
          <w:szCs w:val="24"/>
        </w:rPr>
      </w:pPr>
      <w:r w:rsidRPr="00E74FBD">
        <w:rPr>
          <w:rFonts w:cstheme="minorHAnsi"/>
          <w:noProof/>
          <w:sz w:val="24"/>
          <w:szCs w:val="24"/>
        </w:rPr>
        <w:t>Exports of goods on a Census basis decreased $3.7 billion.</w:t>
      </w:r>
    </w:p>
    <w:p w14:paraId="4EB505B1" w14:textId="4D548B5D" w:rsidR="00B36F74" w:rsidRPr="00A07FF1" w:rsidRDefault="00B87945" w:rsidP="00B87945">
      <w:pPr>
        <w:numPr>
          <w:ilvl w:val="1"/>
          <w:numId w:val="3"/>
        </w:numPr>
        <w:spacing w:after="0"/>
        <w:rPr>
          <w:rFonts w:cstheme="minorHAnsi"/>
          <w:noProof/>
          <w:sz w:val="24"/>
          <w:szCs w:val="24"/>
        </w:rPr>
      </w:pPr>
      <w:r w:rsidRPr="00B87945">
        <w:rPr>
          <w:rFonts w:cstheme="minorHAnsi"/>
          <w:noProof/>
          <w:sz w:val="24"/>
          <w:szCs w:val="24"/>
        </w:rPr>
        <w:t>Industrial supplies and materials decreased $</w:t>
      </w:r>
      <w:r w:rsidR="00411A68">
        <w:rPr>
          <w:rFonts w:cstheme="minorHAnsi"/>
          <w:noProof/>
          <w:sz w:val="24"/>
          <w:szCs w:val="24"/>
        </w:rPr>
        <w:t>2.1</w:t>
      </w:r>
      <w:r w:rsidRPr="00B87945">
        <w:rPr>
          <w:rFonts w:cstheme="minorHAnsi"/>
          <w:noProof/>
          <w:sz w:val="24"/>
          <w:szCs w:val="24"/>
        </w:rPr>
        <w:t xml:space="preserve"> billion.</w:t>
      </w:r>
    </w:p>
    <w:p w14:paraId="3FAD5C64" w14:textId="4F600193" w:rsidR="008F6554" w:rsidRDefault="00B87945" w:rsidP="00B87945">
      <w:pPr>
        <w:pStyle w:val="ListParagraph"/>
        <w:numPr>
          <w:ilvl w:val="2"/>
          <w:numId w:val="3"/>
        </w:numPr>
        <w:spacing w:after="0"/>
        <w:rPr>
          <w:rFonts w:cstheme="minorHAnsi"/>
          <w:noProof/>
          <w:sz w:val="24"/>
          <w:szCs w:val="24"/>
        </w:rPr>
      </w:pPr>
      <w:r>
        <w:rPr>
          <w:rFonts w:cstheme="minorHAnsi"/>
          <w:noProof/>
          <w:sz w:val="24"/>
          <w:szCs w:val="24"/>
        </w:rPr>
        <w:t>Other petroleum products</w:t>
      </w:r>
      <w:r w:rsidR="00411A68">
        <w:rPr>
          <w:rFonts w:cstheme="minorHAnsi"/>
          <w:noProof/>
          <w:sz w:val="24"/>
          <w:szCs w:val="24"/>
        </w:rPr>
        <w:t xml:space="preserve"> decreased $0.9</w:t>
      </w:r>
      <w:r w:rsidRPr="00B87945">
        <w:rPr>
          <w:rFonts w:cstheme="minorHAnsi"/>
          <w:noProof/>
          <w:sz w:val="24"/>
          <w:szCs w:val="24"/>
        </w:rPr>
        <w:t xml:space="preserve"> billion.</w:t>
      </w:r>
    </w:p>
    <w:p w14:paraId="23D70ED1" w14:textId="6C326B26" w:rsidR="00B87945" w:rsidRDefault="00411A68" w:rsidP="00B87945">
      <w:pPr>
        <w:pStyle w:val="ListParagraph"/>
        <w:numPr>
          <w:ilvl w:val="2"/>
          <w:numId w:val="3"/>
        </w:numPr>
        <w:spacing w:after="0"/>
        <w:rPr>
          <w:rFonts w:cstheme="minorHAnsi"/>
          <w:noProof/>
          <w:sz w:val="24"/>
          <w:szCs w:val="24"/>
        </w:rPr>
      </w:pPr>
      <w:r>
        <w:rPr>
          <w:rFonts w:cstheme="minorHAnsi"/>
          <w:noProof/>
          <w:sz w:val="24"/>
          <w:szCs w:val="24"/>
        </w:rPr>
        <w:t>Crude oil</w:t>
      </w:r>
      <w:r w:rsidR="00B87945" w:rsidRPr="00B87945">
        <w:rPr>
          <w:rFonts w:cstheme="minorHAnsi"/>
          <w:noProof/>
          <w:sz w:val="24"/>
          <w:szCs w:val="24"/>
        </w:rPr>
        <w:t xml:space="preserve"> decreased $0.5 billion.</w:t>
      </w:r>
    </w:p>
    <w:p w14:paraId="654594D4" w14:textId="22053650" w:rsidR="009838EC" w:rsidRPr="00A07FF1" w:rsidRDefault="009838EC" w:rsidP="009838EC">
      <w:pPr>
        <w:pStyle w:val="ListParagraph"/>
        <w:numPr>
          <w:ilvl w:val="2"/>
          <w:numId w:val="3"/>
        </w:numPr>
        <w:spacing w:after="0"/>
        <w:rPr>
          <w:rFonts w:cstheme="minorHAnsi"/>
          <w:noProof/>
          <w:sz w:val="24"/>
          <w:szCs w:val="24"/>
        </w:rPr>
      </w:pPr>
      <w:r w:rsidRPr="009838EC">
        <w:rPr>
          <w:rFonts w:cstheme="minorHAnsi"/>
          <w:noProof/>
          <w:sz w:val="24"/>
          <w:szCs w:val="24"/>
        </w:rPr>
        <w:t>Fuel oil decreased $0.</w:t>
      </w:r>
      <w:r w:rsidR="007541B1">
        <w:rPr>
          <w:rFonts w:cstheme="minorHAnsi"/>
          <w:noProof/>
          <w:sz w:val="24"/>
          <w:szCs w:val="24"/>
        </w:rPr>
        <w:t>4</w:t>
      </w:r>
      <w:r w:rsidRPr="009838EC">
        <w:rPr>
          <w:rFonts w:cstheme="minorHAnsi"/>
          <w:noProof/>
          <w:sz w:val="24"/>
          <w:szCs w:val="24"/>
        </w:rPr>
        <w:t xml:space="preserve"> billion.</w:t>
      </w:r>
    </w:p>
    <w:p w14:paraId="3A678A1E" w14:textId="35F15F02" w:rsidR="00795E14" w:rsidRDefault="00B87945" w:rsidP="00B87945">
      <w:pPr>
        <w:numPr>
          <w:ilvl w:val="1"/>
          <w:numId w:val="3"/>
        </w:numPr>
        <w:spacing w:after="0"/>
        <w:rPr>
          <w:rFonts w:cstheme="minorHAnsi"/>
          <w:noProof/>
          <w:sz w:val="24"/>
          <w:szCs w:val="24"/>
        </w:rPr>
      </w:pPr>
      <w:r w:rsidRPr="00B87945">
        <w:rPr>
          <w:rFonts w:cstheme="minorHAnsi"/>
          <w:noProof/>
          <w:sz w:val="24"/>
          <w:szCs w:val="24"/>
        </w:rPr>
        <w:t>Capit</w:t>
      </w:r>
      <w:r>
        <w:rPr>
          <w:rFonts w:cstheme="minorHAnsi"/>
          <w:noProof/>
          <w:sz w:val="24"/>
          <w:szCs w:val="24"/>
        </w:rPr>
        <w:t xml:space="preserve">al </w:t>
      </w:r>
      <w:r w:rsidR="00A91837">
        <w:rPr>
          <w:rFonts w:cstheme="minorHAnsi"/>
          <w:noProof/>
          <w:sz w:val="24"/>
          <w:szCs w:val="24"/>
        </w:rPr>
        <w:t>g</w:t>
      </w:r>
      <w:r w:rsidR="00D0486E">
        <w:rPr>
          <w:rFonts w:cstheme="minorHAnsi"/>
          <w:noProof/>
          <w:sz w:val="24"/>
          <w:szCs w:val="24"/>
        </w:rPr>
        <w:t xml:space="preserve">oods </w:t>
      </w:r>
      <w:r w:rsidR="00B81314">
        <w:rPr>
          <w:rFonts w:cstheme="minorHAnsi"/>
          <w:noProof/>
          <w:sz w:val="24"/>
          <w:szCs w:val="24"/>
        </w:rPr>
        <w:t>decrease</w:t>
      </w:r>
      <w:r w:rsidR="00B62C7B">
        <w:rPr>
          <w:rFonts w:cstheme="minorHAnsi"/>
          <w:noProof/>
          <w:sz w:val="24"/>
          <w:szCs w:val="24"/>
        </w:rPr>
        <w:t>d</w:t>
      </w:r>
      <w:r w:rsidR="00D0486E">
        <w:rPr>
          <w:rFonts w:cstheme="minorHAnsi"/>
          <w:noProof/>
          <w:sz w:val="24"/>
          <w:szCs w:val="24"/>
        </w:rPr>
        <w:t xml:space="preserve"> $1.7</w:t>
      </w:r>
      <w:r>
        <w:rPr>
          <w:rFonts w:cstheme="minorHAnsi"/>
          <w:noProof/>
          <w:sz w:val="24"/>
          <w:szCs w:val="24"/>
        </w:rPr>
        <w:t xml:space="preserve"> billion</w:t>
      </w:r>
      <w:r w:rsidR="00E86445" w:rsidRPr="00E86445">
        <w:rPr>
          <w:rFonts w:cstheme="minorHAnsi"/>
          <w:noProof/>
          <w:sz w:val="24"/>
          <w:szCs w:val="24"/>
        </w:rPr>
        <w:t>.</w:t>
      </w:r>
    </w:p>
    <w:p w14:paraId="6461B255" w14:textId="6D7EFEC9" w:rsidR="001D6165" w:rsidRDefault="001D6165" w:rsidP="001D6165">
      <w:pPr>
        <w:numPr>
          <w:ilvl w:val="2"/>
          <w:numId w:val="3"/>
        </w:numPr>
        <w:spacing w:after="0"/>
        <w:rPr>
          <w:rFonts w:cstheme="minorHAnsi"/>
          <w:noProof/>
          <w:sz w:val="24"/>
          <w:szCs w:val="24"/>
        </w:rPr>
      </w:pPr>
      <w:r w:rsidRPr="001D6165">
        <w:rPr>
          <w:rFonts w:cstheme="minorHAnsi"/>
          <w:noProof/>
          <w:sz w:val="24"/>
          <w:szCs w:val="24"/>
        </w:rPr>
        <w:t xml:space="preserve">Civilian aircraft </w:t>
      </w:r>
      <w:r w:rsidR="00D0486E">
        <w:rPr>
          <w:rFonts w:cstheme="minorHAnsi"/>
          <w:noProof/>
          <w:sz w:val="24"/>
          <w:szCs w:val="24"/>
        </w:rPr>
        <w:t>de</w:t>
      </w:r>
      <w:r w:rsidRPr="001D6165">
        <w:rPr>
          <w:rFonts w:cstheme="minorHAnsi"/>
          <w:noProof/>
          <w:sz w:val="24"/>
          <w:szCs w:val="24"/>
        </w:rPr>
        <w:t>creased $1.0 billion.</w:t>
      </w:r>
    </w:p>
    <w:p w14:paraId="15B2696E" w14:textId="17897FB4" w:rsidR="00422991" w:rsidRPr="00A07FF1" w:rsidRDefault="00E74FBD" w:rsidP="002A777B">
      <w:pPr>
        <w:spacing w:before="120" w:after="120"/>
        <w:ind w:left="-360" w:firstLine="360"/>
        <w:rPr>
          <w:rFonts w:cstheme="minorHAnsi"/>
          <w:noProof/>
          <w:sz w:val="24"/>
          <w:szCs w:val="24"/>
        </w:rPr>
      </w:pPr>
      <w:r w:rsidRPr="00E74FBD">
        <w:rPr>
          <w:rFonts w:cstheme="minorHAnsi"/>
          <w:noProof/>
          <w:sz w:val="24"/>
          <w:szCs w:val="24"/>
        </w:rPr>
        <w:t>Net balance of payments adjustments decreased $0.2 billion.</w:t>
      </w:r>
    </w:p>
    <w:p w14:paraId="041594E9" w14:textId="77777777" w:rsidR="00040DA8" w:rsidRPr="00040DA8" w:rsidRDefault="00040DA8" w:rsidP="00040DA8">
      <w:pPr>
        <w:spacing w:before="120" w:after="0"/>
        <w:ind w:left="-360"/>
        <w:rPr>
          <w:rFonts w:cstheme="minorHAnsi"/>
          <w:noProof/>
          <w:sz w:val="24"/>
          <w:szCs w:val="24"/>
        </w:rPr>
      </w:pPr>
      <w:r w:rsidRPr="00040DA8">
        <w:rPr>
          <w:rFonts w:cstheme="minorHAnsi"/>
          <w:noProof/>
          <w:sz w:val="24"/>
          <w:szCs w:val="24"/>
        </w:rPr>
        <w:t>Exports of services decreased less than $0.1 billion to $69.5 billion in December.</w:t>
      </w:r>
    </w:p>
    <w:p w14:paraId="1B775767" w14:textId="77777777" w:rsidR="00040DA8" w:rsidRPr="00040DA8" w:rsidRDefault="00040DA8" w:rsidP="00040DA8">
      <w:pPr>
        <w:pStyle w:val="ListParagraph"/>
        <w:numPr>
          <w:ilvl w:val="0"/>
          <w:numId w:val="24"/>
        </w:numPr>
        <w:spacing w:before="120" w:after="0"/>
        <w:rPr>
          <w:rFonts w:cstheme="minorHAnsi"/>
          <w:noProof/>
          <w:sz w:val="24"/>
          <w:szCs w:val="24"/>
        </w:rPr>
      </w:pPr>
      <w:r w:rsidRPr="00040DA8">
        <w:rPr>
          <w:rFonts w:cstheme="minorHAnsi"/>
          <w:noProof/>
          <w:sz w:val="24"/>
          <w:szCs w:val="24"/>
        </w:rPr>
        <w:t>Transport decreased $0.2 billion.</w:t>
      </w:r>
    </w:p>
    <w:p w14:paraId="4C60CBAE" w14:textId="77777777" w:rsidR="00040DA8" w:rsidRPr="00040DA8" w:rsidRDefault="00040DA8" w:rsidP="00040DA8">
      <w:pPr>
        <w:pStyle w:val="ListParagraph"/>
        <w:numPr>
          <w:ilvl w:val="0"/>
          <w:numId w:val="24"/>
        </w:numPr>
        <w:spacing w:before="120" w:after="0"/>
        <w:rPr>
          <w:rFonts w:cstheme="minorHAnsi"/>
          <w:noProof/>
          <w:sz w:val="24"/>
          <w:szCs w:val="24"/>
        </w:rPr>
      </w:pPr>
      <w:r w:rsidRPr="00040DA8">
        <w:rPr>
          <w:rFonts w:cstheme="minorHAnsi"/>
          <w:noProof/>
          <w:sz w:val="24"/>
          <w:szCs w:val="24"/>
        </w:rPr>
        <w:t>Financial services increased $0.1 billion.</w:t>
      </w:r>
    </w:p>
    <w:p w14:paraId="0D9A76B3" w14:textId="77777777" w:rsidR="003133E9" w:rsidRPr="00A07FF1" w:rsidRDefault="00593E4B" w:rsidP="00422991">
      <w:pPr>
        <w:spacing w:before="120" w:after="0"/>
        <w:ind w:left="-360"/>
        <w:rPr>
          <w:rFonts w:cstheme="minorHAnsi"/>
          <w:b/>
          <w:noProof/>
          <w:sz w:val="24"/>
          <w:szCs w:val="24"/>
        </w:rPr>
      </w:pPr>
      <w:r w:rsidRPr="00A07FF1">
        <w:rPr>
          <w:rFonts w:cstheme="minorHAnsi"/>
          <w:b/>
          <w:noProof/>
          <w:sz w:val="24"/>
          <w:szCs w:val="24"/>
        </w:rPr>
        <w:t>Imports (Exhibits 4, 6, and 8)</w:t>
      </w:r>
    </w:p>
    <w:p w14:paraId="2430CD35" w14:textId="015AF38F" w:rsidR="00C2068D" w:rsidRPr="00A07FF1" w:rsidRDefault="00E74FBD" w:rsidP="003133E9">
      <w:pPr>
        <w:spacing w:after="120"/>
        <w:ind w:left="-360"/>
        <w:rPr>
          <w:rFonts w:cstheme="minorHAnsi"/>
          <w:noProof/>
          <w:sz w:val="24"/>
          <w:szCs w:val="24"/>
        </w:rPr>
      </w:pPr>
      <w:r w:rsidRPr="00E74FBD">
        <w:rPr>
          <w:rFonts w:cstheme="minorHAnsi"/>
          <w:noProof/>
          <w:sz w:val="24"/>
          <w:szCs w:val="24"/>
        </w:rPr>
        <w:t>Imports of goods increased $5.1 billion to $217.2 billion in December.</w:t>
      </w:r>
    </w:p>
    <w:p w14:paraId="016FBF52" w14:textId="1C3EA6C4" w:rsidR="00C2068D" w:rsidRPr="00A07FF1" w:rsidRDefault="00E74FBD" w:rsidP="00A91837">
      <w:pPr>
        <w:spacing w:after="120"/>
        <w:ind w:left="-360" w:firstLine="360"/>
        <w:rPr>
          <w:rFonts w:cstheme="minorHAnsi"/>
          <w:noProof/>
          <w:sz w:val="24"/>
          <w:szCs w:val="24"/>
        </w:rPr>
      </w:pPr>
      <w:r w:rsidRPr="00E74FBD">
        <w:rPr>
          <w:rFonts w:cstheme="minorHAnsi"/>
          <w:noProof/>
          <w:sz w:val="24"/>
          <w:szCs w:val="24"/>
        </w:rPr>
        <w:t>Imports of goods on a Census basis increased $5.2 billion.</w:t>
      </w:r>
    </w:p>
    <w:p w14:paraId="6F55F3BC" w14:textId="3650DF52" w:rsidR="004F7081" w:rsidRPr="00A07FF1" w:rsidRDefault="00BC59F4" w:rsidP="001D6165">
      <w:pPr>
        <w:numPr>
          <w:ilvl w:val="1"/>
          <w:numId w:val="3"/>
        </w:numPr>
        <w:spacing w:after="0"/>
        <w:rPr>
          <w:rFonts w:cstheme="minorHAnsi"/>
          <w:noProof/>
          <w:sz w:val="24"/>
          <w:szCs w:val="24"/>
        </w:rPr>
      </w:pPr>
      <w:r>
        <w:rPr>
          <w:rFonts w:cstheme="minorHAnsi"/>
          <w:noProof/>
          <w:sz w:val="24"/>
          <w:szCs w:val="24"/>
        </w:rPr>
        <w:t>Capital</w:t>
      </w:r>
      <w:r w:rsidR="001D6165">
        <w:rPr>
          <w:rFonts w:cstheme="minorHAnsi"/>
          <w:noProof/>
          <w:sz w:val="24"/>
          <w:szCs w:val="24"/>
        </w:rPr>
        <w:t xml:space="preserve"> goods </w:t>
      </w:r>
      <w:r>
        <w:rPr>
          <w:rFonts w:cstheme="minorHAnsi"/>
          <w:noProof/>
          <w:sz w:val="24"/>
          <w:szCs w:val="24"/>
        </w:rPr>
        <w:t>in</w:t>
      </w:r>
      <w:r w:rsidR="001D6165">
        <w:rPr>
          <w:rFonts w:cstheme="minorHAnsi"/>
          <w:noProof/>
          <w:sz w:val="24"/>
          <w:szCs w:val="24"/>
        </w:rPr>
        <w:t>creased $</w:t>
      </w:r>
      <w:r>
        <w:rPr>
          <w:rFonts w:cstheme="minorHAnsi"/>
          <w:noProof/>
          <w:sz w:val="24"/>
          <w:szCs w:val="24"/>
        </w:rPr>
        <w:t>2.7</w:t>
      </w:r>
      <w:r w:rsidR="001D6165">
        <w:rPr>
          <w:rFonts w:cstheme="minorHAnsi"/>
          <w:noProof/>
          <w:sz w:val="24"/>
          <w:szCs w:val="24"/>
        </w:rPr>
        <w:t xml:space="preserve"> billion</w:t>
      </w:r>
      <w:r w:rsidR="00416EC6" w:rsidRPr="00416EC6">
        <w:rPr>
          <w:rFonts w:cstheme="minorHAnsi"/>
          <w:noProof/>
          <w:sz w:val="24"/>
          <w:szCs w:val="24"/>
        </w:rPr>
        <w:t>.</w:t>
      </w:r>
    </w:p>
    <w:p w14:paraId="47EFF209" w14:textId="2CE82372" w:rsidR="00BC59F4" w:rsidRPr="00A07FF1" w:rsidRDefault="00BC59F4" w:rsidP="00BC59F4">
      <w:pPr>
        <w:numPr>
          <w:ilvl w:val="2"/>
          <w:numId w:val="3"/>
        </w:numPr>
        <w:spacing w:after="0"/>
        <w:rPr>
          <w:rFonts w:cstheme="minorHAnsi"/>
          <w:noProof/>
          <w:sz w:val="24"/>
          <w:szCs w:val="24"/>
        </w:rPr>
      </w:pPr>
      <w:r>
        <w:rPr>
          <w:rFonts w:cstheme="minorHAnsi"/>
          <w:noProof/>
          <w:sz w:val="24"/>
          <w:szCs w:val="24"/>
        </w:rPr>
        <w:t>Computer accessories increased $0.7 billion.</w:t>
      </w:r>
    </w:p>
    <w:p w14:paraId="55799F46" w14:textId="1393D64B" w:rsidR="00C707C4" w:rsidRDefault="00BC59F4" w:rsidP="00C707C4">
      <w:pPr>
        <w:numPr>
          <w:ilvl w:val="2"/>
          <w:numId w:val="3"/>
        </w:numPr>
        <w:spacing w:after="0"/>
        <w:rPr>
          <w:rFonts w:cstheme="minorHAnsi"/>
          <w:noProof/>
          <w:sz w:val="24"/>
          <w:szCs w:val="24"/>
        </w:rPr>
      </w:pPr>
      <w:r>
        <w:rPr>
          <w:rFonts w:cstheme="minorHAnsi"/>
          <w:noProof/>
          <w:sz w:val="24"/>
          <w:szCs w:val="24"/>
        </w:rPr>
        <w:t>Computers in</w:t>
      </w:r>
      <w:r w:rsidR="00C707C4" w:rsidRPr="00C707C4">
        <w:rPr>
          <w:rFonts w:cstheme="minorHAnsi"/>
          <w:noProof/>
          <w:sz w:val="24"/>
          <w:szCs w:val="24"/>
        </w:rPr>
        <w:t>creased $0.</w:t>
      </w:r>
      <w:r>
        <w:rPr>
          <w:rFonts w:cstheme="minorHAnsi"/>
          <w:noProof/>
          <w:sz w:val="24"/>
          <w:szCs w:val="24"/>
        </w:rPr>
        <w:t>7</w:t>
      </w:r>
      <w:r w:rsidR="00C707C4" w:rsidRPr="00C707C4">
        <w:rPr>
          <w:rFonts w:cstheme="minorHAnsi"/>
          <w:noProof/>
          <w:sz w:val="24"/>
          <w:szCs w:val="24"/>
        </w:rPr>
        <w:t xml:space="preserve"> billion.</w:t>
      </w:r>
    </w:p>
    <w:p w14:paraId="175657B1" w14:textId="1CBB3832" w:rsidR="00450D1A" w:rsidRDefault="00BC59F4" w:rsidP="001D6165">
      <w:pPr>
        <w:numPr>
          <w:ilvl w:val="1"/>
          <w:numId w:val="3"/>
        </w:numPr>
        <w:spacing w:after="0"/>
        <w:rPr>
          <w:rFonts w:cstheme="minorHAnsi"/>
          <w:noProof/>
          <w:sz w:val="24"/>
          <w:szCs w:val="24"/>
        </w:rPr>
      </w:pPr>
      <w:r>
        <w:rPr>
          <w:rFonts w:cstheme="minorHAnsi"/>
          <w:noProof/>
          <w:sz w:val="24"/>
          <w:szCs w:val="24"/>
        </w:rPr>
        <w:t>Consumer goods increased $2.4 billion</w:t>
      </w:r>
      <w:r w:rsidR="00416EC6" w:rsidRPr="00416EC6">
        <w:rPr>
          <w:rFonts w:cstheme="minorHAnsi"/>
          <w:noProof/>
          <w:sz w:val="24"/>
          <w:szCs w:val="24"/>
        </w:rPr>
        <w:t>.</w:t>
      </w:r>
    </w:p>
    <w:p w14:paraId="501FB32F" w14:textId="2249DCE4" w:rsidR="001D6165" w:rsidRDefault="00807800" w:rsidP="001D6165">
      <w:pPr>
        <w:numPr>
          <w:ilvl w:val="2"/>
          <w:numId w:val="3"/>
        </w:numPr>
        <w:spacing w:after="0"/>
        <w:rPr>
          <w:rFonts w:cstheme="minorHAnsi"/>
          <w:noProof/>
          <w:sz w:val="24"/>
          <w:szCs w:val="24"/>
        </w:rPr>
      </w:pPr>
      <w:r>
        <w:rPr>
          <w:rFonts w:cstheme="minorHAnsi"/>
          <w:noProof/>
          <w:sz w:val="24"/>
          <w:szCs w:val="24"/>
        </w:rPr>
        <w:t>Household and kitc</w:t>
      </w:r>
      <w:r w:rsidR="00A91837">
        <w:rPr>
          <w:rFonts w:cstheme="minorHAnsi"/>
          <w:noProof/>
          <w:sz w:val="24"/>
          <w:szCs w:val="24"/>
        </w:rPr>
        <w:t>h</w:t>
      </w:r>
      <w:r>
        <w:rPr>
          <w:rFonts w:cstheme="minorHAnsi"/>
          <w:noProof/>
          <w:sz w:val="24"/>
          <w:szCs w:val="24"/>
        </w:rPr>
        <w:t>en appliances increased $0.7 billion</w:t>
      </w:r>
      <w:r w:rsidR="001D6165" w:rsidRPr="001D6165">
        <w:rPr>
          <w:rFonts w:cstheme="minorHAnsi"/>
          <w:noProof/>
          <w:sz w:val="24"/>
          <w:szCs w:val="24"/>
        </w:rPr>
        <w:t>.</w:t>
      </w:r>
    </w:p>
    <w:p w14:paraId="7BFFDACA" w14:textId="102C8110" w:rsidR="00807800" w:rsidRDefault="00A91837" w:rsidP="001D6165">
      <w:pPr>
        <w:numPr>
          <w:ilvl w:val="2"/>
          <w:numId w:val="3"/>
        </w:numPr>
        <w:spacing w:after="0"/>
        <w:rPr>
          <w:rFonts w:cstheme="minorHAnsi"/>
          <w:noProof/>
          <w:sz w:val="24"/>
          <w:szCs w:val="24"/>
        </w:rPr>
      </w:pPr>
      <w:r>
        <w:rPr>
          <w:rFonts w:cstheme="minorHAnsi"/>
          <w:noProof/>
          <w:sz w:val="24"/>
          <w:szCs w:val="24"/>
        </w:rPr>
        <w:t>Cell p</w:t>
      </w:r>
      <w:r w:rsidR="00807800">
        <w:rPr>
          <w:rFonts w:cstheme="minorHAnsi"/>
          <w:noProof/>
          <w:sz w:val="24"/>
          <w:szCs w:val="24"/>
        </w:rPr>
        <w:t>hones and other household goods increased $0.6 billion.</w:t>
      </w:r>
    </w:p>
    <w:p w14:paraId="04604A58" w14:textId="1E10A54F" w:rsidR="00A95685" w:rsidRPr="00A07FF1" w:rsidRDefault="00E74FBD" w:rsidP="0072449D">
      <w:pPr>
        <w:spacing w:before="120" w:after="120"/>
        <w:ind w:left="-360" w:firstLine="360"/>
        <w:rPr>
          <w:rFonts w:cstheme="minorHAnsi"/>
          <w:noProof/>
          <w:sz w:val="24"/>
          <w:szCs w:val="24"/>
        </w:rPr>
      </w:pPr>
      <w:r w:rsidRPr="00E74FBD">
        <w:rPr>
          <w:rFonts w:cstheme="minorHAnsi"/>
          <w:noProof/>
          <w:sz w:val="24"/>
          <w:szCs w:val="24"/>
        </w:rPr>
        <w:t>Net balance of payments adjustments decreased $0.2 billion.</w:t>
      </w:r>
    </w:p>
    <w:p w14:paraId="66A210CB" w14:textId="3D88FA7D" w:rsidR="00674036" w:rsidRPr="00C707C4" w:rsidRDefault="00E74FBD" w:rsidP="001172C9">
      <w:pPr>
        <w:spacing w:after="120"/>
        <w:ind w:left="-360"/>
        <w:rPr>
          <w:rFonts w:cstheme="minorHAnsi"/>
          <w:noProof/>
          <w:sz w:val="24"/>
          <w:szCs w:val="24"/>
        </w:rPr>
      </w:pPr>
      <w:r w:rsidRPr="00E74FBD">
        <w:rPr>
          <w:rFonts w:cstheme="minorHAnsi"/>
          <w:noProof/>
          <w:sz w:val="24"/>
          <w:szCs w:val="24"/>
        </w:rPr>
        <w:t xml:space="preserve">Imports of </w:t>
      </w:r>
      <w:r>
        <w:t>services increased $0.5 billion to $47.7 billion in December.</w:t>
      </w:r>
    </w:p>
    <w:p w14:paraId="06292D7A" w14:textId="4F65509C" w:rsidR="00F81A5D" w:rsidRPr="00A07FF1" w:rsidRDefault="00040DA8" w:rsidP="00040DA8">
      <w:pPr>
        <w:pStyle w:val="ListParagraph"/>
        <w:numPr>
          <w:ilvl w:val="0"/>
          <w:numId w:val="10"/>
        </w:numPr>
        <w:rPr>
          <w:rFonts w:cstheme="minorHAnsi"/>
          <w:noProof/>
          <w:sz w:val="24"/>
          <w:szCs w:val="24"/>
        </w:rPr>
      </w:pPr>
      <w:r w:rsidRPr="00040DA8">
        <w:rPr>
          <w:rFonts w:cstheme="minorHAnsi"/>
          <w:noProof/>
          <w:sz w:val="24"/>
          <w:szCs w:val="24"/>
        </w:rPr>
        <w:t>Transport increased $0.4 billion</w:t>
      </w:r>
      <w:r w:rsidR="00B96600" w:rsidRPr="00A07FF1">
        <w:rPr>
          <w:rFonts w:cstheme="minorHAnsi"/>
          <w:noProof/>
          <w:sz w:val="24"/>
          <w:szCs w:val="24"/>
        </w:rPr>
        <w:t>.</w:t>
      </w:r>
    </w:p>
    <w:p w14:paraId="67E6A8A5" w14:textId="0E7EA2FD" w:rsidR="00674036" w:rsidRPr="00A07FF1" w:rsidRDefault="00D602E5" w:rsidP="00D366C3">
      <w:pPr>
        <w:spacing w:after="120"/>
        <w:ind w:left="-360"/>
        <w:rPr>
          <w:rFonts w:cstheme="minorHAnsi"/>
          <w:noProof/>
          <w:sz w:val="24"/>
          <w:szCs w:val="24"/>
        </w:rPr>
      </w:pPr>
      <w:r w:rsidRPr="00A07FF1">
        <w:rPr>
          <w:rFonts w:cstheme="minorHAnsi"/>
          <w:b/>
          <w:noProof/>
          <w:sz w:val="24"/>
          <w:szCs w:val="24"/>
        </w:rPr>
        <w:lastRenderedPageBreak/>
        <w:t xml:space="preserve">Real Goods in </w:t>
      </w:r>
      <w:r w:rsidR="005E58EE" w:rsidRPr="00A07FF1">
        <w:rPr>
          <w:rFonts w:cstheme="minorHAnsi"/>
          <w:b/>
          <w:noProof/>
          <w:sz w:val="24"/>
          <w:szCs w:val="24"/>
        </w:rPr>
        <w:t>2012</w:t>
      </w:r>
      <w:r w:rsidRPr="00A07FF1">
        <w:rPr>
          <w:rFonts w:cstheme="minorHAnsi"/>
          <w:b/>
          <w:noProof/>
          <w:sz w:val="24"/>
          <w:szCs w:val="24"/>
        </w:rPr>
        <w:t xml:space="preserve"> Dollars – Census Basis (Exhibit 11)</w:t>
      </w:r>
      <w:r w:rsidRPr="00A07FF1">
        <w:rPr>
          <w:rFonts w:cstheme="minorHAnsi"/>
          <w:b/>
          <w:noProof/>
          <w:sz w:val="24"/>
          <w:szCs w:val="24"/>
        </w:rPr>
        <w:br/>
      </w:r>
      <w:r w:rsidR="00E74FBD" w:rsidRPr="00E74FBD">
        <w:rPr>
          <w:rFonts w:cstheme="minorHAnsi"/>
          <w:noProof/>
          <w:sz w:val="24"/>
          <w:szCs w:val="24"/>
        </w:rPr>
        <w:t>The real goods deficit increased $10.0 billion to $91.6 billion in December.</w:t>
      </w:r>
    </w:p>
    <w:p w14:paraId="17CE7759" w14:textId="5C64B9EB" w:rsidR="00674036" w:rsidRPr="00A07FF1" w:rsidRDefault="00E74FBD" w:rsidP="009E311D">
      <w:pPr>
        <w:pStyle w:val="ListParagraph"/>
        <w:numPr>
          <w:ilvl w:val="0"/>
          <w:numId w:val="10"/>
        </w:numPr>
        <w:spacing w:after="0"/>
        <w:contextualSpacing w:val="0"/>
        <w:rPr>
          <w:rFonts w:cstheme="minorHAnsi"/>
          <w:noProof/>
          <w:sz w:val="24"/>
          <w:szCs w:val="24"/>
        </w:rPr>
      </w:pPr>
      <w:r w:rsidRPr="00E74FBD">
        <w:rPr>
          <w:rFonts w:cstheme="minorHAnsi"/>
          <w:noProof/>
          <w:sz w:val="24"/>
          <w:szCs w:val="24"/>
        </w:rPr>
        <w:t>Real exports of goods decreased $2.2 billion to $146.8 billion.</w:t>
      </w:r>
    </w:p>
    <w:p w14:paraId="0654CA4D" w14:textId="5D1DD64C" w:rsidR="00D602E5" w:rsidRPr="00A07FF1" w:rsidRDefault="00E74FBD" w:rsidP="00674036">
      <w:pPr>
        <w:pStyle w:val="ListParagraph"/>
        <w:numPr>
          <w:ilvl w:val="0"/>
          <w:numId w:val="10"/>
        </w:numPr>
        <w:spacing w:after="120"/>
        <w:contextualSpacing w:val="0"/>
        <w:rPr>
          <w:rFonts w:cstheme="minorHAnsi"/>
          <w:noProof/>
          <w:sz w:val="24"/>
          <w:szCs w:val="24"/>
        </w:rPr>
      </w:pPr>
      <w:r w:rsidRPr="00E74FBD">
        <w:rPr>
          <w:rFonts w:cstheme="minorHAnsi"/>
          <w:noProof/>
          <w:sz w:val="24"/>
          <w:szCs w:val="24"/>
        </w:rPr>
        <w:t>Real imports of goods increased $7.9 billion to $238.4 billion.</w:t>
      </w:r>
    </w:p>
    <w:p w14:paraId="6E834DE5" w14:textId="77777777" w:rsidR="00320862" w:rsidRPr="00A07FF1" w:rsidRDefault="00490E68" w:rsidP="00320862">
      <w:pPr>
        <w:spacing w:after="0"/>
        <w:ind w:left="-360"/>
        <w:rPr>
          <w:rFonts w:cstheme="minorHAnsi"/>
          <w:b/>
          <w:noProof/>
          <w:sz w:val="24"/>
          <w:szCs w:val="24"/>
        </w:rPr>
      </w:pPr>
      <w:r w:rsidRPr="00A07FF1">
        <w:rPr>
          <w:rFonts w:cstheme="minorHAnsi"/>
          <w:b/>
          <w:noProof/>
          <w:sz w:val="24"/>
          <w:szCs w:val="24"/>
        </w:rPr>
        <w:t>Revisions</w:t>
      </w:r>
    </w:p>
    <w:p w14:paraId="07C4D335" w14:textId="46374F5A" w:rsidR="00BD0C32" w:rsidRPr="00A07FF1" w:rsidRDefault="006E37D8" w:rsidP="001172C9">
      <w:pPr>
        <w:spacing w:after="120"/>
        <w:ind w:left="-360"/>
        <w:rPr>
          <w:rFonts w:cstheme="minorHAnsi"/>
          <w:noProof/>
          <w:sz w:val="24"/>
          <w:szCs w:val="24"/>
        </w:rPr>
      </w:pPr>
      <w:r w:rsidRPr="006E37D8">
        <w:rPr>
          <w:rFonts w:cstheme="minorHAnsi"/>
          <w:noProof/>
          <w:sz w:val="24"/>
          <w:szCs w:val="24"/>
        </w:rPr>
        <w:t>In addition to revisions to source data for November statistics, October imports of electric energy, a component of industrial supplies and materials, were revised to incorporate a $0.2 billion correction to source data.</w:t>
      </w:r>
      <w:r w:rsidR="00CF2E2A" w:rsidRPr="00CF2E2A">
        <w:rPr>
          <w:rFonts w:cstheme="minorHAnsi"/>
          <w:noProof/>
          <w:sz w:val="24"/>
          <w:szCs w:val="24"/>
        </w:rPr>
        <w:t xml:space="preserve"> </w:t>
      </w:r>
      <w:r>
        <w:rPr>
          <w:rFonts w:cstheme="minorHAnsi"/>
          <w:noProof/>
          <w:sz w:val="24"/>
          <w:szCs w:val="24"/>
        </w:rPr>
        <w:t xml:space="preserve"> </w:t>
      </w:r>
      <w:r w:rsidR="00CF2E2A" w:rsidRPr="00CF2E2A">
        <w:rPr>
          <w:rFonts w:cstheme="minorHAnsi"/>
          <w:noProof/>
          <w:sz w:val="24"/>
          <w:szCs w:val="24"/>
        </w:rPr>
        <w:t>Also, the seasonally adjusted goods data were revised for January through November so that the totals of the seasonally adjusted months equal the annual totals.</w:t>
      </w:r>
    </w:p>
    <w:p w14:paraId="72FC10D8" w14:textId="2B3C2A14" w:rsidR="00674036" w:rsidRPr="00A07FF1" w:rsidRDefault="00E74FBD" w:rsidP="00D6567F">
      <w:pPr>
        <w:spacing w:after="0"/>
        <w:ind w:left="-360"/>
        <w:rPr>
          <w:rFonts w:cstheme="minorHAnsi"/>
          <w:noProof/>
          <w:sz w:val="24"/>
          <w:szCs w:val="24"/>
        </w:rPr>
      </w:pPr>
      <w:r w:rsidRPr="00E74FBD">
        <w:rPr>
          <w:rFonts w:cstheme="minorHAnsi"/>
          <w:noProof/>
          <w:sz w:val="24"/>
          <w:szCs w:val="24"/>
        </w:rPr>
        <w:t>Revisions to November exports</w:t>
      </w:r>
    </w:p>
    <w:p w14:paraId="4B1F162B" w14:textId="781FD3B5" w:rsidR="00674036" w:rsidRPr="00A07FF1" w:rsidRDefault="00E74FBD" w:rsidP="00326C99">
      <w:pPr>
        <w:pStyle w:val="ListParagraph"/>
        <w:numPr>
          <w:ilvl w:val="0"/>
          <w:numId w:val="11"/>
        </w:numPr>
        <w:tabs>
          <w:tab w:val="left" w:pos="5670"/>
        </w:tabs>
        <w:spacing w:after="0"/>
        <w:contextualSpacing w:val="0"/>
        <w:rPr>
          <w:rFonts w:cstheme="minorHAnsi"/>
          <w:noProof/>
          <w:sz w:val="24"/>
          <w:szCs w:val="24"/>
        </w:rPr>
      </w:pPr>
      <w:r w:rsidRPr="00E74FBD">
        <w:rPr>
          <w:rFonts w:cstheme="minorHAnsi"/>
          <w:noProof/>
          <w:sz w:val="24"/>
          <w:szCs w:val="24"/>
        </w:rPr>
        <w:t>Exports of goods were revised down $0.8 billion.</w:t>
      </w:r>
    </w:p>
    <w:p w14:paraId="02A25873" w14:textId="2D6EB595" w:rsidR="00674036" w:rsidRPr="00A07FF1" w:rsidRDefault="00E74FBD" w:rsidP="009E3D69">
      <w:pPr>
        <w:pStyle w:val="ListParagraph"/>
        <w:numPr>
          <w:ilvl w:val="0"/>
          <w:numId w:val="10"/>
        </w:numPr>
        <w:spacing w:after="120"/>
        <w:contextualSpacing w:val="0"/>
        <w:rPr>
          <w:rFonts w:cstheme="minorHAnsi"/>
          <w:noProof/>
          <w:sz w:val="24"/>
          <w:szCs w:val="24"/>
        </w:rPr>
      </w:pPr>
      <w:r w:rsidRPr="00E74FBD">
        <w:rPr>
          <w:rFonts w:cstheme="minorHAnsi"/>
          <w:noProof/>
          <w:sz w:val="24"/>
          <w:szCs w:val="24"/>
        </w:rPr>
        <w:t xml:space="preserve">Exports of services were revised </w:t>
      </w:r>
      <w:r w:rsidR="009E3D69" w:rsidRPr="009E3D69">
        <w:rPr>
          <w:rFonts w:cstheme="minorHAnsi"/>
          <w:noProof/>
          <w:sz w:val="24"/>
          <w:szCs w:val="24"/>
        </w:rPr>
        <w:t>down less than $0.1 billion</w:t>
      </w:r>
      <w:r w:rsidRPr="00E74FBD">
        <w:rPr>
          <w:rFonts w:cstheme="minorHAnsi"/>
          <w:noProof/>
          <w:sz w:val="24"/>
          <w:szCs w:val="24"/>
        </w:rPr>
        <w:t>.</w:t>
      </w:r>
    </w:p>
    <w:p w14:paraId="2927EBAD" w14:textId="3722BDF4" w:rsidR="00674036" w:rsidRPr="00A07FF1" w:rsidRDefault="00E74FBD" w:rsidP="00D6567F">
      <w:pPr>
        <w:spacing w:after="0"/>
        <w:ind w:left="-360"/>
        <w:rPr>
          <w:rFonts w:cstheme="minorHAnsi"/>
          <w:noProof/>
          <w:sz w:val="24"/>
          <w:szCs w:val="24"/>
        </w:rPr>
      </w:pPr>
      <w:r w:rsidRPr="00E74FBD">
        <w:rPr>
          <w:rFonts w:cstheme="minorHAnsi"/>
          <w:noProof/>
          <w:sz w:val="24"/>
          <w:szCs w:val="24"/>
        </w:rPr>
        <w:t>Revisions to November imports</w:t>
      </w:r>
    </w:p>
    <w:p w14:paraId="7B8912A7" w14:textId="324A5A53" w:rsidR="00674036" w:rsidRPr="00A07FF1" w:rsidRDefault="00E74FBD" w:rsidP="001172C9">
      <w:pPr>
        <w:pStyle w:val="ListParagraph"/>
        <w:numPr>
          <w:ilvl w:val="0"/>
          <w:numId w:val="10"/>
        </w:numPr>
        <w:spacing w:after="0"/>
        <w:contextualSpacing w:val="0"/>
        <w:rPr>
          <w:rFonts w:cstheme="minorHAnsi"/>
          <w:noProof/>
          <w:sz w:val="24"/>
          <w:szCs w:val="24"/>
        </w:rPr>
      </w:pPr>
      <w:r w:rsidRPr="00E74FBD">
        <w:rPr>
          <w:rFonts w:cstheme="minorHAnsi"/>
          <w:noProof/>
          <w:sz w:val="24"/>
          <w:szCs w:val="24"/>
        </w:rPr>
        <w:t>Imports of goods were revised up $0.2 billion.</w:t>
      </w:r>
    </w:p>
    <w:p w14:paraId="19DE2784" w14:textId="3D982802" w:rsidR="00490E68" w:rsidRPr="00A07FF1" w:rsidRDefault="00E74FBD" w:rsidP="009E3D69">
      <w:pPr>
        <w:pStyle w:val="ListParagraph"/>
        <w:numPr>
          <w:ilvl w:val="0"/>
          <w:numId w:val="10"/>
        </w:numPr>
        <w:spacing w:after="120"/>
        <w:contextualSpacing w:val="0"/>
        <w:rPr>
          <w:rFonts w:cstheme="minorHAnsi"/>
          <w:noProof/>
          <w:sz w:val="24"/>
          <w:szCs w:val="24"/>
        </w:rPr>
      </w:pPr>
      <w:r w:rsidRPr="00E74FBD">
        <w:rPr>
          <w:rFonts w:cstheme="minorHAnsi"/>
          <w:noProof/>
          <w:sz w:val="24"/>
          <w:szCs w:val="24"/>
        </w:rPr>
        <w:t xml:space="preserve">Imports of services were revised </w:t>
      </w:r>
      <w:r w:rsidR="009E3D69" w:rsidRPr="009E3D69">
        <w:rPr>
          <w:rFonts w:cstheme="minorHAnsi"/>
          <w:noProof/>
          <w:sz w:val="24"/>
          <w:szCs w:val="24"/>
        </w:rPr>
        <w:t>up less than $0.1 billion</w:t>
      </w:r>
      <w:r w:rsidRPr="00E74FBD">
        <w:rPr>
          <w:rFonts w:cstheme="minorHAnsi"/>
          <w:noProof/>
          <w:sz w:val="24"/>
          <w:szCs w:val="24"/>
        </w:rPr>
        <w:t>.</w:t>
      </w:r>
    </w:p>
    <w:p w14:paraId="420247DF" w14:textId="31854BDB" w:rsidR="00674036" w:rsidRPr="00A07FF1" w:rsidRDefault="00490E68" w:rsidP="003133E9">
      <w:pPr>
        <w:spacing w:after="120"/>
        <w:ind w:left="-360"/>
        <w:rPr>
          <w:rFonts w:cstheme="minorHAnsi"/>
          <w:noProof/>
          <w:sz w:val="24"/>
          <w:szCs w:val="24"/>
        </w:rPr>
      </w:pPr>
      <w:r w:rsidRPr="00A07FF1">
        <w:rPr>
          <w:rFonts w:cstheme="minorHAnsi"/>
          <w:b/>
          <w:noProof/>
          <w:sz w:val="24"/>
          <w:szCs w:val="24"/>
        </w:rPr>
        <w:t>Goods by Selected Countries and Areas: Monthly – Census Basis (Exhibit 19)</w:t>
      </w:r>
      <w:r w:rsidRPr="00A07FF1">
        <w:rPr>
          <w:rFonts w:cstheme="minorHAnsi"/>
          <w:b/>
          <w:noProof/>
          <w:sz w:val="24"/>
          <w:szCs w:val="24"/>
        </w:rPr>
        <w:br/>
      </w:r>
      <w:r w:rsidR="00E74FBD" w:rsidRPr="00E74FBD">
        <w:rPr>
          <w:rFonts w:cstheme="minorHAnsi"/>
          <w:noProof/>
          <w:sz w:val="24"/>
          <w:szCs w:val="24"/>
        </w:rPr>
        <w:t>The December figures show surpluses, in billions of dollars, with South and Central America ($3.5), Hong Kong ($2.2), Brazil ($0.8), United Kingdom ($0.6), and Singapore ($0.4). Deficits were recorded, in billions of dollars, with China ($38.7), European Union ($15.8), Mexico ($8.8), Germany ($5.7), Japan ($5.5), Italy ($3.0), South Korea ($1.7), Taiwan ($1.6), France ($1.5), India ($1.4), OPEC ($1.3), Saudi Arabia ($1.2), and Canada ($0.7</w:t>
      </w:r>
      <w:r w:rsidR="00E74FBD" w:rsidRPr="00E74FBD">
        <w:rPr>
          <w:rFonts w:cstheme="minorHAnsi"/>
          <w:sz w:val="24"/>
          <w:szCs w:val="24"/>
        </w:rPr>
        <w:t>).</w:t>
      </w:r>
    </w:p>
    <w:p w14:paraId="0AD1C9EB" w14:textId="7416C034" w:rsidR="00310EEA" w:rsidRDefault="006849D2" w:rsidP="006849D2">
      <w:pPr>
        <w:pStyle w:val="ListParagraph"/>
        <w:numPr>
          <w:ilvl w:val="0"/>
          <w:numId w:val="13"/>
        </w:numPr>
        <w:spacing w:after="240"/>
        <w:rPr>
          <w:rFonts w:cstheme="minorHAnsi"/>
          <w:noProof/>
          <w:sz w:val="24"/>
          <w:szCs w:val="24"/>
        </w:rPr>
      </w:pPr>
      <w:r w:rsidRPr="006849D2">
        <w:rPr>
          <w:rFonts w:cstheme="minorHAnsi"/>
          <w:noProof/>
          <w:sz w:val="24"/>
          <w:szCs w:val="24"/>
        </w:rPr>
        <w:t>The deficit with China increased $3.2 billion to $38.7 billion in December. Exports increased $0.4 billion to $7.7 billion and imports increase</w:t>
      </w:r>
      <w:r>
        <w:rPr>
          <w:rFonts w:cstheme="minorHAnsi"/>
          <w:noProof/>
          <w:sz w:val="24"/>
          <w:szCs w:val="24"/>
        </w:rPr>
        <w:t>d $3.6 billion to $46.4 billion</w:t>
      </w:r>
      <w:r w:rsidR="00D0066B" w:rsidRPr="00D0066B">
        <w:rPr>
          <w:rFonts w:cstheme="minorHAnsi"/>
          <w:noProof/>
          <w:sz w:val="24"/>
          <w:szCs w:val="24"/>
        </w:rPr>
        <w:t>.</w:t>
      </w:r>
    </w:p>
    <w:p w14:paraId="2B82C65E" w14:textId="1A23BC5C" w:rsidR="006849D2" w:rsidRDefault="00E606C2" w:rsidP="00E606C2">
      <w:pPr>
        <w:pStyle w:val="ListParagraph"/>
        <w:numPr>
          <w:ilvl w:val="0"/>
          <w:numId w:val="13"/>
        </w:numPr>
        <w:spacing w:after="240"/>
        <w:rPr>
          <w:rFonts w:cstheme="minorHAnsi"/>
          <w:noProof/>
          <w:sz w:val="24"/>
          <w:szCs w:val="24"/>
        </w:rPr>
      </w:pPr>
      <w:r w:rsidRPr="00E606C2">
        <w:rPr>
          <w:rFonts w:cstheme="minorHAnsi"/>
          <w:noProof/>
          <w:sz w:val="24"/>
          <w:szCs w:val="24"/>
        </w:rPr>
        <w:t>The deficit with Mexico increased $2.1 billion to $8.8 billion in December. Exports decreased $1.3 billion to $21.1 billion and imports increased $0.8 billion to $29.9 billion.</w:t>
      </w:r>
    </w:p>
    <w:p w14:paraId="78E7DC16" w14:textId="417F84B1" w:rsidR="004B2967" w:rsidRPr="00A07FF1" w:rsidRDefault="003048D7" w:rsidP="003048D7">
      <w:pPr>
        <w:pStyle w:val="ListParagraph"/>
        <w:numPr>
          <w:ilvl w:val="0"/>
          <w:numId w:val="13"/>
        </w:numPr>
        <w:spacing w:after="240"/>
        <w:rPr>
          <w:rFonts w:cstheme="minorHAnsi"/>
          <w:noProof/>
          <w:sz w:val="24"/>
          <w:szCs w:val="24"/>
        </w:rPr>
      </w:pPr>
      <w:r w:rsidRPr="003048D7">
        <w:rPr>
          <w:rFonts w:cstheme="minorHAnsi"/>
          <w:noProof/>
          <w:sz w:val="24"/>
          <w:szCs w:val="24"/>
        </w:rPr>
        <w:t>The deficit with India decreased $0.4 billion to $1.4 billion in December. Exports increased $0.6 billion to $3.3 billion and imports increased $0.3 billion to $4.7 billion.</w:t>
      </w:r>
    </w:p>
    <w:p w14:paraId="4E81CB87" w14:textId="77777777" w:rsidR="008C787D" w:rsidRDefault="008C787D" w:rsidP="007541B1">
      <w:pPr>
        <w:rPr>
          <w:rFonts w:cstheme="minorHAnsi"/>
          <w:b/>
          <w:noProof/>
          <w:sz w:val="24"/>
          <w:szCs w:val="24"/>
        </w:rPr>
      </w:pPr>
    </w:p>
    <w:p w14:paraId="37DB5689" w14:textId="34AC3BE0" w:rsidR="007541B1" w:rsidRPr="007541B1" w:rsidRDefault="007541B1" w:rsidP="00A91837">
      <w:pPr>
        <w:spacing w:after="120"/>
        <w:ind w:left="-360"/>
        <w:rPr>
          <w:rFonts w:cstheme="minorHAnsi"/>
          <w:b/>
          <w:noProof/>
          <w:sz w:val="24"/>
          <w:szCs w:val="24"/>
        </w:rPr>
      </w:pPr>
      <w:r w:rsidRPr="007541B1">
        <w:rPr>
          <w:rFonts w:cstheme="minorHAnsi"/>
          <w:b/>
          <w:noProof/>
          <w:sz w:val="24"/>
          <w:szCs w:val="24"/>
        </w:rPr>
        <w:lastRenderedPageBreak/>
        <w:t>Annual Summary for 2018</w:t>
      </w:r>
    </w:p>
    <w:p w14:paraId="5D1D03D4" w14:textId="0F0DABBA" w:rsidR="007541B1" w:rsidRPr="007541B1" w:rsidRDefault="00A91837" w:rsidP="00A91837">
      <w:pPr>
        <w:spacing w:after="0"/>
        <w:ind w:left="-360"/>
        <w:rPr>
          <w:rFonts w:cstheme="minorHAnsi"/>
          <w:b/>
          <w:noProof/>
          <w:sz w:val="24"/>
          <w:szCs w:val="24"/>
        </w:rPr>
      </w:pPr>
      <w:r>
        <w:rPr>
          <w:rFonts w:cstheme="minorHAnsi"/>
          <w:b/>
          <w:noProof/>
          <w:sz w:val="24"/>
          <w:szCs w:val="24"/>
        </w:rPr>
        <w:t>Exports, Imports, and Balance (E</w:t>
      </w:r>
      <w:r w:rsidR="007541B1" w:rsidRPr="007541B1">
        <w:rPr>
          <w:rFonts w:cstheme="minorHAnsi"/>
          <w:b/>
          <w:noProof/>
          <w:sz w:val="24"/>
          <w:szCs w:val="24"/>
        </w:rPr>
        <w:t>xhibit 1)</w:t>
      </w:r>
    </w:p>
    <w:p w14:paraId="5DF7E2AD" w14:textId="0F4CA3C3" w:rsidR="007541B1" w:rsidRPr="009E3D69" w:rsidRDefault="00E875BD" w:rsidP="00A91837">
      <w:pPr>
        <w:spacing w:after="120"/>
        <w:ind w:left="-360"/>
        <w:rPr>
          <w:rFonts w:cstheme="minorHAnsi"/>
          <w:noProof/>
          <w:sz w:val="24"/>
          <w:szCs w:val="24"/>
        </w:rPr>
      </w:pPr>
      <w:r>
        <w:rPr>
          <w:rFonts w:cstheme="minorHAnsi"/>
          <w:noProof/>
          <w:sz w:val="24"/>
          <w:szCs w:val="24"/>
        </w:rPr>
        <w:drawing>
          <wp:anchor distT="0" distB="0" distL="114300" distR="114300" simplePos="0" relativeHeight="251663360" behindDoc="0" locked="0" layoutInCell="1" allowOverlap="1" wp14:anchorId="2C24F9BB" wp14:editId="6F5D5A94">
            <wp:simplePos x="0" y="0"/>
            <wp:positionH relativeFrom="column">
              <wp:posOffset>3581400</wp:posOffset>
            </wp:positionH>
            <wp:positionV relativeFrom="paragraph">
              <wp:posOffset>434340</wp:posOffset>
            </wp:positionV>
            <wp:extent cx="2752090" cy="1997710"/>
            <wp:effectExtent l="0" t="0" r="0"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nnual.png"/>
                    <pic:cNvPicPr preferRelativeResize="0"/>
                  </pic:nvPicPr>
                  <pic:blipFill>
                    <a:blip r:embed="rId16" cstate="print">
                      <a:extLst>
                        <a:ext uri="{28A0092B-C50C-407E-A947-70E740481C1C}">
                          <a14:useLocalDpi xmlns:a14="http://schemas.microsoft.com/office/drawing/2010/main" val="0"/>
                        </a:ext>
                      </a:extLst>
                    </a:blip>
                    <a:stretch>
                      <a:fillRect/>
                    </a:stretch>
                  </pic:blipFill>
                  <pic:spPr>
                    <a:xfrm>
                      <a:off x="0" y="0"/>
                      <a:ext cx="2752090" cy="1997710"/>
                    </a:xfrm>
                    <a:prstGeom prst="rect">
                      <a:avLst/>
                    </a:prstGeom>
                  </pic:spPr>
                </pic:pic>
              </a:graphicData>
            </a:graphic>
            <wp14:sizeRelH relativeFrom="margin">
              <wp14:pctWidth>0</wp14:pctWidth>
            </wp14:sizeRelH>
            <wp14:sizeRelV relativeFrom="margin">
              <wp14:pctHeight>0</wp14:pctHeight>
            </wp14:sizeRelV>
          </wp:anchor>
        </w:drawing>
      </w:r>
      <w:r w:rsidR="007541B1" w:rsidRPr="009E3D69">
        <w:rPr>
          <w:rFonts w:cstheme="minorHAnsi"/>
          <w:noProof/>
          <w:sz w:val="24"/>
          <w:szCs w:val="24"/>
        </w:rPr>
        <w:t>For 2018, the goods and services deficit was $621.0 billion, up $68.8 billion from $552.3 billion in 2017. Exports were $2,500.0 billion in 2018, up $148.9 billion from 2017. Imports were $3,121.0 billion, up $217.7 billion from 2017.</w:t>
      </w:r>
    </w:p>
    <w:p w14:paraId="7C3E47A0" w14:textId="35D86A48" w:rsidR="007541B1" w:rsidRPr="009E3D69" w:rsidRDefault="00B81314" w:rsidP="00A91837">
      <w:pPr>
        <w:spacing w:after="120"/>
        <w:ind w:left="-360"/>
        <w:rPr>
          <w:rFonts w:cstheme="minorHAnsi"/>
          <w:noProof/>
          <w:sz w:val="24"/>
          <w:szCs w:val="24"/>
        </w:rPr>
      </w:pPr>
      <w:r w:rsidRPr="00B81314">
        <w:rPr>
          <w:rFonts w:cstheme="minorHAnsi"/>
          <w:noProof/>
          <w:sz w:val="24"/>
          <w:szCs w:val="24"/>
        </w:rPr>
        <w:t>The 2018 increase in the goods and services deficit reflected an increas</w:t>
      </w:r>
      <w:r w:rsidR="00A91837">
        <w:rPr>
          <w:rFonts w:cstheme="minorHAnsi"/>
          <w:noProof/>
          <w:sz w:val="24"/>
          <w:szCs w:val="24"/>
        </w:rPr>
        <w:t xml:space="preserve">e in the goods deficit of $83.8 billion, </w:t>
      </w:r>
      <w:r w:rsidRPr="00B81314">
        <w:rPr>
          <w:rFonts w:cstheme="minorHAnsi"/>
          <w:noProof/>
          <w:sz w:val="24"/>
          <w:szCs w:val="24"/>
        </w:rPr>
        <w:t>or 10.4 percent</w:t>
      </w:r>
      <w:r w:rsidR="00A91837">
        <w:rPr>
          <w:rFonts w:cstheme="minorHAnsi"/>
          <w:noProof/>
          <w:sz w:val="24"/>
          <w:szCs w:val="24"/>
        </w:rPr>
        <w:t>,</w:t>
      </w:r>
      <w:r w:rsidRPr="00B81314">
        <w:rPr>
          <w:rFonts w:cstheme="minorHAnsi"/>
          <w:noProof/>
          <w:sz w:val="24"/>
          <w:szCs w:val="24"/>
        </w:rPr>
        <w:t xml:space="preserve"> to $891.3 billion and an increase in the services surplus of $15.0 billion</w:t>
      </w:r>
      <w:r w:rsidR="00A91837">
        <w:rPr>
          <w:rFonts w:cstheme="minorHAnsi"/>
          <w:noProof/>
          <w:sz w:val="24"/>
          <w:szCs w:val="24"/>
        </w:rPr>
        <w:t>,</w:t>
      </w:r>
      <w:r w:rsidRPr="00B81314">
        <w:rPr>
          <w:rFonts w:cstheme="minorHAnsi"/>
          <w:noProof/>
          <w:sz w:val="24"/>
          <w:szCs w:val="24"/>
        </w:rPr>
        <w:t xml:space="preserve"> or 5.9 percent</w:t>
      </w:r>
      <w:r w:rsidR="00A91837">
        <w:rPr>
          <w:rFonts w:cstheme="minorHAnsi"/>
          <w:noProof/>
          <w:sz w:val="24"/>
          <w:szCs w:val="24"/>
        </w:rPr>
        <w:t>,</w:t>
      </w:r>
      <w:r w:rsidRPr="00B81314">
        <w:rPr>
          <w:rFonts w:cstheme="minorHAnsi"/>
          <w:noProof/>
          <w:sz w:val="24"/>
          <w:szCs w:val="24"/>
        </w:rPr>
        <w:t xml:space="preserve"> to $270.2 billion.</w:t>
      </w:r>
    </w:p>
    <w:p w14:paraId="73A78843" w14:textId="0BD345D9" w:rsidR="007541B1" w:rsidRPr="007541B1" w:rsidRDefault="007541B1" w:rsidP="00A91837">
      <w:pPr>
        <w:spacing w:after="120"/>
        <w:ind w:left="-360"/>
        <w:rPr>
          <w:rFonts w:cstheme="minorHAnsi"/>
          <w:noProof/>
          <w:color w:val="FF0000"/>
          <w:sz w:val="24"/>
          <w:szCs w:val="24"/>
        </w:rPr>
      </w:pPr>
      <w:r w:rsidRPr="009E3D69">
        <w:rPr>
          <w:rFonts w:cstheme="minorHAnsi"/>
          <w:noProof/>
          <w:sz w:val="24"/>
          <w:szCs w:val="24"/>
        </w:rPr>
        <w:t xml:space="preserve">As a percentage of U.S. gross domestic product, the goods and services deficit was </w:t>
      </w:r>
      <w:r w:rsidR="006518EC">
        <w:rPr>
          <w:rFonts w:cstheme="minorHAnsi"/>
          <w:noProof/>
          <w:sz w:val="24"/>
          <w:szCs w:val="24"/>
        </w:rPr>
        <w:t>3.0</w:t>
      </w:r>
      <w:r w:rsidRPr="009E3D69">
        <w:rPr>
          <w:rFonts w:cstheme="minorHAnsi"/>
          <w:noProof/>
          <w:sz w:val="24"/>
          <w:szCs w:val="24"/>
        </w:rPr>
        <w:t xml:space="preserve"> percent in 201</w:t>
      </w:r>
      <w:r w:rsidR="006518EC">
        <w:rPr>
          <w:rFonts w:cstheme="minorHAnsi"/>
          <w:noProof/>
          <w:sz w:val="24"/>
          <w:szCs w:val="24"/>
        </w:rPr>
        <w:t>8</w:t>
      </w:r>
      <w:r w:rsidRPr="009E3D69">
        <w:rPr>
          <w:rFonts w:cstheme="minorHAnsi"/>
          <w:noProof/>
          <w:sz w:val="24"/>
          <w:szCs w:val="24"/>
        </w:rPr>
        <w:t xml:space="preserve">, up from </w:t>
      </w:r>
      <w:r w:rsidR="006518EC">
        <w:rPr>
          <w:rFonts w:cstheme="minorHAnsi"/>
          <w:noProof/>
          <w:sz w:val="24"/>
          <w:szCs w:val="24"/>
        </w:rPr>
        <w:t>2.8</w:t>
      </w:r>
      <w:r w:rsidRPr="009E3D69">
        <w:rPr>
          <w:rFonts w:cstheme="minorHAnsi"/>
          <w:noProof/>
          <w:sz w:val="24"/>
          <w:szCs w:val="24"/>
        </w:rPr>
        <w:t xml:space="preserve"> percent in 201</w:t>
      </w:r>
      <w:r w:rsidR="006518EC">
        <w:rPr>
          <w:rFonts w:cstheme="minorHAnsi"/>
          <w:noProof/>
          <w:sz w:val="24"/>
          <w:szCs w:val="24"/>
        </w:rPr>
        <w:t>7</w:t>
      </w:r>
      <w:r w:rsidRPr="009E3D69">
        <w:rPr>
          <w:rFonts w:cstheme="minorHAnsi"/>
          <w:noProof/>
          <w:sz w:val="24"/>
          <w:szCs w:val="24"/>
        </w:rPr>
        <w:t>.</w:t>
      </w:r>
    </w:p>
    <w:p w14:paraId="51D1A88E" w14:textId="5FBB0DEE" w:rsidR="007541B1" w:rsidRPr="007541B1" w:rsidRDefault="00A91837" w:rsidP="00A91837">
      <w:pPr>
        <w:spacing w:after="0"/>
        <w:ind w:left="-360"/>
        <w:rPr>
          <w:rFonts w:cstheme="minorHAnsi"/>
          <w:b/>
          <w:noProof/>
          <w:sz w:val="24"/>
          <w:szCs w:val="24"/>
        </w:rPr>
      </w:pPr>
      <w:r>
        <w:rPr>
          <w:rFonts w:cstheme="minorHAnsi"/>
          <w:b/>
          <w:noProof/>
          <w:sz w:val="24"/>
          <w:szCs w:val="24"/>
        </w:rPr>
        <w:t>Exports (E</w:t>
      </w:r>
      <w:r w:rsidR="007541B1" w:rsidRPr="007541B1">
        <w:rPr>
          <w:rFonts w:cstheme="minorHAnsi"/>
          <w:b/>
          <w:noProof/>
          <w:sz w:val="24"/>
          <w:szCs w:val="24"/>
        </w:rPr>
        <w:t>xhibits 3, 6, and 7)</w:t>
      </w:r>
    </w:p>
    <w:p w14:paraId="682A73F4" w14:textId="77777777" w:rsidR="007541B1" w:rsidRPr="007541B1" w:rsidRDefault="007541B1" w:rsidP="00A91837">
      <w:pPr>
        <w:spacing w:after="120"/>
        <w:ind w:left="-360"/>
        <w:rPr>
          <w:rFonts w:cstheme="minorHAnsi"/>
          <w:noProof/>
          <w:sz w:val="24"/>
          <w:szCs w:val="24"/>
        </w:rPr>
      </w:pPr>
      <w:r w:rsidRPr="007541B1">
        <w:rPr>
          <w:rFonts w:cstheme="minorHAnsi"/>
          <w:noProof/>
          <w:sz w:val="24"/>
          <w:szCs w:val="24"/>
        </w:rPr>
        <w:t>Exports of goods increased $118.5 billion to $1,671.8 billion in 2018.</w:t>
      </w:r>
    </w:p>
    <w:p w14:paraId="439ED897" w14:textId="77777777" w:rsidR="007541B1" w:rsidRPr="007541B1" w:rsidRDefault="007541B1" w:rsidP="00A91837">
      <w:pPr>
        <w:spacing w:after="120"/>
        <w:ind w:left="-360" w:firstLine="360"/>
        <w:rPr>
          <w:rFonts w:cstheme="minorHAnsi"/>
          <w:noProof/>
          <w:sz w:val="24"/>
          <w:szCs w:val="24"/>
        </w:rPr>
      </w:pPr>
      <w:r w:rsidRPr="007541B1">
        <w:rPr>
          <w:rFonts w:cstheme="minorHAnsi"/>
          <w:noProof/>
          <w:sz w:val="24"/>
          <w:szCs w:val="24"/>
        </w:rPr>
        <w:t>Exports of goods on a Census basis increased $117.8 billion.</w:t>
      </w:r>
    </w:p>
    <w:p w14:paraId="2C774548" w14:textId="77777777" w:rsidR="00721254" w:rsidRDefault="007541B1" w:rsidP="00A91837">
      <w:pPr>
        <w:numPr>
          <w:ilvl w:val="1"/>
          <w:numId w:val="3"/>
        </w:numPr>
        <w:spacing w:after="0"/>
        <w:rPr>
          <w:rFonts w:cstheme="minorHAnsi"/>
          <w:noProof/>
          <w:sz w:val="24"/>
          <w:szCs w:val="24"/>
        </w:rPr>
      </w:pPr>
      <w:r w:rsidRPr="00721254">
        <w:rPr>
          <w:rFonts w:cstheme="minorHAnsi"/>
          <w:noProof/>
          <w:sz w:val="24"/>
          <w:szCs w:val="24"/>
        </w:rPr>
        <w:t>Industrial supplies and materials increased $74.2 billion.</w:t>
      </w:r>
    </w:p>
    <w:p w14:paraId="0D867C8B" w14:textId="77777777" w:rsidR="00721254" w:rsidRDefault="007541B1" w:rsidP="00A91837">
      <w:pPr>
        <w:pStyle w:val="ListParagraph"/>
        <w:numPr>
          <w:ilvl w:val="2"/>
          <w:numId w:val="3"/>
        </w:numPr>
        <w:spacing w:after="0"/>
        <w:rPr>
          <w:rFonts w:cstheme="minorHAnsi"/>
          <w:noProof/>
          <w:sz w:val="24"/>
          <w:szCs w:val="24"/>
        </w:rPr>
      </w:pPr>
      <w:r w:rsidRPr="00721254">
        <w:rPr>
          <w:rFonts w:cstheme="minorHAnsi"/>
          <w:noProof/>
          <w:sz w:val="24"/>
          <w:szCs w:val="24"/>
        </w:rPr>
        <w:t>Crude oil increased $24.6 billion.</w:t>
      </w:r>
    </w:p>
    <w:p w14:paraId="3A77B9B4" w14:textId="21C494A0" w:rsidR="007541B1" w:rsidRPr="00721254" w:rsidRDefault="007541B1" w:rsidP="00A91837">
      <w:pPr>
        <w:pStyle w:val="ListParagraph"/>
        <w:numPr>
          <w:ilvl w:val="2"/>
          <w:numId w:val="3"/>
        </w:numPr>
        <w:spacing w:after="0"/>
        <w:rPr>
          <w:rFonts w:cstheme="minorHAnsi"/>
          <w:noProof/>
          <w:sz w:val="24"/>
          <w:szCs w:val="24"/>
        </w:rPr>
      </w:pPr>
      <w:r w:rsidRPr="00721254">
        <w:rPr>
          <w:rFonts w:cstheme="minorHAnsi"/>
          <w:noProof/>
          <w:sz w:val="24"/>
          <w:szCs w:val="24"/>
        </w:rPr>
        <w:t>Other petroleum products increased $14.4 billion.</w:t>
      </w:r>
    </w:p>
    <w:p w14:paraId="2746C5AA" w14:textId="77777777" w:rsidR="00721254" w:rsidRDefault="007541B1" w:rsidP="00A91837">
      <w:pPr>
        <w:numPr>
          <w:ilvl w:val="1"/>
          <w:numId w:val="3"/>
        </w:numPr>
        <w:spacing w:after="0"/>
        <w:rPr>
          <w:rFonts w:cstheme="minorHAnsi"/>
          <w:noProof/>
          <w:sz w:val="24"/>
          <w:szCs w:val="24"/>
        </w:rPr>
      </w:pPr>
      <w:r w:rsidRPr="00721254">
        <w:rPr>
          <w:rFonts w:cstheme="minorHAnsi"/>
          <w:noProof/>
          <w:sz w:val="24"/>
          <w:szCs w:val="24"/>
        </w:rPr>
        <w:t>Capital goods increased $28.7 billion.</w:t>
      </w:r>
    </w:p>
    <w:p w14:paraId="5AF08D49" w14:textId="77777777" w:rsidR="00721254" w:rsidRDefault="007541B1" w:rsidP="00A91837">
      <w:pPr>
        <w:pStyle w:val="ListParagraph"/>
        <w:numPr>
          <w:ilvl w:val="2"/>
          <w:numId w:val="3"/>
        </w:numPr>
        <w:spacing w:after="0"/>
        <w:rPr>
          <w:rFonts w:cstheme="minorHAnsi"/>
          <w:noProof/>
          <w:sz w:val="24"/>
          <w:szCs w:val="24"/>
        </w:rPr>
      </w:pPr>
      <w:r w:rsidRPr="00721254">
        <w:rPr>
          <w:rFonts w:cstheme="minorHAnsi"/>
          <w:noProof/>
          <w:sz w:val="24"/>
          <w:szCs w:val="24"/>
        </w:rPr>
        <w:t>Civilian aircraft engines increased $7.9 billion.</w:t>
      </w:r>
    </w:p>
    <w:p w14:paraId="171BEA1A" w14:textId="77777777" w:rsidR="00721254" w:rsidRDefault="007541B1" w:rsidP="00A91837">
      <w:pPr>
        <w:pStyle w:val="ListParagraph"/>
        <w:numPr>
          <w:ilvl w:val="2"/>
          <w:numId w:val="3"/>
        </w:numPr>
        <w:spacing w:after="0"/>
        <w:rPr>
          <w:rFonts w:cstheme="minorHAnsi"/>
          <w:noProof/>
          <w:sz w:val="24"/>
          <w:szCs w:val="24"/>
        </w:rPr>
      </w:pPr>
      <w:r w:rsidRPr="00721254">
        <w:rPr>
          <w:rFonts w:cstheme="minorHAnsi"/>
          <w:noProof/>
          <w:sz w:val="24"/>
          <w:szCs w:val="24"/>
        </w:rPr>
        <w:t>Other industrial machines increased $2.9 billion.</w:t>
      </w:r>
    </w:p>
    <w:p w14:paraId="11E167B4" w14:textId="3104902D" w:rsidR="007541B1" w:rsidRPr="00721254" w:rsidRDefault="007541B1" w:rsidP="00A91837">
      <w:pPr>
        <w:pStyle w:val="ListParagraph"/>
        <w:numPr>
          <w:ilvl w:val="2"/>
          <w:numId w:val="3"/>
        </w:numPr>
        <w:spacing w:after="120"/>
        <w:contextualSpacing w:val="0"/>
        <w:rPr>
          <w:rFonts w:cstheme="minorHAnsi"/>
          <w:noProof/>
          <w:sz w:val="24"/>
          <w:szCs w:val="24"/>
        </w:rPr>
      </w:pPr>
      <w:r w:rsidRPr="00721254">
        <w:rPr>
          <w:rFonts w:cstheme="minorHAnsi"/>
          <w:noProof/>
          <w:sz w:val="24"/>
          <w:szCs w:val="24"/>
        </w:rPr>
        <w:t>Computer accessories increased $2.5 billion.</w:t>
      </w:r>
    </w:p>
    <w:p w14:paraId="2C070493" w14:textId="77777777" w:rsidR="007541B1" w:rsidRPr="007541B1" w:rsidRDefault="007541B1" w:rsidP="007541B1">
      <w:pPr>
        <w:rPr>
          <w:rFonts w:cstheme="minorHAnsi"/>
          <w:noProof/>
          <w:sz w:val="24"/>
          <w:szCs w:val="24"/>
        </w:rPr>
      </w:pPr>
      <w:r w:rsidRPr="007541B1">
        <w:rPr>
          <w:rFonts w:cstheme="minorHAnsi"/>
          <w:noProof/>
          <w:sz w:val="24"/>
          <w:szCs w:val="24"/>
        </w:rPr>
        <w:t>Net balance of payments adjustments increased $0.6 billion.</w:t>
      </w:r>
    </w:p>
    <w:p w14:paraId="17B1AF6A" w14:textId="004FFD22" w:rsidR="009E3D69" w:rsidRPr="009E3D69" w:rsidRDefault="009E3D69" w:rsidP="00A91837">
      <w:pPr>
        <w:spacing w:after="120"/>
        <w:ind w:left="-360"/>
        <w:rPr>
          <w:rFonts w:cstheme="minorHAnsi"/>
          <w:noProof/>
          <w:sz w:val="24"/>
          <w:szCs w:val="24"/>
        </w:rPr>
      </w:pPr>
      <w:r w:rsidRPr="009E3D69">
        <w:rPr>
          <w:rFonts w:cstheme="minorHAnsi"/>
          <w:noProof/>
          <w:sz w:val="24"/>
          <w:szCs w:val="24"/>
        </w:rPr>
        <w:t>Exports of services increased $30.4 billion to $828.1 billion in 2018.</w:t>
      </w:r>
    </w:p>
    <w:p w14:paraId="16A32B9C" w14:textId="77777777" w:rsidR="009E3D69" w:rsidRPr="009E3D69" w:rsidRDefault="009E3D69" w:rsidP="009E3D69">
      <w:pPr>
        <w:pStyle w:val="ListParagraph"/>
        <w:numPr>
          <w:ilvl w:val="0"/>
          <w:numId w:val="25"/>
        </w:numPr>
        <w:rPr>
          <w:rFonts w:cstheme="minorHAnsi"/>
          <w:noProof/>
          <w:sz w:val="24"/>
          <w:szCs w:val="24"/>
        </w:rPr>
      </w:pPr>
      <w:r w:rsidRPr="009E3D69">
        <w:rPr>
          <w:rFonts w:cstheme="minorHAnsi"/>
          <w:noProof/>
          <w:sz w:val="24"/>
          <w:szCs w:val="24"/>
        </w:rPr>
        <w:t>Other business services, which includes research and development services; professional and management services; and technical, trade-related, and other services, increased $8.5 billion.</w:t>
      </w:r>
    </w:p>
    <w:p w14:paraId="0CCCB8B2" w14:textId="77777777" w:rsidR="009E3D69" w:rsidRPr="009E3D69" w:rsidRDefault="009E3D69" w:rsidP="009E3D69">
      <w:pPr>
        <w:pStyle w:val="ListParagraph"/>
        <w:numPr>
          <w:ilvl w:val="0"/>
          <w:numId w:val="25"/>
        </w:numPr>
        <w:rPr>
          <w:rFonts w:cstheme="minorHAnsi"/>
          <w:noProof/>
          <w:sz w:val="24"/>
          <w:szCs w:val="24"/>
        </w:rPr>
      </w:pPr>
      <w:r w:rsidRPr="009E3D69">
        <w:rPr>
          <w:rFonts w:cstheme="minorHAnsi"/>
          <w:noProof/>
          <w:sz w:val="24"/>
          <w:szCs w:val="24"/>
        </w:rPr>
        <w:t>Financial services increased $4.6 billion.</w:t>
      </w:r>
    </w:p>
    <w:p w14:paraId="24D640E9" w14:textId="77777777" w:rsidR="009E3D69" w:rsidRPr="009E3D69" w:rsidRDefault="009E3D69" w:rsidP="009E3D69">
      <w:pPr>
        <w:pStyle w:val="ListParagraph"/>
        <w:numPr>
          <w:ilvl w:val="0"/>
          <w:numId w:val="25"/>
        </w:numPr>
        <w:rPr>
          <w:rFonts w:cstheme="minorHAnsi"/>
          <w:noProof/>
          <w:sz w:val="24"/>
          <w:szCs w:val="24"/>
        </w:rPr>
      </w:pPr>
      <w:r w:rsidRPr="009E3D69">
        <w:rPr>
          <w:rFonts w:cstheme="minorHAnsi"/>
          <w:noProof/>
          <w:sz w:val="24"/>
          <w:szCs w:val="24"/>
        </w:rPr>
        <w:lastRenderedPageBreak/>
        <w:t>Travel (for all purposes including education) increased $4.3 billion.</w:t>
      </w:r>
    </w:p>
    <w:p w14:paraId="6A7628A4" w14:textId="21C40E47" w:rsidR="007541B1" w:rsidRPr="00721254" w:rsidRDefault="007541B1" w:rsidP="00A91837">
      <w:pPr>
        <w:spacing w:after="0"/>
        <w:ind w:left="-360"/>
        <w:rPr>
          <w:rFonts w:cstheme="minorHAnsi"/>
          <w:b/>
          <w:noProof/>
          <w:sz w:val="24"/>
          <w:szCs w:val="24"/>
        </w:rPr>
      </w:pPr>
      <w:r w:rsidRPr="00721254">
        <w:rPr>
          <w:rFonts w:cstheme="minorHAnsi"/>
          <w:b/>
          <w:noProof/>
          <w:sz w:val="24"/>
          <w:szCs w:val="24"/>
        </w:rPr>
        <w:t>Imports (</w:t>
      </w:r>
      <w:r w:rsidR="00A91837">
        <w:rPr>
          <w:rFonts w:cstheme="minorHAnsi"/>
          <w:b/>
          <w:noProof/>
          <w:sz w:val="24"/>
          <w:szCs w:val="24"/>
        </w:rPr>
        <w:t>E</w:t>
      </w:r>
      <w:r w:rsidRPr="00721254">
        <w:rPr>
          <w:rFonts w:cstheme="minorHAnsi"/>
          <w:b/>
          <w:noProof/>
          <w:sz w:val="24"/>
          <w:szCs w:val="24"/>
        </w:rPr>
        <w:t>xhibits 4, 6, and 8)</w:t>
      </w:r>
    </w:p>
    <w:p w14:paraId="3102B21A" w14:textId="77777777" w:rsidR="007541B1" w:rsidRPr="007541B1" w:rsidRDefault="007541B1" w:rsidP="00A91837">
      <w:pPr>
        <w:spacing w:after="120"/>
        <w:ind w:left="-360"/>
        <w:rPr>
          <w:rFonts w:cstheme="minorHAnsi"/>
          <w:noProof/>
          <w:sz w:val="24"/>
          <w:szCs w:val="24"/>
        </w:rPr>
      </w:pPr>
      <w:r w:rsidRPr="007541B1">
        <w:rPr>
          <w:rFonts w:cstheme="minorHAnsi"/>
          <w:noProof/>
          <w:sz w:val="24"/>
          <w:szCs w:val="24"/>
        </w:rPr>
        <w:t>Imports of goods increased $202.2 billion to $2,563.1 billion in 2018.</w:t>
      </w:r>
    </w:p>
    <w:p w14:paraId="33E67D7E" w14:textId="77777777" w:rsidR="007541B1" w:rsidRPr="007541B1" w:rsidRDefault="007541B1" w:rsidP="00A91837">
      <w:pPr>
        <w:spacing w:after="120"/>
        <w:ind w:left="-360" w:firstLine="360"/>
        <w:rPr>
          <w:rFonts w:cstheme="minorHAnsi"/>
          <w:noProof/>
          <w:sz w:val="24"/>
          <w:szCs w:val="24"/>
        </w:rPr>
      </w:pPr>
      <w:r w:rsidRPr="007541B1">
        <w:rPr>
          <w:rFonts w:cstheme="minorHAnsi"/>
          <w:noProof/>
          <w:sz w:val="24"/>
          <w:szCs w:val="24"/>
        </w:rPr>
        <w:t>Imports of goods on a Census basis increased $200.8 billion.</w:t>
      </w:r>
    </w:p>
    <w:p w14:paraId="5950F770" w14:textId="77777777" w:rsidR="00721254" w:rsidRDefault="007541B1" w:rsidP="00A91837">
      <w:pPr>
        <w:numPr>
          <w:ilvl w:val="1"/>
          <w:numId w:val="3"/>
        </w:numPr>
        <w:spacing w:after="0"/>
        <w:rPr>
          <w:rFonts w:cstheme="minorHAnsi"/>
          <w:noProof/>
          <w:sz w:val="24"/>
          <w:szCs w:val="24"/>
        </w:rPr>
      </w:pPr>
      <w:r w:rsidRPr="00721254">
        <w:rPr>
          <w:rFonts w:cstheme="minorHAnsi"/>
          <w:noProof/>
          <w:sz w:val="24"/>
          <w:szCs w:val="24"/>
        </w:rPr>
        <w:t>Industrial supplies and materials increased $68.4 billion.</w:t>
      </w:r>
    </w:p>
    <w:p w14:paraId="2E0C4B2D" w14:textId="77777777" w:rsidR="00721254" w:rsidRDefault="007541B1" w:rsidP="00A91837">
      <w:pPr>
        <w:pStyle w:val="ListParagraph"/>
        <w:numPr>
          <w:ilvl w:val="2"/>
          <w:numId w:val="3"/>
        </w:numPr>
        <w:spacing w:after="0"/>
        <w:contextualSpacing w:val="0"/>
        <w:rPr>
          <w:rFonts w:cstheme="minorHAnsi"/>
          <w:noProof/>
          <w:sz w:val="24"/>
          <w:szCs w:val="24"/>
        </w:rPr>
      </w:pPr>
      <w:r w:rsidRPr="00721254">
        <w:rPr>
          <w:rFonts w:cstheme="minorHAnsi"/>
          <w:noProof/>
          <w:sz w:val="24"/>
          <w:szCs w:val="24"/>
        </w:rPr>
        <w:t>Crude oil increased $24.6 billion.</w:t>
      </w:r>
    </w:p>
    <w:p w14:paraId="703D35CB" w14:textId="77777777" w:rsidR="00721254" w:rsidRDefault="007541B1" w:rsidP="00A91837">
      <w:pPr>
        <w:numPr>
          <w:ilvl w:val="1"/>
          <w:numId w:val="3"/>
        </w:numPr>
        <w:spacing w:after="0"/>
        <w:rPr>
          <w:rFonts w:cstheme="minorHAnsi"/>
          <w:noProof/>
          <w:sz w:val="24"/>
          <w:szCs w:val="24"/>
        </w:rPr>
      </w:pPr>
      <w:r w:rsidRPr="00721254">
        <w:rPr>
          <w:rFonts w:cstheme="minorHAnsi"/>
          <w:noProof/>
          <w:sz w:val="24"/>
          <w:szCs w:val="24"/>
        </w:rPr>
        <w:t>Capital goods increased $52.7 billion.</w:t>
      </w:r>
    </w:p>
    <w:p w14:paraId="4E75BD8D" w14:textId="77777777" w:rsidR="00721254" w:rsidRDefault="007541B1" w:rsidP="00A91837">
      <w:pPr>
        <w:pStyle w:val="ListParagraph"/>
        <w:numPr>
          <w:ilvl w:val="2"/>
          <w:numId w:val="3"/>
        </w:numPr>
        <w:spacing w:after="0"/>
        <w:contextualSpacing w:val="0"/>
        <w:rPr>
          <w:rFonts w:cstheme="minorHAnsi"/>
          <w:noProof/>
          <w:sz w:val="24"/>
          <w:szCs w:val="24"/>
        </w:rPr>
      </w:pPr>
      <w:r w:rsidRPr="00721254">
        <w:rPr>
          <w:rFonts w:cstheme="minorHAnsi"/>
          <w:noProof/>
          <w:sz w:val="24"/>
          <w:szCs w:val="24"/>
        </w:rPr>
        <w:t>Computers increased $8.7 billion.</w:t>
      </w:r>
    </w:p>
    <w:p w14:paraId="49AA1277" w14:textId="77777777" w:rsidR="00721254" w:rsidRDefault="007541B1" w:rsidP="00A91837">
      <w:pPr>
        <w:pStyle w:val="ListParagraph"/>
        <w:numPr>
          <w:ilvl w:val="2"/>
          <w:numId w:val="3"/>
        </w:numPr>
        <w:spacing w:after="0"/>
        <w:contextualSpacing w:val="0"/>
        <w:rPr>
          <w:rFonts w:cstheme="minorHAnsi"/>
          <w:noProof/>
          <w:sz w:val="24"/>
          <w:szCs w:val="24"/>
        </w:rPr>
      </w:pPr>
      <w:r w:rsidRPr="00721254">
        <w:rPr>
          <w:rFonts w:cstheme="minorHAnsi"/>
          <w:noProof/>
          <w:sz w:val="24"/>
          <w:szCs w:val="24"/>
        </w:rPr>
        <w:t>Electric apparatus increased $5.4 billion.</w:t>
      </w:r>
    </w:p>
    <w:p w14:paraId="39444D5E" w14:textId="77777777" w:rsidR="00721254" w:rsidRDefault="007541B1" w:rsidP="00A91837">
      <w:pPr>
        <w:pStyle w:val="ListParagraph"/>
        <w:numPr>
          <w:ilvl w:val="2"/>
          <w:numId w:val="3"/>
        </w:numPr>
        <w:spacing w:after="0"/>
        <w:contextualSpacing w:val="0"/>
        <w:rPr>
          <w:rFonts w:cstheme="minorHAnsi"/>
          <w:noProof/>
          <w:sz w:val="24"/>
          <w:szCs w:val="24"/>
        </w:rPr>
      </w:pPr>
      <w:r w:rsidRPr="00721254">
        <w:rPr>
          <w:rFonts w:cstheme="minorHAnsi"/>
          <w:noProof/>
          <w:sz w:val="24"/>
          <w:szCs w:val="24"/>
        </w:rPr>
        <w:t>Computer accessories increased $5.4 billion.</w:t>
      </w:r>
    </w:p>
    <w:p w14:paraId="692864C1" w14:textId="77777777" w:rsidR="00260468" w:rsidRDefault="007541B1" w:rsidP="00A91837">
      <w:pPr>
        <w:pStyle w:val="ListParagraph"/>
        <w:numPr>
          <w:ilvl w:val="2"/>
          <w:numId w:val="3"/>
        </w:numPr>
        <w:spacing w:after="0"/>
        <w:contextualSpacing w:val="0"/>
        <w:rPr>
          <w:rFonts w:cstheme="minorHAnsi"/>
          <w:noProof/>
          <w:sz w:val="24"/>
          <w:szCs w:val="24"/>
        </w:rPr>
      </w:pPr>
      <w:r w:rsidRPr="00721254">
        <w:rPr>
          <w:rFonts w:cstheme="minorHAnsi"/>
          <w:noProof/>
          <w:sz w:val="24"/>
          <w:szCs w:val="24"/>
        </w:rPr>
        <w:t>Other industrial machines increased $5.1 billion.</w:t>
      </w:r>
    </w:p>
    <w:p w14:paraId="77AC3D0D" w14:textId="77777777" w:rsidR="00260468" w:rsidRDefault="007541B1" w:rsidP="00A91837">
      <w:pPr>
        <w:numPr>
          <w:ilvl w:val="1"/>
          <w:numId w:val="3"/>
        </w:numPr>
        <w:spacing w:after="0"/>
        <w:rPr>
          <w:rFonts w:cstheme="minorHAnsi"/>
          <w:noProof/>
          <w:sz w:val="24"/>
          <w:szCs w:val="24"/>
        </w:rPr>
      </w:pPr>
      <w:r w:rsidRPr="00260468">
        <w:rPr>
          <w:rFonts w:cstheme="minorHAnsi"/>
          <w:noProof/>
          <w:sz w:val="24"/>
          <w:szCs w:val="24"/>
        </w:rPr>
        <w:t>Consumer goods increased $46.1 billion.</w:t>
      </w:r>
    </w:p>
    <w:p w14:paraId="61A478B2" w14:textId="522F325F" w:rsidR="007541B1" w:rsidRPr="00260468" w:rsidRDefault="007541B1" w:rsidP="00A91837">
      <w:pPr>
        <w:pStyle w:val="ListParagraph"/>
        <w:numPr>
          <w:ilvl w:val="2"/>
          <w:numId w:val="3"/>
        </w:numPr>
        <w:spacing w:after="120"/>
        <w:contextualSpacing w:val="0"/>
        <w:rPr>
          <w:rFonts w:cstheme="minorHAnsi"/>
          <w:noProof/>
          <w:sz w:val="24"/>
          <w:szCs w:val="24"/>
        </w:rPr>
      </w:pPr>
      <w:r w:rsidRPr="00260468">
        <w:rPr>
          <w:rFonts w:cstheme="minorHAnsi"/>
          <w:noProof/>
          <w:sz w:val="24"/>
          <w:szCs w:val="24"/>
        </w:rPr>
        <w:t>Pharmaceutical preparations increased $23.7 billion.</w:t>
      </w:r>
    </w:p>
    <w:p w14:paraId="76FCF6CE" w14:textId="77777777" w:rsidR="007541B1" w:rsidRPr="007541B1" w:rsidRDefault="007541B1" w:rsidP="007541B1">
      <w:pPr>
        <w:rPr>
          <w:rFonts w:cstheme="minorHAnsi"/>
          <w:noProof/>
          <w:sz w:val="24"/>
          <w:szCs w:val="24"/>
        </w:rPr>
      </w:pPr>
      <w:r w:rsidRPr="007541B1">
        <w:rPr>
          <w:rFonts w:cstheme="minorHAnsi"/>
          <w:noProof/>
          <w:sz w:val="24"/>
          <w:szCs w:val="24"/>
        </w:rPr>
        <w:t>Net balance of payments adjustments increased $1.4 billion.</w:t>
      </w:r>
    </w:p>
    <w:p w14:paraId="22919A9D" w14:textId="26A0A091" w:rsidR="009E3D69" w:rsidRPr="009E3D69" w:rsidRDefault="009E3D69" w:rsidP="00A91837">
      <w:pPr>
        <w:spacing w:after="120"/>
        <w:ind w:left="-360"/>
        <w:rPr>
          <w:rFonts w:cstheme="minorHAnsi"/>
          <w:noProof/>
          <w:sz w:val="24"/>
          <w:szCs w:val="24"/>
        </w:rPr>
      </w:pPr>
      <w:r w:rsidRPr="009E3D69">
        <w:rPr>
          <w:rFonts w:cstheme="minorHAnsi"/>
          <w:noProof/>
          <w:sz w:val="24"/>
          <w:szCs w:val="24"/>
        </w:rPr>
        <w:t>Imports of services increased $15.4 billion to $557.9 billion in 2018.</w:t>
      </w:r>
    </w:p>
    <w:p w14:paraId="46E53F2B" w14:textId="77777777" w:rsidR="009E3D69" w:rsidRPr="009E3D69" w:rsidRDefault="009E3D69" w:rsidP="00A91837">
      <w:pPr>
        <w:pStyle w:val="ListParagraph"/>
        <w:numPr>
          <w:ilvl w:val="0"/>
          <w:numId w:val="25"/>
        </w:numPr>
        <w:rPr>
          <w:rFonts w:cstheme="minorHAnsi"/>
          <w:noProof/>
          <w:sz w:val="24"/>
          <w:szCs w:val="24"/>
        </w:rPr>
      </w:pPr>
      <w:r w:rsidRPr="009E3D69">
        <w:rPr>
          <w:rFonts w:cstheme="minorHAnsi"/>
          <w:noProof/>
          <w:sz w:val="24"/>
          <w:szCs w:val="24"/>
        </w:rPr>
        <w:t>Travel (for all purposes including education) increased $10.1 billion.</w:t>
      </w:r>
    </w:p>
    <w:p w14:paraId="63B52F0F" w14:textId="77777777" w:rsidR="009E3D69" w:rsidRPr="009E3D69" w:rsidRDefault="009E3D69" w:rsidP="00A91837">
      <w:pPr>
        <w:pStyle w:val="ListParagraph"/>
        <w:numPr>
          <w:ilvl w:val="0"/>
          <w:numId w:val="25"/>
        </w:numPr>
        <w:rPr>
          <w:rFonts w:cstheme="minorHAnsi"/>
          <w:noProof/>
          <w:sz w:val="24"/>
          <w:szCs w:val="24"/>
        </w:rPr>
      </w:pPr>
      <w:r w:rsidRPr="009E3D69">
        <w:rPr>
          <w:rFonts w:cstheme="minorHAnsi"/>
          <w:noProof/>
          <w:sz w:val="24"/>
          <w:szCs w:val="24"/>
        </w:rPr>
        <w:t>Other business services increased $7.0 billion.</w:t>
      </w:r>
    </w:p>
    <w:p w14:paraId="38DB3581" w14:textId="77777777" w:rsidR="009E3D69" w:rsidRPr="009E3D69" w:rsidRDefault="009E3D69" w:rsidP="00A91837">
      <w:pPr>
        <w:pStyle w:val="ListParagraph"/>
        <w:numPr>
          <w:ilvl w:val="0"/>
          <w:numId w:val="25"/>
        </w:numPr>
        <w:rPr>
          <w:rFonts w:cstheme="minorHAnsi"/>
          <w:noProof/>
          <w:sz w:val="24"/>
          <w:szCs w:val="24"/>
        </w:rPr>
      </w:pPr>
      <w:r w:rsidRPr="009E3D69">
        <w:rPr>
          <w:rFonts w:cstheme="minorHAnsi"/>
          <w:noProof/>
          <w:sz w:val="24"/>
          <w:szCs w:val="24"/>
        </w:rPr>
        <w:t>Transport increased $6.5 billion.</w:t>
      </w:r>
    </w:p>
    <w:p w14:paraId="6F965540" w14:textId="4CA074A6" w:rsidR="007541B1" w:rsidRPr="009E3D69" w:rsidRDefault="009E3D69" w:rsidP="00A91837">
      <w:pPr>
        <w:pStyle w:val="ListParagraph"/>
        <w:numPr>
          <w:ilvl w:val="0"/>
          <w:numId w:val="25"/>
        </w:numPr>
        <w:spacing w:after="120"/>
        <w:contextualSpacing w:val="0"/>
        <w:rPr>
          <w:rFonts w:cstheme="minorHAnsi"/>
          <w:noProof/>
          <w:sz w:val="24"/>
          <w:szCs w:val="24"/>
        </w:rPr>
      </w:pPr>
      <w:r w:rsidRPr="009E3D69">
        <w:rPr>
          <w:rFonts w:cstheme="minorHAnsi"/>
          <w:noProof/>
          <w:sz w:val="24"/>
          <w:szCs w:val="24"/>
        </w:rPr>
        <w:t>Insurance services decreased $13.0 billion.</w:t>
      </w:r>
    </w:p>
    <w:p w14:paraId="4D621BAF" w14:textId="56EA06C5" w:rsidR="007541B1" w:rsidRPr="00260468" w:rsidRDefault="007541B1" w:rsidP="00A91837">
      <w:pPr>
        <w:spacing w:after="0"/>
        <w:ind w:left="-360"/>
        <w:rPr>
          <w:rFonts w:cstheme="minorHAnsi"/>
          <w:b/>
          <w:noProof/>
          <w:sz w:val="24"/>
          <w:szCs w:val="24"/>
        </w:rPr>
      </w:pPr>
      <w:r w:rsidRPr="00260468">
        <w:rPr>
          <w:rFonts w:cstheme="minorHAnsi"/>
          <w:b/>
          <w:noProof/>
          <w:sz w:val="24"/>
          <w:szCs w:val="24"/>
        </w:rPr>
        <w:t>Goods by Selected Count</w:t>
      </w:r>
      <w:r w:rsidR="00A91837">
        <w:rPr>
          <w:rFonts w:cstheme="minorHAnsi"/>
          <w:b/>
          <w:noProof/>
          <w:sz w:val="24"/>
          <w:szCs w:val="24"/>
        </w:rPr>
        <w:t>ries and Areas – Census Basis (E</w:t>
      </w:r>
      <w:r w:rsidRPr="00260468">
        <w:rPr>
          <w:rFonts w:cstheme="minorHAnsi"/>
          <w:b/>
          <w:noProof/>
          <w:sz w:val="24"/>
          <w:szCs w:val="24"/>
        </w:rPr>
        <w:t>xhibits 14 and 14a)</w:t>
      </w:r>
    </w:p>
    <w:p w14:paraId="1A0B4EB3" w14:textId="5A5F4DE0" w:rsidR="007541B1" w:rsidRPr="007541B1" w:rsidRDefault="007541B1" w:rsidP="00A91837">
      <w:pPr>
        <w:spacing w:after="120"/>
        <w:ind w:left="-360"/>
        <w:rPr>
          <w:rFonts w:cstheme="minorHAnsi"/>
          <w:noProof/>
          <w:sz w:val="24"/>
          <w:szCs w:val="24"/>
        </w:rPr>
      </w:pPr>
      <w:r w:rsidRPr="007541B1">
        <w:rPr>
          <w:rFonts w:cstheme="minorHAnsi"/>
          <w:noProof/>
          <w:sz w:val="24"/>
          <w:szCs w:val="24"/>
        </w:rPr>
        <w:t>The 2018 figures show surpluses, in billions of dollars, with South and Central America ($41.5), Hong Kong ($31.1), Netherlands ($24.8), Australia ($15.2), and Belgium ($14.2). Deficits were recorded, in billions of dollars, with China ($419.2), European Union ($169.3), Mexico ($81.5), Germany ($68.3), Japan ($67.6), Ireland ($46.8), Italy ($31.6), Malaysia ($2</w:t>
      </w:r>
      <w:r w:rsidR="00A91837">
        <w:rPr>
          <w:rFonts w:cstheme="minorHAnsi"/>
          <w:noProof/>
          <w:sz w:val="24"/>
          <w:szCs w:val="24"/>
        </w:rPr>
        <w:t>6.5), India ($21.3), OPEC ($21.2</w:t>
      </w:r>
      <w:r w:rsidRPr="007541B1">
        <w:rPr>
          <w:rFonts w:cstheme="minorHAnsi"/>
          <w:noProof/>
          <w:sz w:val="24"/>
          <w:szCs w:val="24"/>
        </w:rPr>
        <w:t>), Canada ($19.8), Thailand ($19.3), Switzerland ($18.9), South Korea ($17.9), France ($16.2), Taiwan ($15.5), Russia ($14.1), Indonesia ($12.6), and Saudi Arabia ($10.5).</w:t>
      </w:r>
    </w:p>
    <w:p w14:paraId="563D36DC" w14:textId="77777777" w:rsidR="007541B1" w:rsidRPr="00260468" w:rsidRDefault="007541B1" w:rsidP="00A91837">
      <w:pPr>
        <w:pStyle w:val="ListParagraph"/>
        <w:numPr>
          <w:ilvl w:val="0"/>
          <w:numId w:val="13"/>
        </w:numPr>
        <w:spacing w:after="240"/>
        <w:rPr>
          <w:rFonts w:cstheme="minorHAnsi"/>
          <w:noProof/>
          <w:sz w:val="24"/>
          <w:szCs w:val="24"/>
        </w:rPr>
      </w:pPr>
      <w:r w:rsidRPr="00260468">
        <w:rPr>
          <w:rFonts w:cstheme="minorHAnsi"/>
          <w:noProof/>
          <w:sz w:val="24"/>
          <w:szCs w:val="24"/>
        </w:rPr>
        <w:t>The deficit with China increased $43.6 billion to $419.2 billion in 2018. Exports decreased $9.6 billion to $120.3 billion and imports increased $34.0 billion to $539.5 billion.</w:t>
      </w:r>
    </w:p>
    <w:p w14:paraId="056E6FC4" w14:textId="77777777" w:rsidR="007541B1" w:rsidRPr="00260468" w:rsidRDefault="007541B1" w:rsidP="00A91837">
      <w:pPr>
        <w:pStyle w:val="ListParagraph"/>
        <w:numPr>
          <w:ilvl w:val="0"/>
          <w:numId w:val="13"/>
        </w:numPr>
        <w:spacing w:after="240"/>
        <w:rPr>
          <w:rFonts w:cstheme="minorHAnsi"/>
          <w:noProof/>
          <w:sz w:val="24"/>
          <w:szCs w:val="24"/>
        </w:rPr>
      </w:pPr>
      <w:r w:rsidRPr="00260468">
        <w:rPr>
          <w:rFonts w:cstheme="minorHAnsi"/>
          <w:noProof/>
          <w:sz w:val="24"/>
          <w:szCs w:val="24"/>
        </w:rPr>
        <w:lastRenderedPageBreak/>
        <w:t>The deficit with the European Union increased $17.9 billion to $169.3 billion in 2018. Exports increased $35.4 billion to $318.6 billion and imports increased $53.3 billion to $487.9 billion.</w:t>
      </w:r>
    </w:p>
    <w:p w14:paraId="020ED2FB" w14:textId="77777777" w:rsidR="00623716" w:rsidRDefault="007541B1" w:rsidP="0045435D">
      <w:pPr>
        <w:pStyle w:val="ListParagraph"/>
        <w:numPr>
          <w:ilvl w:val="0"/>
          <w:numId w:val="13"/>
        </w:numPr>
        <w:spacing w:after="240"/>
        <w:rPr>
          <w:rFonts w:cstheme="minorHAnsi"/>
          <w:noProof/>
          <w:sz w:val="24"/>
          <w:szCs w:val="24"/>
        </w:rPr>
      </w:pPr>
      <w:r w:rsidRPr="00260468">
        <w:rPr>
          <w:rFonts w:cstheme="minorHAnsi"/>
          <w:noProof/>
          <w:sz w:val="24"/>
          <w:szCs w:val="24"/>
        </w:rPr>
        <w:t>The surplus with South and Central America increased $7.3 billion to $41.5 billion in 2018. Exports increased $13.6 billion to $163.8 billion and imports increase</w:t>
      </w:r>
      <w:r w:rsidR="00787A12">
        <w:rPr>
          <w:rFonts w:cstheme="minorHAnsi"/>
          <w:noProof/>
          <w:sz w:val="24"/>
          <w:szCs w:val="24"/>
        </w:rPr>
        <w:t xml:space="preserve">d $6.3 billion to $122.3 </w:t>
      </w:r>
      <w:r w:rsidRPr="00260468">
        <w:rPr>
          <w:rFonts w:cstheme="minorHAnsi"/>
          <w:noProof/>
          <w:sz w:val="24"/>
          <w:szCs w:val="24"/>
        </w:rPr>
        <w:t>billion.</w:t>
      </w:r>
    </w:p>
    <w:p w14:paraId="16ECAFE4" w14:textId="2F867E2A" w:rsidR="00296E7C" w:rsidRPr="00A91837" w:rsidRDefault="009E5635">
      <w:pPr>
        <w:spacing w:after="240"/>
        <w:ind w:left="-360"/>
        <w:rPr>
          <w:sz w:val="24"/>
          <w:szCs w:val="24"/>
        </w:rPr>
      </w:pPr>
      <w:r w:rsidRPr="00A91837">
        <w:rPr>
          <w:sz w:val="24"/>
          <w:szCs w:val="24"/>
        </w:rPr>
        <w:t xml:space="preserve">All statistics referenced are seasonally adjusted; statistics are on a balance of payments basis unless otherwise specified. </w:t>
      </w:r>
      <w:r w:rsidR="00A91837" w:rsidRPr="00A91837">
        <w:rPr>
          <w:sz w:val="24"/>
          <w:szCs w:val="24"/>
        </w:rPr>
        <w:t>A</w:t>
      </w:r>
      <w:r w:rsidR="00A91837" w:rsidRPr="0045435D">
        <w:rPr>
          <w:sz w:val="24"/>
          <w:szCs w:val="24"/>
        </w:rPr>
        <w:t>d</w:t>
      </w:r>
      <w:r w:rsidR="00A91837" w:rsidRPr="00A91837">
        <w:rPr>
          <w:sz w:val="24"/>
          <w:szCs w:val="24"/>
        </w:rPr>
        <w:t>ditional</w:t>
      </w:r>
      <w:r w:rsidRPr="00A91837">
        <w:rPr>
          <w:sz w:val="24"/>
          <w:szCs w:val="24"/>
        </w:rPr>
        <w:t xml:space="preserve"> statistics, including not seasonally adjusted statistics and details for goods on a Census basis, are available in Exhibits 1-20b of this release.</w:t>
      </w:r>
      <w:r w:rsidR="00926E73" w:rsidRPr="00A91837">
        <w:rPr>
          <w:sz w:val="24"/>
          <w:szCs w:val="24"/>
        </w:rPr>
        <w:t xml:space="preserve"> For information on data sources, definitions, </w:t>
      </w:r>
      <w:r w:rsidR="00E06D68" w:rsidRPr="00A91837">
        <w:rPr>
          <w:sz w:val="24"/>
          <w:szCs w:val="24"/>
        </w:rPr>
        <w:t xml:space="preserve">and </w:t>
      </w:r>
      <w:r w:rsidR="00926E73" w:rsidRPr="00A91837">
        <w:rPr>
          <w:sz w:val="24"/>
          <w:szCs w:val="24"/>
        </w:rPr>
        <w:t>revision p</w:t>
      </w:r>
      <w:r w:rsidR="00D81ACE" w:rsidRPr="00A91837">
        <w:rPr>
          <w:sz w:val="24"/>
          <w:szCs w:val="24"/>
        </w:rPr>
        <w:t>rocedures, see the explanatory n</w:t>
      </w:r>
      <w:r w:rsidR="00926E73" w:rsidRPr="00A91837">
        <w:rPr>
          <w:sz w:val="24"/>
          <w:szCs w:val="24"/>
        </w:rPr>
        <w:t>otes</w:t>
      </w:r>
      <w:r w:rsidR="00D81ACE" w:rsidRPr="00A91837">
        <w:rPr>
          <w:sz w:val="24"/>
          <w:szCs w:val="24"/>
        </w:rPr>
        <w:t xml:space="preserve"> in this release</w:t>
      </w:r>
      <w:r w:rsidR="00926E73" w:rsidRPr="00A91837">
        <w:rPr>
          <w:sz w:val="24"/>
          <w:szCs w:val="24"/>
        </w:rPr>
        <w:t>.</w:t>
      </w:r>
      <w:r w:rsidR="00D81ACE" w:rsidRPr="00A91837">
        <w:rPr>
          <w:sz w:val="24"/>
          <w:szCs w:val="24"/>
        </w:rPr>
        <w:t xml:space="preserve"> The full </w:t>
      </w:r>
      <w:r w:rsidR="00EE1F45" w:rsidRPr="00A91837">
        <w:rPr>
          <w:sz w:val="24"/>
          <w:szCs w:val="24"/>
        </w:rPr>
        <w:t xml:space="preserve">release </w:t>
      </w:r>
      <w:r w:rsidR="00D81ACE" w:rsidRPr="00A91837">
        <w:rPr>
          <w:sz w:val="24"/>
          <w:szCs w:val="24"/>
        </w:rPr>
        <w:t>can be found at</w:t>
      </w:r>
      <w:r w:rsidR="00D81ACE" w:rsidRPr="00A91837">
        <w:rPr>
          <w:color w:val="000000"/>
          <w:sz w:val="24"/>
          <w:szCs w:val="24"/>
        </w:rPr>
        <w:t xml:space="preserve"> </w:t>
      </w:r>
      <w:hyperlink r:id="rId17" w:history="1">
        <w:r w:rsidR="00F332EC" w:rsidRPr="00623716">
          <w:rPr>
            <w:rStyle w:val="Hyperlink"/>
            <w:rFonts w:cstheme="minorHAnsi"/>
            <w:sz w:val="24"/>
            <w:szCs w:val="24"/>
          </w:rPr>
          <w:t>www.census.gov/foreign-trade/Press-Release/current_press_release/index.html</w:t>
        </w:r>
      </w:hyperlink>
      <w:r w:rsidR="00D81ACE" w:rsidRPr="00A91837">
        <w:rPr>
          <w:sz w:val="24"/>
          <w:szCs w:val="24"/>
        </w:rPr>
        <w:t xml:space="preserve"> or </w:t>
      </w:r>
      <w:hyperlink r:id="rId18" w:history="1">
        <w:r w:rsidR="00BB2FAE" w:rsidRPr="00623716">
          <w:rPr>
            <w:rStyle w:val="Hyperlink"/>
            <w:rFonts w:cstheme="minorHAnsi"/>
            <w:sz w:val="24"/>
            <w:szCs w:val="24"/>
          </w:rPr>
          <w:t>www.bea.gov/data/intl-trade-investment/international-trade-goods-and-services</w:t>
        </w:r>
      </w:hyperlink>
      <w:r w:rsidR="00D81ACE" w:rsidRPr="00A91837">
        <w:rPr>
          <w:sz w:val="24"/>
          <w:szCs w:val="24"/>
        </w:rPr>
        <w:t>.</w:t>
      </w:r>
      <w:r w:rsidRPr="00A91837">
        <w:rPr>
          <w:sz w:val="24"/>
          <w:szCs w:val="24"/>
        </w:rPr>
        <w:t xml:space="preserve"> </w:t>
      </w:r>
      <w:r w:rsidR="00E74FBD" w:rsidRPr="00A91837">
        <w:rPr>
          <w:sz w:val="24"/>
          <w:szCs w:val="24"/>
        </w:rPr>
        <w:t>The January 2019 U.S. International Trade in Goods and Services report is scheduled for release on March 27, 2019.</w:t>
      </w:r>
      <w:r w:rsidR="00033313" w:rsidRPr="00A91837">
        <w:rPr>
          <w:sz w:val="24"/>
          <w:szCs w:val="24"/>
        </w:rPr>
        <w:t xml:space="preserve"> </w:t>
      </w:r>
      <w:r w:rsidR="00D81ACE" w:rsidRPr="00A91837">
        <w:rPr>
          <w:sz w:val="24"/>
          <w:szCs w:val="24"/>
        </w:rPr>
        <w:t>T</w:t>
      </w:r>
      <w:r w:rsidR="00EC5947" w:rsidRPr="00A91837">
        <w:rPr>
          <w:sz w:val="24"/>
          <w:szCs w:val="24"/>
        </w:rPr>
        <w:t xml:space="preserve">he full schedule </w:t>
      </w:r>
      <w:r w:rsidR="00D81ACE" w:rsidRPr="00A91837">
        <w:rPr>
          <w:sz w:val="24"/>
          <w:szCs w:val="24"/>
        </w:rPr>
        <w:t xml:space="preserve">is available </w:t>
      </w:r>
      <w:r w:rsidR="00EC5947" w:rsidRPr="00A91837">
        <w:rPr>
          <w:sz w:val="24"/>
          <w:szCs w:val="24"/>
        </w:rPr>
        <w:t xml:space="preserve">in the </w:t>
      </w:r>
      <w:r w:rsidR="00466547" w:rsidRPr="00A91837">
        <w:rPr>
          <w:sz w:val="24"/>
          <w:szCs w:val="24"/>
        </w:rPr>
        <w:t xml:space="preserve">Census Bureau’s </w:t>
      </w:r>
      <w:r w:rsidR="00EC5947" w:rsidRPr="00A91837">
        <w:rPr>
          <w:sz w:val="24"/>
          <w:szCs w:val="24"/>
        </w:rPr>
        <w:t>Economic Briefing Room</w:t>
      </w:r>
      <w:r w:rsidR="00466547" w:rsidRPr="00A91837">
        <w:rPr>
          <w:sz w:val="24"/>
          <w:szCs w:val="24"/>
        </w:rPr>
        <w:t xml:space="preserve"> at </w:t>
      </w:r>
      <w:hyperlink r:id="rId19" w:history="1">
        <w:r w:rsidR="00D63E5A" w:rsidRPr="00623716">
          <w:rPr>
            <w:rStyle w:val="Hyperlink"/>
            <w:rFonts w:cstheme="minorHAnsi"/>
            <w:sz w:val="24"/>
            <w:szCs w:val="24"/>
          </w:rPr>
          <w:t>www.census.gov/economic-indicators/</w:t>
        </w:r>
      </w:hyperlink>
      <w:r w:rsidR="005E58EE" w:rsidRPr="00A91837">
        <w:rPr>
          <w:sz w:val="24"/>
          <w:szCs w:val="24"/>
        </w:rPr>
        <w:t xml:space="preserve"> or on BEA’s Web site at </w:t>
      </w:r>
      <w:hyperlink r:id="rId20" w:history="1">
        <w:r w:rsidR="00A151FB" w:rsidRPr="00623716">
          <w:rPr>
            <w:rStyle w:val="Hyperlink"/>
            <w:rFonts w:cstheme="minorHAnsi"/>
            <w:sz w:val="24"/>
            <w:szCs w:val="24"/>
          </w:rPr>
          <w:t>www.bea.gov/news/schedule</w:t>
        </w:r>
      </w:hyperlink>
      <w:r w:rsidR="005E58EE" w:rsidRPr="00A91837">
        <w:rPr>
          <w:sz w:val="24"/>
          <w:szCs w:val="24"/>
        </w:rPr>
        <w:t>.</w:t>
      </w:r>
    </w:p>
    <w:p w14:paraId="1B3E5417" w14:textId="77777777" w:rsidR="00DB45D8" w:rsidRPr="00A07FF1" w:rsidRDefault="00DB45D8" w:rsidP="00395B72">
      <w:pPr>
        <w:spacing w:after="120"/>
        <w:jc w:val="center"/>
        <w:rPr>
          <w:rFonts w:cstheme="minorHAnsi"/>
          <w:b/>
          <w:bCs/>
          <w:sz w:val="24"/>
          <w:szCs w:val="24"/>
        </w:rPr>
      </w:pPr>
    </w:p>
    <w:p w14:paraId="3FD3FC00" w14:textId="77777777" w:rsidR="00623716" w:rsidRDefault="00623716" w:rsidP="004C7671">
      <w:pPr>
        <w:spacing w:after="120"/>
        <w:ind w:left="-360"/>
        <w:rPr>
          <w:rFonts w:cstheme="minorHAnsi"/>
          <w:b/>
          <w:bCs/>
          <w:sz w:val="24"/>
          <w:szCs w:val="24"/>
        </w:rPr>
      </w:pPr>
    </w:p>
    <w:p w14:paraId="777CB271" w14:textId="77777777" w:rsidR="00623716" w:rsidRDefault="00623716" w:rsidP="004C7671">
      <w:pPr>
        <w:spacing w:after="120"/>
        <w:ind w:left="-360"/>
        <w:rPr>
          <w:rFonts w:cstheme="minorHAnsi"/>
          <w:b/>
          <w:bCs/>
          <w:sz w:val="24"/>
          <w:szCs w:val="24"/>
        </w:rPr>
      </w:pPr>
    </w:p>
    <w:p w14:paraId="12B9DBD9" w14:textId="77777777" w:rsidR="00623716" w:rsidRDefault="00623716" w:rsidP="004C7671">
      <w:pPr>
        <w:spacing w:after="120"/>
        <w:ind w:left="-360"/>
        <w:rPr>
          <w:rFonts w:cstheme="minorHAnsi"/>
          <w:b/>
          <w:bCs/>
          <w:sz w:val="24"/>
          <w:szCs w:val="24"/>
        </w:rPr>
      </w:pPr>
    </w:p>
    <w:p w14:paraId="7F4420F2" w14:textId="77777777" w:rsidR="00623716" w:rsidRDefault="00623716" w:rsidP="004C7671">
      <w:pPr>
        <w:spacing w:after="120"/>
        <w:ind w:left="-360"/>
        <w:rPr>
          <w:rFonts w:cstheme="minorHAnsi"/>
          <w:b/>
          <w:bCs/>
          <w:sz w:val="24"/>
          <w:szCs w:val="24"/>
        </w:rPr>
      </w:pPr>
    </w:p>
    <w:p w14:paraId="65B8D2CC" w14:textId="77777777" w:rsidR="00623716" w:rsidRDefault="00623716" w:rsidP="004C7671">
      <w:pPr>
        <w:spacing w:after="120"/>
        <w:ind w:left="-360"/>
        <w:rPr>
          <w:rFonts w:cstheme="minorHAnsi"/>
          <w:b/>
          <w:bCs/>
          <w:sz w:val="24"/>
          <w:szCs w:val="24"/>
        </w:rPr>
      </w:pPr>
    </w:p>
    <w:p w14:paraId="6CFFA5ED" w14:textId="77777777" w:rsidR="00623716" w:rsidRDefault="00623716" w:rsidP="004C7671">
      <w:pPr>
        <w:spacing w:after="120"/>
        <w:ind w:left="-360"/>
        <w:rPr>
          <w:rFonts w:cstheme="minorHAnsi"/>
          <w:b/>
          <w:bCs/>
          <w:sz w:val="24"/>
          <w:szCs w:val="24"/>
        </w:rPr>
      </w:pPr>
    </w:p>
    <w:p w14:paraId="1B166584" w14:textId="77777777" w:rsidR="00623716" w:rsidRDefault="00623716" w:rsidP="004C7671">
      <w:pPr>
        <w:spacing w:after="120"/>
        <w:ind w:left="-360"/>
        <w:rPr>
          <w:rFonts w:cstheme="minorHAnsi"/>
          <w:b/>
          <w:bCs/>
          <w:sz w:val="24"/>
          <w:szCs w:val="24"/>
        </w:rPr>
      </w:pPr>
    </w:p>
    <w:p w14:paraId="730CCA34" w14:textId="2E9D98CA" w:rsidR="00623716" w:rsidRDefault="00623716" w:rsidP="004C7671">
      <w:pPr>
        <w:spacing w:after="120"/>
        <w:ind w:left="-360"/>
        <w:rPr>
          <w:rFonts w:cstheme="minorHAnsi"/>
          <w:b/>
          <w:bCs/>
          <w:sz w:val="24"/>
          <w:szCs w:val="24"/>
        </w:rPr>
      </w:pPr>
    </w:p>
    <w:p w14:paraId="6EFB5725" w14:textId="77777777" w:rsidR="007E20A2" w:rsidRDefault="007E20A2" w:rsidP="004C7671">
      <w:pPr>
        <w:spacing w:after="120"/>
        <w:ind w:left="-360"/>
        <w:rPr>
          <w:rFonts w:cstheme="minorHAnsi"/>
          <w:b/>
          <w:bCs/>
          <w:sz w:val="24"/>
          <w:szCs w:val="24"/>
        </w:rPr>
      </w:pPr>
    </w:p>
    <w:p w14:paraId="03432B06" w14:textId="77777777" w:rsidR="00623716" w:rsidRDefault="00623716" w:rsidP="004C7671">
      <w:pPr>
        <w:spacing w:after="120"/>
        <w:ind w:left="-360"/>
        <w:rPr>
          <w:rFonts w:cstheme="minorHAnsi"/>
          <w:b/>
          <w:bCs/>
          <w:sz w:val="24"/>
          <w:szCs w:val="24"/>
        </w:rPr>
      </w:pPr>
    </w:p>
    <w:p w14:paraId="3128611C" w14:textId="77777777" w:rsidR="00623716" w:rsidRDefault="00623716" w:rsidP="004C7671">
      <w:pPr>
        <w:spacing w:after="120"/>
        <w:ind w:left="-360"/>
        <w:rPr>
          <w:rFonts w:cstheme="minorHAnsi"/>
          <w:b/>
          <w:bCs/>
          <w:sz w:val="24"/>
          <w:szCs w:val="24"/>
        </w:rPr>
      </w:pPr>
    </w:p>
    <w:p w14:paraId="3983EEBB" w14:textId="42D6452B" w:rsidR="004C7671" w:rsidRDefault="004C7671" w:rsidP="004C7671">
      <w:pPr>
        <w:spacing w:after="120"/>
        <w:ind w:left="-360"/>
        <w:rPr>
          <w:rFonts w:cstheme="minorHAnsi"/>
          <w:b/>
          <w:bCs/>
          <w:sz w:val="24"/>
          <w:szCs w:val="24"/>
        </w:rPr>
      </w:pPr>
      <w:r w:rsidRPr="00A07FF1">
        <w:rPr>
          <w:rFonts w:cstheme="minorHAnsi"/>
          <w:b/>
          <w:bCs/>
          <w:sz w:val="24"/>
          <w:szCs w:val="24"/>
        </w:rPr>
        <w:lastRenderedPageBreak/>
        <w:t>NOTICE</w:t>
      </w:r>
    </w:p>
    <w:p w14:paraId="3FD4E2A8" w14:textId="0D03C45D" w:rsidR="000B1D03" w:rsidRPr="000B1D03" w:rsidRDefault="00623716" w:rsidP="00A91837">
      <w:pPr>
        <w:spacing w:after="0"/>
        <w:ind w:left="-360"/>
        <w:rPr>
          <w:rFonts w:cstheme="minorHAnsi"/>
          <w:b/>
          <w:bCs/>
          <w:sz w:val="24"/>
          <w:szCs w:val="24"/>
        </w:rPr>
      </w:pPr>
      <w:r>
        <w:rPr>
          <w:rFonts w:cstheme="minorHAnsi"/>
          <w:b/>
          <w:bCs/>
          <w:sz w:val="24"/>
          <w:szCs w:val="24"/>
        </w:rPr>
        <w:t>Revised</w:t>
      </w:r>
      <w:r w:rsidR="000B1D03" w:rsidRPr="000B1D03">
        <w:rPr>
          <w:rFonts w:cstheme="minorHAnsi"/>
          <w:b/>
          <w:bCs/>
          <w:sz w:val="24"/>
          <w:szCs w:val="24"/>
        </w:rPr>
        <w:t xml:space="preserve"> Release Schedule</w:t>
      </w:r>
    </w:p>
    <w:p w14:paraId="71F66C3B" w14:textId="77777777" w:rsidR="00623716" w:rsidRPr="0045435D" w:rsidRDefault="00623716" w:rsidP="0045435D">
      <w:pPr>
        <w:spacing w:after="120"/>
        <w:ind w:left="-360"/>
        <w:rPr>
          <w:rFonts w:cs="Times New Roman"/>
          <w:sz w:val="24"/>
          <w:szCs w:val="24"/>
        </w:rPr>
      </w:pPr>
      <w:r w:rsidRPr="0045435D">
        <w:rPr>
          <w:rFonts w:cstheme="minorHAnsi"/>
          <w:bCs/>
          <w:sz w:val="24"/>
          <w:szCs w:val="24"/>
        </w:rPr>
        <w:t>The</w:t>
      </w:r>
      <w:r w:rsidRPr="0045435D">
        <w:rPr>
          <w:rFonts w:cs="Times New Roman"/>
          <w:sz w:val="24"/>
          <w:szCs w:val="24"/>
        </w:rPr>
        <w:t xml:space="preserve"> release schedule for the “U.S. International Trade in Goods and Services” report for the remainder of 2019 has been revised to reflect delays related to the recent lapse in federal funding. New dates are as follows:</w:t>
      </w:r>
    </w:p>
    <w:p w14:paraId="2CEFFD7B" w14:textId="77777777" w:rsidR="00623716" w:rsidRPr="0045435D" w:rsidRDefault="00623716">
      <w:pPr>
        <w:shd w:val="clear" w:color="auto" w:fill="FFFFFF"/>
        <w:spacing w:after="60"/>
        <w:ind w:firstLine="720"/>
        <w:rPr>
          <w:rFonts w:cs="Times New Roman"/>
          <w:sz w:val="24"/>
          <w:szCs w:val="24"/>
          <w:u w:val="single"/>
        </w:rPr>
      </w:pPr>
      <w:r w:rsidRPr="0045435D">
        <w:rPr>
          <w:rFonts w:cs="Times New Roman"/>
          <w:sz w:val="24"/>
          <w:szCs w:val="24"/>
          <w:u w:val="single"/>
        </w:rPr>
        <w:t>Report</w:t>
      </w:r>
      <w:r w:rsidRPr="0045435D">
        <w:rPr>
          <w:rFonts w:cs="Times New Roman"/>
          <w:sz w:val="24"/>
          <w:szCs w:val="24"/>
          <w:u w:val="single"/>
        </w:rPr>
        <w:tab/>
      </w:r>
      <w:r w:rsidRPr="0045435D">
        <w:rPr>
          <w:rFonts w:cs="Times New Roman"/>
          <w:sz w:val="24"/>
          <w:szCs w:val="24"/>
          <w:u w:val="single"/>
        </w:rPr>
        <w:tab/>
      </w:r>
      <w:r w:rsidRPr="0045435D">
        <w:rPr>
          <w:rFonts w:cs="Times New Roman"/>
          <w:sz w:val="24"/>
          <w:szCs w:val="24"/>
          <w:u w:val="single"/>
        </w:rPr>
        <w:tab/>
        <w:t>Original Release Date</w:t>
      </w:r>
      <w:r w:rsidRPr="0045435D">
        <w:rPr>
          <w:rFonts w:cs="Times New Roman"/>
          <w:sz w:val="24"/>
          <w:szCs w:val="24"/>
          <w:u w:val="single"/>
        </w:rPr>
        <w:tab/>
      </w:r>
      <w:r w:rsidRPr="0045435D">
        <w:rPr>
          <w:rFonts w:cs="Times New Roman"/>
          <w:sz w:val="24"/>
          <w:szCs w:val="24"/>
          <w:u w:val="single"/>
        </w:rPr>
        <w:tab/>
        <w:t>New Release Date</w:t>
      </w:r>
    </w:p>
    <w:p w14:paraId="0DDC31C0" w14:textId="77777777" w:rsidR="00623716" w:rsidRPr="0045435D" w:rsidRDefault="00623716" w:rsidP="0045435D">
      <w:pPr>
        <w:shd w:val="clear" w:color="auto" w:fill="FFFFFF"/>
        <w:spacing w:after="0"/>
        <w:ind w:firstLine="720"/>
        <w:rPr>
          <w:rFonts w:cs="Times New Roman"/>
          <w:sz w:val="24"/>
          <w:szCs w:val="24"/>
        </w:rPr>
      </w:pPr>
      <w:r w:rsidRPr="0045435D">
        <w:rPr>
          <w:rFonts w:cs="Times New Roman"/>
          <w:sz w:val="24"/>
          <w:szCs w:val="24"/>
        </w:rPr>
        <w:t>January 2019</w:t>
      </w:r>
      <w:r w:rsidRPr="0045435D">
        <w:rPr>
          <w:rFonts w:cs="Times New Roman"/>
          <w:sz w:val="24"/>
          <w:szCs w:val="24"/>
        </w:rPr>
        <w:tab/>
      </w:r>
      <w:r w:rsidRPr="0045435D">
        <w:rPr>
          <w:rFonts w:cs="Times New Roman"/>
          <w:sz w:val="24"/>
          <w:szCs w:val="24"/>
        </w:rPr>
        <w:tab/>
        <w:t>Thursday, March 7</w:t>
      </w:r>
      <w:r w:rsidRPr="0045435D">
        <w:rPr>
          <w:rFonts w:cs="Times New Roman"/>
          <w:sz w:val="24"/>
          <w:szCs w:val="24"/>
        </w:rPr>
        <w:tab/>
      </w:r>
      <w:r w:rsidRPr="0045435D">
        <w:rPr>
          <w:rFonts w:cs="Times New Roman"/>
          <w:sz w:val="24"/>
          <w:szCs w:val="24"/>
        </w:rPr>
        <w:tab/>
        <w:t>Wednesday, March 27</w:t>
      </w:r>
    </w:p>
    <w:p w14:paraId="536D52F6" w14:textId="77777777" w:rsidR="00623716" w:rsidRPr="0045435D" w:rsidRDefault="00623716" w:rsidP="0045435D">
      <w:pPr>
        <w:shd w:val="clear" w:color="auto" w:fill="FFFFFF"/>
        <w:spacing w:after="0"/>
        <w:ind w:firstLine="720"/>
        <w:rPr>
          <w:rFonts w:cs="Times New Roman"/>
          <w:sz w:val="24"/>
          <w:szCs w:val="24"/>
        </w:rPr>
      </w:pPr>
      <w:r w:rsidRPr="0045435D">
        <w:rPr>
          <w:rFonts w:cs="Times New Roman"/>
          <w:sz w:val="24"/>
          <w:szCs w:val="24"/>
        </w:rPr>
        <w:t>February 2019</w:t>
      </w:r>
      <w:r w:rsidRPr="0045435D">
        <w:rPr>
          <w:rFonts w:cs="Times New Roman"/>
          <w:sz w:val="24"/>
          <w:szCs w:val="24"/>
        </w:rPr>
        <w:tab/>
      </w:r>
      <w:r w:rsidRPr="0045435D">
        <w:rPr>
          <w:rFonts w:cs="Times New Roman"/>
          <w:sz w:val="24"/>
          <w:szCs w:val="24"/>
        </w:rPr>
        <w:tab/>
        <w:t>Wednesday, April 3</w:t>
      </w:r>
      <w:r w:rsidRPr="0045435D">
        <w:rPr>
          <w:rFonts w:cs="Times New Roman"/>
          <w:sz w:val="24"/>
          <w:szCs w:val="24"/>
        </w:rPr>
        <w:tab/>
      </w:r>
      <w:r w:rsidRPr="0045435D">
        <w:rPr>
          <w:rFonts w:cs="Times New Roman"/>
          <w:sz w:val="24"/>
          <w:szCs w:val="24"/>
        </w:rPr>
        <w:tab/>
        <w:t>Wednesday, April 17</w:t>
      </w:r>
    </w:p>
    <w:p w14:paraId="24149AC2" w14:textId="43981F6D" w:rsidR="00623716" w:rsidRPr="0045435D" w:rsidRDefault="00623716" w:rsidP="0045435D">
      <w:pPr>
        <w:shd w:val="clear" w:color="auto" w:fill="FFFFFF"/>
        <w:spacing w:after="120"/>
        <w:ind w:firstLine="720"/>
        <w:rPr>
          <w:rFonts w:cs="Times New Roman"/>
          <w:sz w:val="24"/>
          <w:szCs w:val="24"/>
        </w:rPr>
      </w:pPr>
      <w:r w:rsidRPr="0045435D">
        <w:rPr>
          <w:rFonts w:cs="Times New Roman"/>
          <w:sz w:val="24"/>
          <w:szCs w:val="24"/>
        </w:rPr>
        <w:t>March 2019</w:t>
      </w:r>
      <w:r w:rsidRPr="0045435D">
        <w:rPr>
          <w:rFonts w:cs="Times New Roman"/>
          <w:sz w:val="24"/>
          <w:szCs w:val="24"/>
        </w:rPr>
        <w:tab/>
      </w:r>
      <w:r w:rsidRPr="0045435D">
        <w:rPr>
          <w:rFonts w:cs="Times New Roman"/>
          <w:sz w:val="24"/>
          <w:szCs w:val="24"/>
        </w:rPr>
        <w:tab/>
        <w:t>Tuesday, May 7</w:t>
      </w:r>
      <w:r w:rsidRPr="0045435D">
        <w:rPr>
          <w:rFonts w:cs="Times New Roman"/>
          <w:sz w:val="24"/>
          <w:szCs w:val="24"/>
        </w:rPr>
        <w:tab/>
      </w:r>
      <w:r w:rsidRPr="0045435D">
        <w:rPr>
          <w:rFonts w:cs="Times New Roman"/>
          <w:sz w:val="24"/>
          <w:szCs w:val="24"/>
        </w:rPr>
        <w:tab/>
        <w:t>Thursday, May 9</w:t>
      </w:r>
    </w:p>
    <w:p w14:paraId="20A82D35" w14:textId="77777777" w:rsidR="00623716" w:rsidRPr="0045435D" w:rsidRDefault="00623716" w:rsidP="0045435D">
      <w:pPr>
        <w:shd w:val="clear" w:color="auto" w:fill="FFFFFF"/>
        <w:spacing w:after="120"/>
        <w:ind w:left="-360"/>
        <w:rPr>
          <w:rFonts w:cs="Times New Roman"/>
          <w:sz w:val="24"/>
          <w:szCs w:val="24"/>
        </w:rPr>
      </w:pPr>
      <w:r w:rsidRPr="0045435D">
        <w:rPr>
          <w:rFonts w:cs="Times New Roman"/>
          <w:sz w:val="24"/>
          <w:szCs w:val="24"/>
        </w:rPr>
        <w:t>The “U.S. International Trade in Goods and Services, April 2019” and “U.S. International Trade in Goods and Services, Annual Revision” reports will be released as originally scheduled on Thursday, June 6, 2019.</w:t>
      </w:r>
    </w:p>
    <w:p w14:paraId="30268EBC" w14:textId="2999EB5F" w:rsidR="004C7671" w:rsidRPr="00A07FF1" w:rsidRDefault="000B1D03" w:rsidP="00A91837">
      <w:pPr>
        <w:spacing w:after="0"/>
        <w:ind w:left="-360"/>
        <w:rPr>
          <w:rFonts w:cstheme="minorHAnsi"/>
          <w:b/>
          <w:bCs/>
          <w:sz w:val="24"/>
          <w:szCs w:val="24"/>
        </w:rPr>
      </w:pPr>
      <w:r>
        <w:rPr>
          <w:rFonts w:cstheme="minorHAnsi"/>
          <w:b/>
          <w:bCs/>
          <w:sz w:val="24"/>
          <w:szCs w:val="24"/>
        </w:rPr>
        <w:t>Change to OPEC</w:t>
      </w:r>
    </w:p>
    <w:p w14:paraId="20B2FA20" w14:textId="5A482E4F" w:rsidR="00AE6AC1" w:rsidRPr="00A07FF1" w:rsidRDefault="0024479F">
      <w:pPr>
        <w:spacing w:after="120"/>
        <w:ind w:left="-360"/>
        <w:rPr>
          <w:rFonts w:cstheme="minorHAnsi"/>
          <w:bCs/>
          <w:sz w:val="24"/>
          <w:szCs w:val="24"/>
        </w:rPr>
      </w:pPr>
      <w:r w:rsidRPr="0024479F">
        <w:rPr>
          <w:rFonts w:cstheme="minorHAnsi"/>
          <w:bCs/>
          <w:sz w:val="24"/>
          <w:szCs w:val="24"/>
        </w:rPr>
        <w:t>With the release of the “U.S. International Trade in Goods and Services, January 2019” report (FT-900), statistics for OPEC will exclude Qatar, which exited OPEC effective January 1, 2019. This change will affect exhibits 14, 17a, and 19 of the FT-900 and exhibit 4 of the FT-900 Supplement.</w:t>
      </w:r>
    </w:p>
    <w:p w14:paraId="6CE0412A" w14:textId="4824F9C0" w:rsidR="004C7671" w:rsidRDefault="00AE6AC1" w:rsidP="00AE6AC1">
      <w:pPr>
        <w:spacing w:after="120"/>
        <w:ind w:left="-360"/>
        <w:rPr>
          <w:rFonts w:cstheme="minorHAnsi"/>
          <w:bCs/>
          <w:sz w:val="24"/>
          <w:szCs w:val="24"/>
        </w:rPr>
      </w:pPr>
      <w:r w:rsidRPr="00A07FF1">
        <w:rPr>
          <w:rFonts w:cstheme="minorHAnsi"/>
          <w:bCs/>
          <w:sz w:val="24"/>
          <w:szCs w:val="24"/>
        </w:rPr>
        <w:t xml:space="preserve">If you have questions or need additional information, please contact the Census Bureau, Economic Indicators Division, on (800) 549-0595, option 4, or at </w:t>
      </w:r>
      <w:hyperlink r:id="rId21" w:history="1">
        <w:r w:rsidR="000B1D03" w:rsidRPr="00DD38DE">
          <w:rPr>
            <w:rStyle w:val="Hyperlink"/>
            <w:rFonts w:cstheme="minorHAnsi"/>
            <w:bCs/>
            <w:sz w:val="24"/>
            <w:szCs w:val="24"/>
          </w:rPr>
          <w:t>eid.international.trade.data@census.gov</w:t>
        </w:r>
      </w:hyperlink>
      <w:r w:rsidR="004C7671" w:rsidRPr="00A07FF1">
        <w:rPr>
          <w:rFonts w:cstheme="minorHAnsi"/>
          <w:bCs/>
          <w:sz w:val="24"/>
          <w:szCs w:val="24"/>
        </w:rPr>
        <w:t>.</w:t>
      </w:r>
    </w:p>
    <w:p w14:paraId="0F639A08" w14:textId="6499DAF3" w:rsidR="00395B72" w:rsidRPr="00A07FF1" w:rsidRDefault="00395B72" w:rsidP="00EE1F45">
      <w:pPr>
        <w:rPr>
          <w:rFonts w:cstheme="minorHAnsi"/>
          <w:sz w:val="24"/>
          <w:szCs w:val="24"/>
        </w:rPr>
      </w:pPr>
      <w:r w:rsidRPr="00A07FF1">
        <w:rPr>
          <w:rFonts w:cstheme="minorHAnsi"/>
          <w:sz w:val="24"/>
          <w:szCs w:val="24"/>
        </w:rPr>
        <w:br w:type="page"/>
      </w:r>
    </w:p>
    <w:p w14:paraId="4D30FDE0" w14:textId="77777777" w:rsidR="001705DB" w:rsidRPr="00A07FF1" w:rsidRDefault="001705DB" w:rsidP="001705DB">
      <w:pPr>
        <w:spacing w:after="120"/>
        <w:ind w:left="-360"/>
        <w:rPr>
          <w:rFonts w:cstheme="minorHAnsi"/>
          <w:b/>
          <w:sz w:val="24"/>
        </w:rPr>
      </w:pPr>
      <w:r w:rsidRPr="00A07FF1">
        <w:rPr>
          <w:rFonts w:cstheme="minorHAnsi"/>
          <w:b/>
          <w:sz w:val="24"/>
        </w:rPr>
        <w:lastRenderedPageBreak/>
        <w:t>EXPLANATORY NOTES</w:t>
      </w:r>
    </w:p>
    <w:p w14:paraId="6B88485F" w14:textId="77777777" w:rsidR="001705DB" w:rsidRPr="00A07FF1" w:rsidRDefault="001705DB" w:rsidP="001705DB">
      <w:pPr>
        <w:spacing w:after="0"/>
        <w:ind w:left="-360"/>
        <w:rPr>
          <w:rFonts w:cstheme="minorHAnsi"/>
          <w:b/>
          <w:bCs/>
          <w:iCs/>
          <w:sz w:val="24"/>
          <w:szCs w:val="24"/>
        </w:rPr>
      </w:pPr>
      <w:r w:rsidRPr="00A07FF1">
        <w:rPr>
          <w:rFonts w:cstheme="minorHAnsi"/>
          <w:b/>
          <w:bCs/>
          <w:iCs/>
          <w:sz w:val="24"/>
          <w:szCs w:val="24"/>
        </w:rPr>
        <w:t>Goods (Census Basis)</w:t>
      </w:r>
    </w:p>
    <w:p w14:paraId="664D6815"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goods on a Census basis are compiled from the documents collected by U.S. Customs and Border Protection (CBP) 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A07FF1" w:rsidRDefault="001705DB" w:rsidP="001705DB">
      <w:pPr>
        <w:spacing w:after="120"/>
        <w:ind w:left="-360"/>
        <w:rPr>
          <w:rFonts w:cstheme="minorHAnsi"/>
          <w:sz w:val="24"/>
          <w:szCs w:val="24"/>
        </w:rPr>
      </w:pPr>
      <w:r w:rsidRPr="00A07FF1">
        <w:rPr>
          <w:rFonts w:cstheme="minorHAnsi"/>
          <w:sz w:val="24"/>
          <w:szCs w:val="24"/>
        </w:rPr>
        <w:t>For imports, the value reported is the CBP-appraised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A07FF1" w:rsidRDefault="001705DB" w:rsidP="001705DB">
      <w:pPr>
        <w:spacing w:after="120"/>
        <w:ind w:left="-360"/>
        <w:rPr>
          <w:rFonts w:cstheme="minorHAnsi"/>
          <w:sz w:val="24"/>
          <w:szCs w:val="24"/>
        </w:rPr>
      </w:pPr>
      <w:r w:rsidRPr="00A07FF1">
        <w:rPr>
          <w:rFonts w:cstheme="minorHAnsi"/>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Revision Procedure (Census Basis)</w:t>
      </w:r>
    </w:p>
    <w:p w14:paraId="51EC14F4" w14:textId="1F35299F" w:rsidR="00AB239C" w:rsidRPr="00A07FF1" w:rsidRDefault="001705DB" w:rsidP="001705DB">
      <w:pPr>
        <w:spacing w:after="120"/>
        <w:ind w:left="-360"/>
        <w:rPr>
          <w:rFonts w:cstheme="minorHAnsi"/>
          <w:bCs/>
          <w:iCs/>
          <w:sz w:val="24"/>
          <w:szCs w:val="24"/>
        </w:rPr>
      </w:pPr>
      <w:r w:rsidRPr="00A07FF1">
        <w:rPr>
          <w:rFonts w:cstheme="minorHAnsi"/>
          <w:b/>
          <w:bCs/>
          <w:iCs/>
          <w:sz w:val="24"/>
          <w:szCs w:val="24"/>
        </w:rPr>
        <w:t>Monthly Revisions</w:t>
      </w:r>
      <w:r w:rsidRPr="00A07FF1">
        <w:rPr>
          <w:rFonts w:cstheme="minorHAnsi"/>
          <w:bCs/>
          <w:iCs/>
          <w:sz w:val="24"/>
          <w:szCs w:val="24"/>
        </w:rPr>
        <w:t>:</w:t>
      </w:r>
      <w:r w:rsidRPr="00A07FF1">
        <w:rPr>
          <w:rFonts w:cstheme="minorHAnsi"/>
          <w:b/>
          <w:bCs/>
          <w:iCs/>
          <w:sz w:val="24"/>
          <w:szCs w:val="24"/>
        </w:rPr>
        <w:t xml:space="preserve"> </w:t>
      </w:r>
      <w:r w:rsidRPr="00A07FF1">
        <w:rPr>
          <w:rFonts w:cstheme="minorHAnsi"/>
          <w:bCs/>
          <w:iCs/>
          <w:sz w:val="24"/>
          <w:szCs w:val="24"/>
        </w:rPr>
        <w:t>Monthly data include actual month's transactions as well as a small number of transactions for previous months. Each month, the U.S. Census Bureau revises the aggregate seasonally adjusted (current and real</w:t>
      </w:r>
      <w:r w:rsidR="005E58EE" w:rsidRPr="00A07FF1">
        <w:rPr>
          <w:rFonts w:cstheme="minorHAnsi"/>
          <w:bCs/>
          <w:iCs/>
          <w:sz w:val="24"/>
          <w:szCs w:val="24"/>
        </w:rPr>
        <w:t>, or</w:t>
      </w:r>
      <w:r w:rsidRPr="00A07FF1">
        <w:rPr>
          <w:rFonts w:cstheme="minorHAnsi"/>
          <w:bCs/>
          <w:iCs/>
          <w:sz w:val="24"/>
          <w:szCs w:val="24"/>
        </w:rPr>
        <w:t xml:space="preserve">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1F085795" w14:textId="63B12CBE" w:rsidR="00AB239C" w:rsidRPr="00A07FF1" w:rsidRDefault="00EE5D39" w:rsidP="001705DB">
      <w:pPr>
        <w:spacing w:after="120"/>
        <w:ind w:left="-360"/>
        <w:rPr>
          <w:rFonts w:cstheme="minorHAnsi"/>
          <w:bCs/>
          <w:iCs/>
          <w:sz w:val="24"/>
          <w:szCs w:val="24"/>
        </w:rPr>
      </w:pPr>
      <w:r w:rsidRPr="00EE5D39">
        <w:rPr>
          <w:rFonts w:cstheme="minorHAnsi"/>
          <w:bCs/>
          <w:iCs/>
          <w:sz w:val="24"/>
          <w:szCs w:val="24"/>
        </w:rPr>
        <w:t xml:space="preserve">For November, unadjusted exports of goods were revised down $0.1 billion and unadjusted imports of goods were revised up $0.1 billion. Goods carry-over in December was $0.2 billion (0.1 percent) for exports </w:t>
      </w:r>
      <w:r w:rsidRPr="00EE5D39">
        <w:rPr>
          <w:rFonts w:cstheme="minorHAnsi"/>
          <w:bCs/>
          <w:iCs/>
          <w:sz w:val="24"/>
          <w:szCs w:val="24"/>
        </w:rPr>
        <w:lastRenderedPageBreak/>
        <w:t>and $0.2 billion (0.1 percent) for imports. For November, revised export carry-over was $0.2 billion (0.1 percent) and revised import carry-over was $0.1 billion (</w:t>
      </w:r>
      <w:r>
        <w:rPr>
          <w:rFonts w:cstheme="minorHAnsi"/>
          <w:bCs/>
          <w:iCs/>
          <w:sz w:val="24"/>
          <w:szCs w:val="24"/>
        </w:rPr>
        <w:t>less than 0.1</w:t>
      </w:r>
      <w:r w:rsidRPr="00EE5D39">
        <w:rPr>
          <w:rFonts w:cstheme="minorHAnsi"/>
          <w:bCs/>
          <w:iCs/>
          <w:sz w:val="24"/>
          <w:szCs w:val="24"/>
        </w:rPr>
        <w:t xml:space="preserve"> percent).</w:t>
      </w:r>
    </w:p>
    <w:p w14:paraId="54EF5511" w14:textId="0C671821" w:rsidR="001705DB" w:rsidRPr="00A07FF1" w:rsidRDefault="001705DB" w:rsidP="001705DB">
      <w:pPr>
        <w:spacing w:after="120"/>
        <w:ind w:left="-360"/>
        <w:rPr>
          <w:rFonts w:cstheme="minorHAnsi"/>
          <w:b/>
          <w:sz w:val="24"/>
          <w:szCs w:val="24"/>
        </w:rPr>
      </w:pPr>
      <w:r w:rsidRPr="00A07FF1">
        <w:rPr>
          <w:rFonts w:cstheme="minorHAnsi"/>
          <w:b/>
          <w:sz w:val="24"/>
          <w:szCs w:val="24"/>
        </w:rPr>
        <w:t>Quarterly Revisions to Chain-Weighted Dollar Series</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For March, June, September, and December statistical month releases, revisions are made to the real</w:t>
      </w:r>
      <w:r w:rsidR="005E58EE" w:rsidRPr="00A07FF1">
        <w:rPr>
          <w:rFonts w:cstheme="minorHAnsi"/>
          <w:sz w:val="24"/>
          <w:szCs w:val="24"/>
        </w:rPr>
        <w:t>, or</w:t>
      </w:r>
      <w:r w:rsidRPr="00A07FF1">
        <w:rPr>
          <w:rFonts w:cstheme="minorHAnsi"/>
          <w:sz w:val="24"/>
          <w:szCs w:val="24"/>
        </w:rPr>
        <w:t xml:space="preserve"> chained-dollar</w:t>
      </w:r>
      <w:r w:rsidR="005E58EE" w:rsidRPr="00A07FF1">
        <w:rPr>
          <w:rFonts w:cstheme="minorHAnsi"/>
          <w:sz w:val="24"/>
          <w:szCs w:val="24"/>
        </w:rPr>
        <w:t>,</w:t>
      </w:r>
      <w:r w:rsidRPr="00A07FF1">
        <w:rPr>
          <w:rFonts w:cstheme="minorHAnsi"/>
          <w:sz w:val="24"/>
          <w:szCs w:val="24"/>
        </w:rPr>
        <w:t xml:space="preserve"> series presented in Exhibits 10 and 11: the previous five months are revised to incorporate the U.S. Bureau of Labor Statistics’ (BLS) revisions to price indexes, which are used to produce the real series and to align Census data with data published by the U.S. Bureau of Economic Analysis (BEA) in the national income and product accounts (NIPAs).</w:t>
      </w:r>
    </w:p>
    <w:p w14:paraId="7C9F4EF4"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A07FF1" w:rsidRDefault="001705DB" w:rsidP="001705DB">
      <w:pPr>
        <w:spacing w:after="120"/>
        <w:ind w:left="-360"/>
        <w:rPr>
          <w:rFonts w:cstheme="minorHAnsi"/>
          <w:i/>
          <w:sz w:val="24"/>
          <w:szCs w:val="24"/>
        </w:rPr>
      </w:pPr>
      <w:r w:rsidRPr="00A07FF1">
        <w:rPr>
          <w:rFonts w:cstheme="minorHAnsi"/>
          <w:b/>
          <w:sz w:val="24"/>
          <w:szCs w:val="24"/>
        </w:rPr>
        <w:t>Other Revisions</w:t>
      </w:r>
      <w:r w:rsidRPr="00A07FF1">
        <w:rPr>
          <w:rFonts w:cstheme="minorHAnsi"/>
          <w:sz w:val="24"/>
          <w:szCs w:val="24"/>
        </w:rPr>
        <w:t>:</w:t>
      </w:r>
      <w:r w:rsidRPr="00A07FF1">
        <w:rPr>
          <w:rFonts w:cstheme="minorHAnsi"/>
          <w:i/>
          <w:sz w:val="24"/>
          <w:szCs w:val="24"/>
        </w:rPr>
        <w:t xml:space="preserve"> </w:t>
      </w:r>
      <w:r w:rsidRPr="00A07FF1">
        <w:rPr>
          <w:rFonts w:cstheme="minorHAnsi"/>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A07FF1" w:rsidRDefault="001705DB" w:rsidP="001705DB">
      <w:pPr>
        <w:spacing w:after="0"/>
        <w:ind w:left="-360"/>
        <w:rPr>
          <w:rFonts w:cstheme="minorHAnsi"/>
          <w:b/>
          <w:i/>
          <w:sz w:val="24"/>
          <w:szCs w:val="24"/>
        </w:rPr>
      </w:pPr>
      <w:r w:rsidRPr="00A07FF1">
        <w:rPr>
          <w:rFonts w:cstheme="minorHAnsi"/>
          <w:b/>
          <w:i/>
          <w:sz w:val="24"/>
          <w:szCs w:val="24"/>
        </w:rPr>
        <w:t>U.S./Canada Data Exchange and Substitution</w:t>
      </w:r>
    </w:p>
    <w:p w14:paraId="4AA9F42C" w14:textId="77777777" w:rsidR="001705DB" w:rsidRPr="00A07FF1" w:rsidRDefault="001705DB" w:rsidP="001705DB">
      <w:pPr>
        <w:spacing w:after="120"/>
        <w:ind w:left="-360"/>
        <w:rPr>
          <w:rFonts w:cstheme="minorHAnsi"/>
          <w:sz w:val="24"/>
          <w:szCs w:val="24"/>
        </w:rPr>
      </w:pPr>
      <w:r w:rsidRPr="00A07FF1">
        <w:rPr>
          <w:rFonts w:cstheme="minorHAnsi"/>
          <w:sz w:val="24"/>
          <w:szCs w:val="24"/>
        </w:rPr>
        <w:t>Data for U.S. exports to Canada are derived from import data compiled by Canada. The use of Canada's import data to produce U.S. export data requires several alignments in order to compare the two series.</w:t>
      </w:r>
    </w:p>
    <w:p w14:paraId="75091239" w14:textId="3F151350" w:rsidR="001705DB" w:rsidRPr="00A07FF1" w:rsidRDefault="001705DB" w:rsidP="00701529">
      <w:pPr>
        <w:numPr>
          <w:ilvl w:val="0"/>
          <w:numId w:val="14"/>
        </w:numPr>
        <w:spacing w:after="120"/>
        <w:rPr>
          <w:rFonts w:cstheme="minorHAnsi"/>
          <w:sz w:val="24"/>
          <w:szCs w:val="24"/>
        </w:rPr>
      </w:pPr>
      <w:r w:rsidRPr="00A07FF1">
        <w:rPr>
          <w:rFonts w:cstheme="minorHAnsi"/>
          <w:i/>
          <w:iCs/>
          <w:sz w:val="24"/>
          <w:szCs w:val="24"/>
        </w:rPr>
        <w:t>Coverage</w:t>
      </w:r>
      <w:r w:rsidRPr="00A07FF1">
        <w:rPr>
          <w:rFonts w:cstheme="minorHAnsi"/>
          <w:sz w:val="24"/>
          <w:szCs w:val="24"/>
        </w:rPr>
        <w:t xml:space="preserve"> - </w:t>
      </w:r>
      <w:r w:rsidR="00AE6AC1" w:rsidRPr="00A07FF1">
        <w:rPr>
          <w:rFonts w:cstheme="minorHAnsi"/>
          <w:sz w:val="24"/>
          <w:szCs w:val="24"/>
        </w:rPr>
        <w:t xml:space="preserve">Canadian imports are based on country of origin. U.S. goods shipped from a third country are included. U.S. exports exclude these foreign shipments. For </w:t>
      </w:r>
      <w:r w:rsidR="00EE5D39">
        <w:rPr>
          <w:rFonts w:cstheme="minorHAnsi"/>
          <w:sz w:val="24"/>
          <w:szCs w:val="24"/>
        </w:rPr>
        <w:t>December</w:t>
      </w:r>
      <w:r w:rsidR="00AE6AC1" w:rsidRPr="00A07FF1">
        <w:rPr>
          <w:rFonts w:cstheme="minorHAnsi"/>
          <w:sz w:val="24"/>
          <w:szCs w:val="24"/>
        </w:rPr>
        <w:t xml:space="preserve"> 2018, these shipments totaled $</w:t>
      </w:r>
      <w:r w:rsidR="00421CF3">
        <w:rPr>
          <w:rFonts w:cstheme="minorHAnsi"/>
          <w:sz w:val="24"/>
          <w:szCs w:val="24"/>
        </w:rPr>
        <w:t>188.0</w:t>
      </w:r>
      <w:r w:rsidR="00AE6AC1" w:rsidRPr="00A07FF1">
        <w:rPr>
          <w:rFonts w:cstheme="minorHAnsi"/>
          <w:sz w:val="24"/>
          <w:szCs w:val="24"/>
        </w:rPr>
        <w:t xml:space="preserve"> million. U.S. export coverage also excludes U.S. postal shipments to Canada. For </w:t>
      </w:r>
      <w:r w:rsidR="00421CF3">
        <w:rPr>
          <w:rFonts w:cstheme="minorHAnsi"/>
          <w:sz w:val="24"/>
          <w:szCs w:val="24"/>
        </w:rPr>
        <w:t>December</w:t>
      </w:r>
      <w:r w:rsidR="00AE6AC1" w:rsidRPr="00A07FF1">
        <w:rPr>
          <w:rFonts w:cstheme="minorHAnsi"/>
          <w:sz w:val="24"/>
          <w:szCs w:val="24"/>
        </w:rPr>
        <w:t xml:space="preserve"> 2018, these shipments totaled $</w:t>
      </w:r>
      <w:r w:rsidR="00421CF3">
        <w:rPr>
          <w:rFonts w:cstheme="minorHAnsi"/>
          <w:sz w:val="24"/>
          <w:szCs w:val="24"/>
        </w:rPr>
        <w:t>23.1</w:t>
      </w:r>
      <w:r w:rsidR="00AE6AC1" w:rsidRPr="00A07FF1">
        <w:rPr>
          <w:rFonts w:cstheme="minorHAnsi"/>
          <w:sz w:val="24"/>
          <w:szCs w:val="24"/>
        </w:rPr>
        <w:t xml:space="preserve"> million</w:t>
      </w:r>
      <w:r w:rsidRPr="00A07FF1">
        <w:rPr>
          <w:rFonts w:cstheme="minorHAnsi"/>
          <w:sz w:val="24"/>
          <w:szCs w:val="24"/>
        </w:rPr>
        <w:t>.</w:t>
      </w:r>
    </w:p>
    <w:p w14:paraId="780D1787" w14:textId="77777777" w:rsidR="001705DB" w:rsidRPr="00A07FF1" w:rsidRDefault="001705DB" w:rsidP="001705DB">
      <w:pPr>
        <w:spacing w:after="120"/>
        <w:ind w:left="360"/>
        <w:rPr>
          <w:rFonts w:cstheme="minorHAnsi"/>
          <w:sz w:val="24"/>
          <w:szCs w:val="24"/>
        </w:rPr>
      </w:pPr>
      <w:r w:rsidRPr="00A07FF1">
        <w:rPr>
          <w:rFonts w:cstheme="minorHAnsi"/>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2A55E4E4"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Valuation</w:t>
      </w:r>
      <w:r w:rsidRPr="00A07FF1">
        <w:rPr>
          <w:rFonts w:cstheme="minorHAnsi"/>
          <w:sz w:val="24"/>
          <w:szCs w:val="24"/>
        </w:rPr>
        <w:t xml:space="preserve"> - </w:t>
      </w:r>
      <w:r w:rsidR="00AE6AC1" w:rsidRPr="00A07FF1">
        <w:rPr>
          <w:rFonts w:cstheme="minorHAnsi"/>
          <w:sz w:val="24"/>
          <w:szCs w:val="24"/>
        </w:rPr>
        <w:t xml:space="preserve">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w:t>
      </w:r>
      <w:r w:rsidR="00AE6AC1" w:rsidRPr="00A07FF1">
        <w:rPr>
          <w:rFonts w:cstheme="minorHAnsi"/>
          <w:sz w:val="24"/>
          <w:szCs w:val="24"/>
        </w:rPr>
        <w:lastRenderedPageBreak/>
        <w:t xml:space="preserve">Canadian reported import value provides a consistent valuation for all U.S. exports. Inland freight charges for </w:t>
      </w:r>
      <w:r w:rsidR="00421CF3">
        <w:rPr>
          <w:rFonts w:cstheme="minorHAnsi"/>
          <w:sz w:val="24"/>
          <w:szCs w:val="24"/>
        </w:rPr>
        <w:t>December</w:t>
      </w:r>
      <w:r w:rsidR="00AE6AC1" w:rsidRPr="00A07FF1">
        <w:rPr>
          <w:rFonts w:cstheme="minorHAnsi"/>
          <w:sz w:val="24"/>
          <w:szCs w:val="24"/>
        </w:rPr>
        <w:t xml:space="preserve"> 2018 accounted for 1.</w:t>
      </w:r>
      <w:r w:rsidR="00421CF3">
        <w:rPr>
          <w:rFonts w:cstheme="minorHAnsi"/>
          <w:sz w:val="24"/>
          <w:szCs w:val="24"/>
        </w:rPr>
        <w:t>8</w:t>
      </w:r>
      <w:r w:rsidR="00AE6AC1" w:rsidRPr="00A07FF1">
        <w:rPr>
          <w:rFonts w:cstheme="minorHAnsi"/>
          <w:sz w:val="24"/>
          <w:szCs w:val="24"/>
        </w:rPr>
        <w:t xml:space="preserve"> percent of the value of U.S. exports to Canada</w:t>
      </w:r>
      <w:r w:rsidRPr="00A07FF1">
        <w:rPr>
          <w:rFonts w:cstheme="minorHAnsi"/>
          <w:sz w:val="24"/>
          <w:szCs w:val="24"/>
        </w:rPr>
        <w:t>.</w:t>
      </w:r>
    </w:p>
    <w:p w14:paraId="7B0736CD" w14:textId="3F5B737F"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Re-exports</w:t>
      </w:r>
      <w:r w:rsidRPr="00A07FF1">
        <w:rPr>
          <w:rFonts w:cstheme="minorHAnsi"/>
          <w:iCs/>
          <w:sz w:val="24"/>
          <w:szCs w:val="24"/>
        </w:rPr>
        <w:t xml:space="preserve"> - </w:t>
      </w:r>
      <w:r w:rsidR="00AE6AC1" w:rsidRPr="00A07FF1">
        <w:rPr>
          <w:rFonts w:cstheme="minorHAnsi"/>
          <w:iCs/>
          <w:sz w:val="24"/>
          <w:szCs w:val="24"/>
        </w:rPr>
        <w:t xml:space="preserve">Unlike Canadian imports, which are based on country of origin, U.S. exports include re-exports of foreign goods. Therefore, the aggregate U.S. export figure is slightly larger than the Canadian import figure. For </w:t>
      </w:r>
      <w:r w:rsidR="00421CF3">
        <w:rPr>
          <w:rFonts w:cstheme="minorHAnsi"/>
          <w:sz w:val="24"/>
          <w:szCs w:val="24"/>
        </w:rPr>
        <w:t>December</w:t>
      </w:r>
      <w:r w:rsidR="00AE6AC1" w:rsidRPr="00A07FF1">
        <w:rPr>
          <w:rFonts w:cstheme="minorHAnsi"/>
          <w:iCs/>
          <w:sz w:val="24"/>
          <w:szCs w:val="24"/>
        </w:rPr>
        <w:t xml:space="preserve"> 2018, re-exports to Canada were $4,</w:t>
      </w:r>
      <w:r w:rsidR="00421CF3">
        <w:rPr>
          <w:rFonts w:cstheme="minorHAnsi"/>
          <w:iCs/>
          <w:sz w:val="24"/>
          <w:szCs w:val="24"/>
        </w:rPr>
        <w:t>090.3</w:t>
      </w:r>
      <w:r w:rsidR="00AE6AC1" w:rsidRPr="00A07FF1">
        <w:rPr>
          <w:rFonts w:cstheme="minorHAnsi"/>
          <w:iCs/>
          <w:sz w:val="24"/>
          <w:szCs w:val="24"/>
        </w:rPr>
        <w:t xml:space="preserve"> million</w:t>
      </w:r>
      <w:r w:rsidRPr="00A07FF1">
        <w:rPr>
          <w:rFonts w:cstheme="minorHAnsi"/>
          <w:sz w:val="24"/>
          <w:szCs w:val="24"/>
        </w:rPr>
        <w:t>.</w:t>
      </w:r>
    </w:p>
    <w:p w14:paraId="5ECE56E6" w14:textId="1F3175B9" w:rsidR="001705DB" w:rsidRPr="00A07FF1" w:rsidRDefault="001705DB" w:rsidP="00AE6AC1">
      <w:pPr>
        <w:numPr>
          <w:ilvl w:val="0"/>
          <w:numId w:val="14"/>
        </w:numPr>
        <w:spacing w:after="120"/>
        <w:rPr>
          <w:rFonts w:cstheme="minorHAnsi"/>
          <w:sz w:val="24"/>
          <w:szCs w:val="24"/>
        </w:rPr>
      </w:pPr>
      <w:r w:rsidRPr="00A07FF1">
        <w:rPr>
          <w:rFonts w:cstheme="minorHAnsi"/>
          <w:i/>
          <w:iCs/>
          <w:sz w:val="24"/>
          <w:szCs w:val="24"/>
        </w:rPr>
        <w:t>Exchange Rate</w:t>
      </w:r>
      <w:r w:rsidRPr="00A07FF1">
        <w:rPr>
          <w:rFonts w:cstheme="minorHAnsi"/>
          <w:iCs/>
          <w:sz w:val="24"/>
          <w:szCs w:val="24"/>
        </w:rPr>
        <w:t xml:space="preserve"> - </w:t>
      </w:r>
      <w:r w:rsidR="00AE6AC1" w:rsidRPr="00A07FF1">
        <w:rPr>
          <w:rFonts w:cstheme="minorHAnsi"/>
          <w:sz w:val="24"/>
          <w:szCs w:val="24"/>
        </w:rPr>
        <w:t xml:space="preserve">Average monthly exchange rates are applied to convert the published data to U.S. currency. For </w:t>
      </w:r>
      <w:r w:rsidR="00421CF3">
        <w:rPr>
          <w:rFonts w:cstheme="minorHAnsi"/>
          <w:sz w:val="24"/>
          <w:szCs w:val="24"/>
        </w:rPr>
        <w:t>December</w:t>
      </w:r>
      <w:r w:rsidR="00AE6AC1" w:rsidRPr="00A07FF1">
        <w:rPr>
          <w:rFonts w:cstheme="minorHAnsi"/>
          <w:sz w:val="24"/>
          <w:szCs w:val="24"/>
        </w:rPr>
        <w:t xml:space="preserve"> 2018, the average exchange rate was 1.3</w:t>
      </w:r>
      <w:r w:rsidR="00421CF3">
        <w:rPr>
          <w:rFonts w:cstheme="minorHAnsi"/>
          <w:sz w:val="24"/>
          <w:szCs w:val="24"/>
        </w:rPr>
        <w:t>436</w:t>
      </w:r>
      <w:r w:rsidR="00AE6AC1" w:rsidRPr="00A07FF1">
        <w:rPr>
          <w:rFonts w:cstheme="minorHAnsi"/>
          <w:sz w:val="24"/>
          <w:szCs w:val="24"/>
        </w:rPr>
        <w:t xml:space="preserve"> Canadian dollars per U.S. dollar</w:t>
      </w:r>
      <w:r w:rsidRPr="00A07FF1">
        <w:rPr>
          <w:rFonts w:cstheme="minorHAnsi"/>
          <w:sz w:val="24"/>
          <w:szCs w:val="24"/>
        </w:rPr>
        <w:t>.</w:t>
      </w:r>
    </w:p>
    <w:p w14:paraId="2CE89C48" w14:textId="77777777" w:rsidR="001705DB" w:rsidRPr="00A07FF1" w:rsidRDefault="001705DB" w:rsidP="001705DB">
      <w:pPr>
        <w:numPr>
          <w:ilvl w:val="0"/>
          <w:numId w:val="14"/>
        </w:numPr>
        <w:spacing w:after="120"/>
        <w:rPr>
          <w:rFonts w:cstheme="minorHAnsi"/>
          <w:sz w:val="24"/>
          <w:szCs w:val="24"/>
        </w:rPr>
      </w:pPr>
      <w:r w:rsidRPr="00A07FF1">
        <w:rPr>
          <w:rFonts w:cstheme="minorHAnsi"/>
          <w:i/>
          <w:iCs/>
          <w:sz w:val="24"/>
          <w:szCs w:val="24"/>
        </w:rPr>
        <w:t>Other</w:t>
      </w:r>
      <w:r w:rsidRPr="00A07FF1">
        <w:rPr>
          <w:rFonts w:cstheme="minorHAnsi"/>
          <w:sz w:val="24"/>
          <w:szCs w:val="24"/>
        </w:rPr>
        <w:t xml:space="preserve"> - There are other minor differences, such as rounding error, that are statistically insignificant.</w:t>
      </w:r>
    </w:p>
    <w:p w14:paraId="72C0511E" w14:textId="77777777" w:rsidR="001705DB" w:rsidRPr="00A07FF1" w:rsidRDefault="001705DB" w:rsidP="001705DB">
      <w:pPr>
        <w:spacing w:after="120"/>
        <w:ind w:left="-360"/>
        <w:rPr>
          <w:rFonts w:cstheme="minorHAnsi"/>
          <w:sz w:val="24"/>
          <w:szCs w:val="24"/>
        </w:rPr>
      </w:pPr>
      <w:r w:rsidRPr="00A07FF1">
        <w:rPr>
          <w:rFonts w:cstheme="minorHAnsi"/>
          <w:b/>
          <w:sz w:val="24"/>
          <w:szCs w:val="24"/>
        </w:rPr>
        <w:t>Canadian Estimates</w:t>
      </w:r>
      <w:r w:rsidRPr="00A07FF1">
        <w:rPr>
          <w:rFonts w:cstheme="minorHAnsi"/>
          <w:sz w:val="24"/>
          <w:szCs w:val="24"/>
        </w:rPr>
        <w:t>: 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Nonsampling Errors</w:t>
      </w:r>
    </w:p>
    <w:p w14:paraId="0A43D387"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goods data are a complete enumeration of documents collected by CBP and are not subject to sampling errors. Quality assurance procedures are performed at every stage of collection, processing, and tabulation. However, the data are still subject to several types of </w:t>
      </w:r>
      <w:proofErr w:type="spellStart"/>
      <w:r w:rsidRPr="00A07FF1">
        <w:rPr>
          <w:rFonts w:cstheme="minorHAnsi"/>
          <w:sz w:val="24"/>
          <w:szCs w:val="24"/>
        </w:rPr>
        <w:t>nonsampling</w:t>
      </w:r>
      <w:proofErr w:type="spellEnd"/>
      <w:r w:rsidRPr="00A07FF1">
        <w:rPr>
          <w:rFonts w:cstheme="minorHAnsi"/>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Reporting Errors</w:t>
      </w:r>
      <w:r w:rsidRPr="00A07FF1">
        <w:rPr>
          <w:rFonts w:cstheme="minorHAnsi"/>
          <w:bCs/>
          <w:sz w:val="24"/>
          <w:szCs w:val="24"/>
        </w:rPr>
        <w:t>:</w:t>
      </w:r>
      <w:r w:rsidRPr="00A07FF1">
        <w:rPr>
          <w:rFonts w:cstheme="minorHAnsi"/>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Undocumented Shipments</w:t>
      </w:r>
      <w:r w:rsidRPr="00A07FF1">
        <w:rPr>
          <w:rFonts w:cstheme="minorHAnsi"/>
          <w:bCs/>
          <w:sz w:val="24"/>
          <w:szCs w:val="24"/>
        </w:rPr>
        <w:t>:</w:t>
      </w:r>
      <w:r w:rsidRPr="00A07FF1">
        <w:rPr>
          <w:rFonts w:cstheme="minorHAnsi"/>
          <w:b/>
          <w:bCs/>
          <w:sz w:val="24"/>
          <w:szCs w:val="24"/>
        </w:rPr>
        <w:t xml:space="preserve"> </w:t>
      </w:r>
      <w:r w:rsidRPr="00A07FF1">
        <w:rPr>
          <w:rFonts w:cstheme="minorHAnsi"/>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Timeliness and Data Capture Errors</w:t>
      </w:r>
      <w:r w:rsidRPr="00A07FF1">
        <w:rPr>
          <w:rFonts w:cstheme="minorHAnsi"/>
          <w:sz w:val="24"/>
          <w:szCs w:val="24"/>
        </w:rPr>
        <w:t xml:space="preserve">: The Census Bureau captures import and export information from administrative documents and through various automated collection programs. Documents may be lost, </w:t>
      </w:r>
      <w:r w:rsidRPr="00A07FF1">
        <w:rPr>
          <w:rFonts w:cstheme="minorHAnsi"/>
          <w:sz w:val="24"/>
          <w:szCs w:val="24"/>
        </w:rPr>
        <w:lastRenderedPageBreak/>
        <w:t>and data may be incorrectly keyed, coded, or recorded. Transactions may be included in a subsequent month’s statistics if received late.</w:t>
      </w:r>
    </w:p>
    <w:p w14:paraId="21ED21D6"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Low-Valued Transactions</w:t>
      </w:r>
      <w:r w:rsidRPr="00A07FF1">
        <w:rPr>
          <w:rFonts w:cstheme="minorHAnsi"/>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1201E925" w:rsidR="001705DB" w:rsidRPr="00A07FF1" w:rsidRDefault="001705DB" w:rsidP="001705DB">
      <w:pPr>
        <w:spacing w:after="120"/>
        <w:ind w:left="-360"/>
        <w:rPr>
          <w:rFonts w:cstheme="minorHAnsi"/>
          <w:sz w:val="24"/>
          <w:szCs w:val="24"/>
        </w:rPr>
      </w:pPr>
      <w:r w:rsidRPr="00A07FF1">
        <w:rPr>
          <w:rFonts w:cstheme="minorHAnsi"/>
          <w:sz w:val="24"/>
          <w:szCs w:val="24"/>
        </w:rPr>
        <w:t xml:space="preserve">The Census Bureau recommends that data users incorporate this information into their analyses, as </w:t>
      </w:r>
      <w:proofErr w:type="spellStart"/>
      <w:r w:rsidRPr="00A07FF1">
        <w:rPr>
          <w:rFonts w:cstheme="minorHAnsi"/>
          <w:sz w:val="24"/>
          <w:szCs w:val="24"/>
        </w:rPr>
        <w:t>nonsampling</w:t>
      </w:r>
      <w:proofErr w:type="spellEnd"/>
      <w:r w:rsidRPr="00A07FF1">
        <w:rPr>
          <w:rFonts w:cstheme="minorHAnsi"/>
          <w:sz w:val="24"/>
          <w:szCs w:val="24"/>
        </w:rPr>
        <w:t xml:space="preserve"> errors could impact the conclusion drawn from the results. See “</w:t>
      </w:r>
      <w:hyperlink r:id="rId22" w:history="1">
        <w:r w:rsidRPr="00A07FF1">
          <w:rPr>
            <w:rStyle w:val="Hyperlink"/>
            <w:rFonts w:cstheme="minorHAnsi"/>
            <w:sz w:val="24"/>
            <w:szCs w:val="24"/>
          </w:rPr>
          <w:t>U.S. Merchandise Trade Statistics: A Quality Profile</w:t>
        </w:r>
      </w:hyperlink>
      <w:r w:rsidRPr="00A07FF1">
        <w:rPr>
          <w:rStyle w:val="Hyperlink"/>
          <w:rFonts w:cstheme="minorHAnsi"/>
          <w:color w:val="auto"/>
          <w:sz w:val="24"/>
          <w:szCs w:val="24"/>
          <w:u w:val="none"/>
        </w:rPr>
        <w:t>”</w:t>
      </w:r>
      <w:r w:rsidRPr="00A07FF1">
        <w:rPr>
          <w:rFonts w:cstheme="minorHAnsi"/>
          <w:sz w:val="24"/>
          <w:szCs w:val="24"/>
        </w:rPr>
        <w:t xml:space="preserve"> (October 2014) for a detailed discussion of errors affecting the goods data.</w:t>
      </w:r>
    </w:p>
    <w:p w14:paraId="75A972EA"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Area Groupings</w:t>
      </w:r>
    </w:p>
    <w:p w14:paraId="00AA743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North America</w:t>
      </w:r>
      <w:r w:rsidRPr="00A07FF1">
        <w:rPr>
          <w:rFonts w:cstheme="minorHAnsi"/>
          <w:sz w:val="24"/>
          <w:szCs w:val="24"/>
        </w:rPr>
        <w:t>: Canada, Mexico.</w:t>
      </w:r>
    </w:p>
    <w:p w14:paraId="263A4478" w14:textId="77777777" w:rsidR="001705DB" w:rsidRPr="00A07FF1" w:rsidRDefault="001705DB" w:rsidP="001705DB">
      <w:pPr>
        <w:spacing w:after="120"/>
        <w:ind w:left="-360"/>
        <w:rPr>
          <w:rFonts w:cstheme="minorHAnsi"/>
          <w:sz w:val="24"/>
          <w:szCs w:val="24"/>
        </w:rPr>
      </w:pPr>
      <w:r w:rsidRPr="00A07FF1">
        <w:rPr>
          <w:rFonts w:cstheme="minorHAnsi"/>
          <w:b/>
          <w:sz w:val="24"/>
          <w:szCs w:val="24"/>
        </w:rPr>
        <w:t>Dominican Republic-Central America-United States Free Trade Agreement (</w:t>
      </w:r>
      <w:r w:rsidRPr="00A07FF1">
        <w:rPr>
          <w:rFonts w:cstheme="minorHAnsi"/>
          <w:b/>
          <w:bCs/>
          <w:sz w:val="24"/>
          <w:szCs w:val="24"/>
        </w:rPr>
        <w:t>CAFTA-DR)</w:t>
      </w:r>
      <w:r w:rsidRPr="00A07FF1">
        <w:rPr>
          <w:rFonts w:cstheme="minorHAnsi"/>
          <w:sz w:val="24"/>
          <w:szCs w:val="24"/>
        </w:rPr>
        <w:t>:</w:t>
      </w:r>
      <w:r w:rsidRPr="00A07FF1">
        <w:rPr>
          <w:rFonts w:cstheme="minorHAnsi"/>
          <w:b/>
          <w:sz w:val="24"/>
          <w:szCs w:val="24"/>
        </w:rPr>
        <w:t xml:space="preserve"> </w:t>
      </w:r>
      <w:r w:rsidRPr="00A07FF1">
        <w:rPr>
          <w:rFonts w:cstheme="minorHAnsi"/>
          <w:sz w:val="24"/>
          <w:szCs w:val="24"/>
        </w:rPr>
        <w:t>Costa Rica, Dominican Republic, El Salvador, Guatemala, Honduras, Nicaragua.</w:t>
      </w:r>
    </w:p>
    <w:p w14:paraId="2461702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w:t>
      </w:r>
      <w:r w:rsidRPr="00A07FF1">
        <w:rPr>
          <w:rFonts w:cstheme="minorHAnsi"/>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European Union</w:t>
      </w:r>
      <w:r w:rsidRPr="00A07FF1">
        <w:rPr>
          <w:rFonts w:cstheme="minorHAnsi"/>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Euro Area</w:t>
      </w:r>
      <w:r w:rsidRPr="00A07FF1">
        <w:rPr>
          <w:rFonts w:cstheme="minorHAnsi"/>
          <w:sz w:val="24"/>
          <w:szCs w:val="24"/>
        </w:rPr>
        <w:t>: Austria, Belgium, Cyprus, Estonia, Finland, France, Germany, Greece, Ireland, Italy, Latvia, Lithuania, Luxembourg, Malta, Netherlands, Portugal, Slovakia, Slovenia, Spain.</w:t>
      </w:r>
    </w:p>
    <w:p w14:paraId="01B38C9F"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Pacific Rim</w:t>
      </w:r>
      <w:r w:rsidRPr="00A07FF1">
        <w:rPr>
          <w:rFonts w:cstheme="minorHAnsi"/>
          <w:sz w:val="24"/>
          <w:szCs w:val="24"/>
        </w:rPr>
        <w:t>: Australia, Brunei, China, Hong Kong, Indonesia, Japan, Korea (South), Macau, Malaysia, New Zealand, Papua New Guinea, Philippines, Singapore, Taiwan.</w:t>
      </w:r>
    </w:p>
    <w:p w14:paraId="60264F28"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South/Central America</w:t>
      </w:r>
      <w:r w:rsidRPr="00A07FF1">
        <w:rPr>
          <w:rFonts w:cstheme="minorHAnsi"/>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w:t>
      </w:r>
      <w:r w:rsidRPr="00A07FF1">
        <w:rPr>
          <w:rFonts w:cstheme="minorHAnsi"/>
          <w:sz w:val="24"/>
          <w:szCs w:val="24"/>
        </w:rPr>
        <w:lastRenderedPageBreak/>
        <w:t>Grenada, Guadeloupe, Guatemala, Guyana, Haiti, Honduras, Jamaica, Martinique, Montserrat, Netherlands Antilles, Nicaragua, Panama, Paraguay, Peru, Sint Maarten, St. Kitts and Nevis, St. Lucia, St. Vincent and the Grenadines, Suriname, Trinidad and Tobago, Turks and Caicos Islands, Uruguay, Venezuela.</w:t>
      </w:r>
    </w:p>
    <w:p w14:paraId="38B78F7F" w14:textId="692419D2" w:rsidR="001705DB" w:rsidRPr="00A07FF1" w:rsidRDefault="001705DB" w:rsidP="001705DB">
      <w:pPr>
        <w:spacing w:after="120"/>
        <w:ind w:left="-360"/>
        <w:rPr>
          <w:rFonts w:cstheme="minorHAnsi"/>
          <w:sz w:val="24"/>
          <w:szCs w:val="24"/>
        </w:rPr>
      </w:pPr>
      <w:r w:rsidRPr="00A07FF1">
        <w:rPr>
          <w:rFonts w:cstheme="minorHAnsi"/>
          <w:b/>
          <w:bCs/>
          <w:sz w:val="24"/>
          <w:szCs w:val="24"/>
        </w:rPr>
        <w:t>Organization</w:t>
      </w:r>
      <w:r w:rsidRPr="00A07FF1">
        <w:rPr>
          <w:rFonts w:cstheme="minorHAnsi"/>
          <w:b/>
          <w:bCs/>
          <w:sz w:val="24"/>
          <w:szCs w:val="24"/>
          <w:lang w:val="es-MX"/>
        </w:rPr>
        <w:t xml:space="preserve"> of</w:t>
      </w:r>
      <w:r w:rsidRPr="00A07FF1">
        <w:rPr>
          <w:rFonts w:cstheme="minorHAnsi"/>
          <w:b/>
          <w:bCs/>
          <w:sz w:val="24"/>
          <w:szCs w:val="24"/>
        </w:rPr>
        <w:t xml:space="preserve"> Petroleum Exporting Countries</w:t>
      </w:r>
      <w:r w:rsidRPr="00A07FF1">
        <w:rPr>
          <w:rFonts w:cstheme="minorHAnsi"/>
          <w:b/>
          <w:bCs/>
          <w:sz w:val="24"/>
          <w:szCs w:val="24"/>
          <w:lang w:val="es-MX"/>
        </w:rPr>
        <w:t xml:space="preserve"> (OPEC)</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Angola,</w:t>
      </w:r>
      <w:r w:rsidR="00C71D34" w:rsidRPr="00A07FF1">
        <w:rPr>
          <w:rFonts w:cstheme="minorHAnsi"/>
          <w:sz w:val="24"/>
          <w:szCs w:val="24"/>
          <w:lang w:val="es-MX"/>
        </w:rPr>
        <w:t xml:space="preserve"> Congo (Brazzaville),</w:t>
      </w:r>
      <w:r w:rsidRPr="00A07FF1">
        <w:rPr>
          <w:rFonts w:cstheme="minorHAnsi"/>
          <w:sz w:val="24"/>
          <w:szCs w:val="24"/>
          <w:lang w:val="es-MX"/>
        </w:rPr>
        <w:t xml:space="preserve"> Ecuador,</w:t>
      </w:r>
      <w:r w:rsidRPr="00A07FF1">
        <w:rPr>
          <w:rFonts w:cstheme="minorHAnsi"/>
          <w:sz w:val="24"/>
          <w:szCs w:val="24"/>
        </w:rPr>
        <w:t xml:space="preserve"> Equatorial Guinea, Gabon</w:t>
      </w:r>
      <w:r w:rsidRPr="00A07FF1">
        <w:rPr>
          <w:rFonts w:cstheme="minorHAnsi"/>
          <w:sz w:val="24"/>
          <w:szCs w:val="24"/>
          <w:lang w:val="es-MX"/>
        </w:rPr>
        <w:t xml:space="preserve">, </w:t>
      </w:r>
      <w:r w:rsidRPr="00A07FF1">
        <w:rPr>
          <w:rFonts w:cstheme="minorHAnsi"/>
          <w:sz w:val="24"/>
          <w:szCs w:val="24"/>
        </w:rPr>
        <w:t>Iran</w:t>
      </w:r>
      <w:r w:rsidRPr="00A07FF1">
        <w:rPr>
          <w:rFonts w:cstheme="minorHAnsi"/>
          <w:sz w:val="24"/>
          <w:szCs w:val="24"/>
          <w:lang w:val="es-MX"/>
        </w:rPr>
        <w:t>, Iraq, Kuwait,</w:t>
      </w:r>
      <w:r w:rsidRPr="00A07FF1">
        <w:rPr>
          <w:rFonts w:cstheme="minorHAnsi"/>
          <w:sz w:val="24"/>
          <w:szCs w:val="24"/>
          <w:lang w:val="smj-NO"/>
        </w:rPr>
        <w:t xml:space="preserve"> Libya</w:t>
      </w:r>
      <w:r w:rsidRPr="00A07FF1">
        <w:rPr>
          <w:rFonts w:cstheme="minorHAnsi"/>
          <w:sz w:val="24"/>
          <w:szCs w:val="24"/>
          <w:lang w:val="es-MX"/>
        </w:rPr>
        <w:t>, Nigeria, Qatar,</w:t>
      </w:r>
      <w:r w:rsidRPr="00A07FF1">
        <w:rPr>
          <w:rFonts w:cstheme="minorHAnsi"/>
          <w:sz w:val="24"/>
          <w:szCs w:val="24"/>
        </w:rPr>
        <w:t xml:space="preserve"> Saudi</w:t>
      </w:r>
      <w:r w:rsidRPr="00A07FF1">
        <w:rPr>
          <w:rFonts w:cstheme="minorHAnsi"/>
          <w:sz w:val="24"/>
          <w:szCs w:val="24"/>
          <w:lang w:val="es-MX"/>
        </w:rPr>
        <w:t xml:space="preserve"> Arabia,</w:t>
      </w:r>
      <w:r w:rsidRPr="00A07FF1">
        <w:rPr>
          <w:rFonts w:cstheme="minorHAnsi"/>
          <w:sz w:val="24"/>
          <w:szCs w:val="24"/>
        </w:rPr>
        <w:t xml:space="preserve"> United Arab Emirates</w:t>
      </w:r>
      <w:r w:rsidRPr="00A07FF1">
        <w:rPr>
          <w:rFonts w:cstheme="minorHAnsi"/>
          <w:sz w:val="24"/>
          <w:szCs w:val="24"/>
          <w:lang w:val="es-MX"/>
        </w:rPr>
        <w:t>, Venezuela.</w:t>
      </w:r>
    </w:p>
    <w:p w14:paraId="7508BD12" w14:textId="3E88BF92" w:rsidR="001705DB" w:rsidRPr="00A07FF1" w:rsidRDefault="001705DB" w:rsidP="001705DB">
      <w:pPr>
        <w:spacing w:after="120"/>
        <w:ind w:left="-360"/>
        <w:rPr>
          <w:rFonts w:cstheme="minorHAnsi"/>
          <w:sz w:val="24"/>
          <w:szCs w:val="24"/>
          <w:lang w:val="es-MX"/>
        </w:rPr>
      </w:pPr>
      <w:r w:rsidRPr="00A07FF1">
        <w:rPr>
          <w:rFonts w:cstheme="minorHAnsi"/>
          <w:b/>
          <w:bCs/>
          <w:sz w:val="24"/>
          <w:szCs w:val="24"/>
        </w:rPr>
        <w:t>Africa</w:t>
      </w:r>
      <w:r w:rsidRPr="00A07FF1">
        <w:rPr>
          <w:rFonts w:cstheme="minorHAnsi"/>
          <w:sz w:val="24"/>
          <w:szCs w:val="24"/>
          <w:lang w:val="es-MX"/>
        </w:rPr>
        <w:t>:</w:t>
      </w:r>
      <w:r w:rsidRPr="00A07FF1">
        <w:rPr>
          <w:rFonts w:cstheme="minorHAnsi"/>
          <w:sz w:val="24"/>
          <w:szCs w:val="24"/>
        </w:rPr>
        <w:t xml:space="preserve"> Algeria</w:t>
      </w:r>
      <w:r w:rsidRPr="00A07FF1">
        <w:rPr>
          <w:rFonts w:cstheme="minorHAnsi"/>
          <w:sz w:val="24"/>
          <w:szCs w:val="24"/>
          <w:lang w:val="es-MX"/>
        </w:rPr>
        <w:t xml:space="preserve">, Angola, </w:t>
      </w:r>
      <w:r w:rsidRPr="00A07FF1">
        <w:rPr>
          <w:rFonts w:cstheme="minorHAnsi"/>
          <w:sz w:val="24"/>
          <w:szCs w:val="24"/>
        </w:rPr>
        <w:t xml:space="preserve">Benin, Botswana, British Indian Ocean Territories, Burkina Faso, Burundi, Cabo Verde, Cameroon, Central African Republic, Chad, Comoros, Congo (Brazzaville), Congo (Kinshasa), Djibouti, Egypt, Equatorial Guinea, Eritrea, </w:t>
      </w:r>
      <w:r w:rsidR="000C49AE" w:rsidRPr="00A07FF1">
        <w:rPr>
          <w:rFonts w:cstheme="minorHAnsi"/>
          <w:sz w:val="24"/>
          <w:szCs w:val="24"/>
        </w:rPr>
        <w:t xml:space="preserve">Eswatini, </w:t>
      </w:r>
      <w:r w:rsidRPr="00A07FF1">
        <w:rPr>
          <w:rFonts w:cstheme="minorHAnsi"/>
          <w:sz w:val="24"/>
          <w:szCs w:val="24"/>
        </w:rPr>
        <w:t>Ethiopia, French Southern and Antarctic Lands, Gabon, Gambia, Ghana, Guinea, Guinea-Bissau, Ivory Coast, Kenya, Lesotho, Liberia, Libya, Madagascar, Malawi, Mali, Mauritania, Mauritius, Mayotte, Morocco, Mozambique, Namibia, Niger, Nigeria, Reunion, Rwanda, St. Helena, Sao Tome and Principe, Senegal, Seychelles, Sierra Leone, Somalia, So</w:t>
      </w:r>
      <w:r w:rsidR="000C49AE" w:rsidRPr="00A07FF1">
        <w:rPr>
          <w:rFonts w:cstheme="minorHAnsi"/>
          <w:sz w:val="24"/>
          <w:szCs w:val="24"/>
        </w:rPr>
        <w:t>uth Africa, South Sudan, Sudan</w:t>
      </w:r>
      <w:r w:rsidRPr="00A07FF1">
        <w:rPr>
          <w:rFonts w:cstheme="minorHAnsi"/>
          <w:sz w:val="24"/>
          <w:szCs w:val="24"/>
        </w:rPr>
        <w:t>, Tanzania, Togo, Tunisia, Uganda, Western Sahara, Zambia, Zimbabwe.</w:t>
      </w:r>
    </w:p>
    <w:p w14:paraId="6B4A55BF"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Adjustments for Seasonal and Trading-Day Variations</w:t>
      </w:r>
    </w:p>
    <w:p w14:paraId="19985710" w14:textId="77777777" w:rsidR="00323FBE" w:rsidRPr="00A07FF1" w:rsidRDefault="001705DB" w:rsidP="001705DB">
      <w:pPr>
        <w:spacing w:after="120"/>
        <w:ind w:left="-360"/>
        <w:rPr>
          <w:rFonts w:cstheme="minorHAnsi"/>
          <w:sz w:val="24"/>
          <w:szCs w:val="24"/>
        </w:rPr>
      </w:pPr>
      <w:r w:rsidRPr="00A07FF1">
        <w:rPr>
          <w:rFonts w:cstheme="minorHAnsi"/>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w:t>
      </w:r>
      <w:r w:rsidR="00323FBE" w:rsidRPr="00A07FF1">
        <w:rPr>
          <w:rFonts w:cstheme="minorHAnsi"/>
          <w:sz w:val="24"/>
          <w:szCs w:val="24"/>
        </w:rPr>
        <w:t>The Census Bureau provides these data to BEA for use in the NIPAs and in the U.S international transactions accounts (balance of payments accounts).</w:t>
      </w:r>
    </w:p>
    <w:p w14:paraId="2BB5A3BF" w14:textId="56085B03" w:rsidR="001705DB" w:rsidRPr="00A07FF1" w:rsidRDefault="001705DB" w:rsidP="001705DB">
      <w:pPr>
        <w:spacing w:after="120"/>
        <w:ind w:left="-360"/>
        <w:rPr>
          <w:rFonts w:cstheme="minorHAnsi"/>
          <w:sz w:val="24"/>
          <w:szCs w:val="24"/>
        </w:rPr>
      </w:pPr>
      <w:r w:rsidRPr="00A07FF1">
        <w:rPr>
          <w:rFonts w:cstheme="minorHAnsi"/>
          <w:sz w:val="24"/>
          <w:szCs w:val="24"/>
        </w:rPr>
        <w:t xml:space="preserve">Exhibit 19 shows goods (Census basis)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w:t>
      </w:r>
      <w:r w:rsidRPr="00A07FF1">
        <w:rPr>
          <w:rFonts w:cstheme="minorHAnsi"/>
          <w:sz w:val="24"/>
          <w:szCs w:val="24"/>
        </w:rPr>
        <w:lastRenderedPageBreak/>
        <w:t>and import data and from different seasonal adjustment models. Data users should use caution drawing comparisons between the two sets of seasonally adjusted series.</w:t>
      </w:r>
    </w:p>
    <w:p w14:paraId="7257AFD9" w14:textId="15CFBE43" w:rsidR="001705DB" w:rsidRPr="00A07FF1" w:rsidRDefault="001705DB" w:rsidP="001705DB">
      <w:pPr>
        <w:spacing w:after="120"/>
        <w:ind w:left="-360"/>
        <w:rPr>
          <w:rFonts w:cstheme="minorHAnsi"/>
          <w:sz w:val="24"/>
          <w:szCs w:val="24"/>
        </w:rPr>
      </w:pPr>
      <w:r w:rsidRPr="00A07FF1">
        <w:rPr>
          <w:rFonts w:cstheme="minorHAnsi"/>
          <w:sz w:val="24"/>
          <w:szCs w:val="24"/>
        </w:rPr>
        <w:t>The sea</w:t>
      </w:r>
      <w:r w:rsidR="00E83CA8" w:rsidRPr="00A07FF1">
        <w:rPr>
          <w:rFonts w:cstheme="minorHAnsi"/>
          <w:sz w:val="24"/>
          <w:szCs w:val="24"/>
        </w:rPr>
        <w:t>sonal adjustment procedure (X-13</w:t>
      </w:r>
      <w:r w:rsidRPr="00A07FF1">
        <w:rPr>
          <w:rFonts w:cstheme="minorHAnsi"/>
          <w:sz w:val="24"/>
          <w:szCs w:val="24"/>
        </w:rPr>
        <w:t>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A07FF1" w:rsidRDefault="001705DB" w:rsidP="001705DB">
      <w:pPr>
        <w:spacing w:after="0"/>
        <w:ind w:left="-360"/>
        <w:rPr>
          <w:rFonts w:cstheme="minorHAnsi"/>
          <w:b/>
          <w:i/>
          <w:iCs/>
          <w:sz w:val="24"/>
          <w:szCs w:val="24"/>
        </w:rPr>
      </w:pPr>
      <w:r w:rsidRPr="00A07FF1">
        <w:rPr>
          <w:rFonts w:cstheme="minorHAnsi"/>
          <w:b/>
          <w:i/>
          <w:iCs/>
          <w:sz w:val="24"/>
          <w:szCs w:val="24"/>
        </w:rPr>
        <w:t>Adjustments for Price Change</w:t>
      </w:r>
    </w:p>
    <w:p w14:paraId="4FAEAB09" w14:textId="745D7566" w:rsidR="001705DB" w:rsidRPr="00A07FF1" w:rsidRDefault="001705DB" w:rsidP="001705DB">
      <w:pPr>
        <w:spacing w:after="120"/>
        <w:ind w:left="-360"/>
        <w:rPr>
          <w:rFonts w:cstheme="minorHAnsi"/>
          <w:sz w:val="24"/>
          <w:szCs w:val="24"/>
        </w:rPr>
      </w:pPr>
      <w:r w:rsidRPr="00A07FF1">
        <w:rPr>
          <w:rFonts w:cstheme="minorHAnsi"/>
          <w:sz w:val="24"/>
          <w:szCs w:val="24"/>
        </w:rPr>
        <w:t>Data adjusted for seasonal variation on a real</w:t>
      </w:r>
      <w:r w:rsidR="00323FBE" w:rsidRPr="00A07FF1">
        <w:rPr>
          <w:rFonts w:cstheme="minorHAnsi"/>
          <w:sz w:val="24"/>
          <w:szCs w:val="24"/>
        </w:rPr>
        <w:t>, or</w:t>
      </w:r>
      <w:r w:rsidRPr="00A07FF1">
        <w:rPr>
          <w:rFonts w:cstheme="minorHAnsi"/>
          <w:sz w:val="24"/>
          <w:szCs w:val="24"/>
        </w:rPr>
        <w:t xml:space="preserve"> chained-dollar</w:t>
      </w:r>
      <w:r w:rsidR="003721BB" w:rsidRPr="00A07FF1">
        <w:rPr>
          <w:rFonts w:cstheme="minorHAnsi"/>
          <w:sz w:val="24"/>
          <w:szCs w:val="24"/>
        </w:rPr>
        <w:t>,</w:t>
      </w:r>
      <w:r w:rsidRPr="00A07FF1">
        <w:rPr>
          <w:rFonts w:cstheme="minorHAnsi"/>
          <w:sz w:val="24"/>
          <w:szCs w:val="24"/>
        </w:rPr>
        <w:t xml:space="preserve"> basis (20</w:t>
      </w:r>
      <w:r w:rsidR="00323FBE" w:rsidRPr="00A07FF1">
        <w:rPr>
          <w:rFonts w:cstheme="minorHAnsi"/>
          <w:sz w:val="24"/>
          <w:szCs w:val="24"/>
        </w:rPr>
        <w:t>12</w:t>
      </w:r>
      <w:r w:rsidRPr="00A07FF1">
        <w:rPr>
          <w:rFonts w:cstheme="minorHAnsi"/>
          <w:sz w:val="24"/>
          <w:szCs w:val="24"/>
        </w:rPr>
        <w:t xml:space="preserve"> </w:t>
      </w:r>
      <w:r w:rsidR="00323FBE" w:rsidRPr="00A07FF1">
        <w:rPr>
          <w:rFonts w:cstheme="minorHAnsi"/>
          <w:sz w:val="24"/>
          <w:szCs w:val="24"/>
        </w:rPr>
        <w:t>reference</w:t>
      </w:r>
      <w:r w:rsidRPr="00A07FF1">
        <w:rPr>
          <w:rFonts w:cstheme="minorHAnsi"/>
          <w:sz w:val="24"/>
          <w:szCs w:val="24"/>
        </w:rPr>
        <w:t xml:space="preserve"> year) are presented in Exhibits 10 and 11. This adjustment for price change is done using the Fisher chain-weighted methodology. The deflators are primarily based on the monthly price indexes published by the BLS using techniques developed for the NIPAs by BEA.</w:t>
      </w:r>
    </w:p>
    <w:p w14:paraId="7AE44B96"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Principal Commodities</w:t>
      </w:r>
    </w:p>
    <w:p w14:paraId="2334B919" w14:textId="77777777" w:rsidR="001705DB" w:rsidRPr="00A07FF1" w:rsidRDefault="001705DB" w:rsidP="001705DB">
      <w:pPr>
        <w:spacing w:after="120"/>
        <w:ind w:left="-360"/>
        <w:rPr>
          <w:rFonts w:cstheme="minorHAnsi"/>
          <w:sz w:val="24"/>
          <w:szCs w:val="24"/>
        </w:rPr>
      </w:pPr>
      <w:r w:rsidRPr="00A07FF1">
        <w:rPr>
          <w:rFonts w:cstheme="minorHAnsi"/>
          <w:sz w:val="24"/>
          <w:szCs w:val="24"/>
        </w:rPr>
        <w:t>Goods data appearing in Exhibit 15 are classified in terms of the SITC Revision 4, with the exception of agricultural and manufactured goods. Agricultural goods are defined by the U.S. Department of Agriculture (USDA);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AEF327D" w:rsidR="001705DB" w:rsidRPr="00A07FF1" w:rsidRDefault="001705DB" w:rsidP="001705DB">
      <w:pPr>
        <w:spacing w:after="120"/>
        <w:ind w:left="-360"/>
        <w:rPr>
          <w:rFonts w:cstheme="minorHAnsi"/>
          <w:sz w:val="24"/>
          <w:szCs w:val="24"/>
        </w:rPr>
      </w:pPr>
      <w:r w:rsidRPr="00A07FF1">
        <w:rPr>
          <w:rFonts w:cstheme="minorHAnsi"/>
          <w:sz w:val="24"/>
          <w:szCs w:val="24"/>
        </w:rPr>
        <w:t xml:space="preserve">Re-exports are foreign merchandise entering the country as imports and then exported in substantially the same condition as when imported. Re-exports, </w:t>
      </w:r>
      <w:r w:rsidR="00323FBE" w:rsidRPr="00A07FF1">
        <w:rPr>
          <w:rFonts w:cstheme="minorHAnsi"/>
          <w:sz w:val="24"/>
          <w:szCs w:val="24"/>
        </w:rPr>
        <w:t xml:space="preserve">which are </w:t>
      </w:r>
      <w:r w:rsidRPr="00A07FF1">
        <w:rPr>
          <w:rFonts w:cstheme="minorHAnsi"/>
          <w:sz w:val="24"/>
          <w:szCs w:val="24"/>
        </w:rPr>
        <w:t>included in overall export totals, appear as separate line items in Exhibit 15.</w:t>
      </w:r>
    </w:p>
    <w:p w14:paraId="7AF05460" w14:textId="77777777"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Advanced Technology Products</w:t>
      </w:r>
    </w:p>
    <w:p w14:paraId="70E1D458" w14:textId="77777777" w:rsidR="001705DB" w:rsidRPr="00A07FF1" w:rsidRDefault="001705DB" w:rsidP="001705DB">
      <w:pPr>
        <w:spacing w:after="120"/>
        <w:ind w:left="-360"/>
        <w:rPr>
          <w:rFonts w:cstheme="minorHAnsi"/>
          <w:sz w:val="24"/>
          <w:szCs w:val="24"/>
        </w:rPr>
      </w:pPr>
      <w:r w:rsidRPr="00A07FF1">
        <w:rPr>
          <w:rFonts w:cstheme="minorHAnsi"/>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 code contains products whose technology is from a recognized high technology field (e.g., biotechnology).</w:t>
      </w:r>
    </w:p>
    <w:p w14:paraId="59F836DB"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These products represent leading edge technology in that field.</w:t>
      </w:r>
    </w:p>
    <w:p w14:paraId="225D5610" w14:textId="77777777" w:rsidR="001705DB" w:rsidRPr="00A07FF1" w:rsidRDefault="001705DB" w:rsidP="001705DB">
      <w:pPr>
        <w:numPr>
          <w:ilvl w:val="0"/>
          <w:numId w:val="15"/>
        </w:numPr>
        <w:spacing w:after="120"/>
        <w:rPr>
          <w:rFonts w:cstheme="minorHAnsi"/>
          <w:sz w:val="24"/>
          <w:szCs w:val="24"/>
        </w:rPr>
      </w:pPr>
      <w:r w:rsidRPr="00A07FF1">
        <w:rPr>
          <w:rFonts w:cstheme="minorHAnsi"/>
          <w:sz w:val="24"/>
          <w:szCs w:val="24"/>
        </w:rPr>
        <w:t>Such products constitute a significant part of all items covered in the selected classification code.</w:t>
      </w:r>
    </w:p>
    <w:p w14:paraId="71BB69DE"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52010D24" w14:textId="0189C016" w:rsidR="005126C3" w:rsidRPr="00A07FF1" w:rsidRDefault="005126C3" w:rsidP="001705DB">
      <w:pPr>
        <w:spacing w:after="0"/>
        <w:ind w:left="-360"/>
        <w:rPr>
          <w:rFonts w:cstheme="minorHAnsi"/>
          <w:b/>
          <w:sz w:val="24"/>
          <w:szCs w:val="24"/>
        </w:rPr>
      </w:pPr>
      <w:r w:rsidRPr="00A07FF1">
        <w:rPr>
          <w:rFonts w:cstheme="minorHAnsi"/>
          <w:b/>
          <w:sz w:val="24"/>
          <w:szCs w:val="24"/>
        </w:rPr>
        <w:t xml:space="preserve">Goods </w:t>
      </w:r>
      <w:r w:rsidR="00C5235C" w:rsidRPr="00A07FF1">
        <w:rPr>
          <w:rFonts w:cstheme="minorHAnsi"/>
          <w:b/>
          <w:sz w:val="24"/>
          <w:szCs w:val="24"/>
        </w:rPr>
        <w:t>T</w:t>
      </w:r>
      <w:r w:rsidRPr="00A07FF1">
        <w:rPr>
          <w:rFonts w:cstheme="minorHAnsi"/>
          <w:b/>
          <w:sz w:val="24"/>
          <w:szCs w:val="24"/>
        </w:rPr>
        <w:t>rade in the Advance Economic Indicators Report</w:t>
      </w:r>
    </w:p>
    <w:p w14:paraId="796E8262" w14:textId="5ABA6A12" w:rsidR="000B1D03" w:rsidRPr="000B1D03" w:rsidRDefault="000B1D03" w:rsidP="000B1D03">
      <w:pPr>
        <w:spacing w:after="0"/>
        <w:ind w:left="-360"/>
        <w:rPr>
          <w:rFonts w:cstheme="minorHAnsi"/>
          <w:sz w:val="24"/>
          <w:szCs w:val="24"/>
        </w:rPr>
      </w:pPr>
      <w:r w:rsidRPr="000B1D03">
        <w:rPr>
          <w:rFonts w:cstheme="minorHAnsi"/>
          <w:sz w:val="24"/>
          <w:szCs w:val="24"/>
        </w:rPr>
        <w:t>In addition to the U.S. International Trade in Goods and Services report (FT-900), which is released jointly with BEA, the Census Bureau also releases advance statistics on international trade in goods, along with advance estimates on retail and wholesale inventories, in the Advance Economic Indicators Report (</w:t>
      </w:r>
      <w:hyperlink r:id="rId23" w:history="1">
        <w:r w:rsidRPr="000B1D03">
          <w:rPr>
            <w:rStyle w:val="Hyperlink"/>
            <w:rFonts w:cstheme="minorHAnsi"/>
            <w:sz w:val="24"/>
            <w:szCs w:val="24"/>
          </w:rPr>
          <w:t>Advance Report</w:t>
        </w:r>
      </w:hyperlink>
      <w:r w:rsidRPr="000B1D03">
        <w:rPr>
          <w:rFonts w:cstheme="minorHAnsi"/>
          <w:sz w:val="24"/>
          <w:szCs w:val="24"/>
        </w:rPr>
        <w:t>). Trade statistics in the Advance Report, released on average 24 to 26 calendar days after the end of the reference month, reflect nearly complete coverage of goods trade, while statistics in the FT-900, released on average 34 to 36 calendar days after the end of the reference month, reflect complete coverage.</w:t>
      </w:r>
    </w:p>
    <w:p w14:paraId="1F8CD5BA" w14:textId="6C8CDB9C" w:rsidR="000B1D03" w:rsidRPr="000B1D03" w:rsidRDefault="000B1D03" w:rsidP="000B1D03">
      <w:pPr>
        <w:spacing w:after="0"/>
        <w:ind w:left="-360"/>
        <w:rPr>
          <w:rFonts w:cstheme="minorHAnsi"/>
          <w:sz w:val="24"/>
          <w:szCs w:val="24"/>
        </w:rPr>
      </w:pPr>
      <w:r w:rsidRPr="000B1D03">
        <w:rPr>
          <w:rFonts w:cstheme="minorHAnsi"/>
          <w:sz w:val="24"/>
          <w:szCs w:val="24"/>
        </w:rPr>
        <w:t xml:space="preserve">The Advance Report contains advance statistics for goods trade on a Census basis by principal end-use category, thus providing users an earlier high-level snapshot of U.S. international trade for the featured month. Commodity and country details and statistics for goods trade on a balance of payments (BOP) basis and for services trade are released several days later in the FT-900. See the </w:t>
      </w:r>
      <w:hyperlink r:id="rId24" w:history="1">
        <w:r w:rsidRPr="00672A9F">
          <w:rPr>
            <w:rStyle w:val="Hyperlink"/>
            <w:rFonts w:cstheme="minorHAnsi"/>
            <w:sz w:val="24"/>
            <w:szCs w:val="24"/>
          </w:rPr>
          <w:t>Advance Report Frequently Asked Questions</w:t>
        </w:r>
      </w:hyperlink>
      <w:r w:rsidRPr="000B1D03">
        <w:rPr>
          <w:rFonts w:cstheme="minorHAnsi"/>
          <w:sz w:val="24"/>
          <w:szCs w:val="24"/>
        </w:rPr>
        <w:t xml:space="preserve"> for more information.</w:t>
      </w:r>
    </w:p>
    <w:p w14:paraId="5EA750F0" w14:textId="58606891" w:rsidR="000B1D03" w:rsidRDefault="000B1D03" w:rsidP="000B1D03">
      <w:pPr>
        <w:spacing w:after="120"/>
        <w:ind w:left="-360"/>
        <w:rPr>
          <w:rFonts w:cstheme="minorHAnsi"/>
          <w:sz w:val="24"/>
          <w:szCs w:val="24"/>
        </w:rPr>
      </w:pPr>
      <w:r w:rsidRPr="000B1D03">
        <w:rPr>
          <w:rFonts w:cstheme="minorHAnsi"/>
          <w:sz w:val="24"/>
          <w:szCs w:val="24"/>
        </w:rPr>
        <w:t xml:space="preserve">The FT-900 is the primary source for the goods trade data used in BEA’s quarterly gross domestic product (GDP) statistics. However, for the advance GDP estimate, FT-900 data for the third month are not yet available, so BEA uses data from the Advance Report. Because only goods trade on a Census basis by principal end-use category is available in the Advance Report, BEA applies adjustments, such as BOP and coverage adjustments, to the Advance Report statistics to produce detailed estimates for incorporation into the advance GDP estimate. See the “Key Source Data and Assumptions” table that accompanies each </w:t>
      </w:r>
      <w:hyperlink r:id="rId25" w:history="1">
        <w:r w:rsidRPr="00672A9F">
          <w:rPr>
            <w:rStyle w:val="Hyperlink"/>
            <w:rFonts w:cstheme="minorHAnsi"/>
            <w:sz w:val="24"/>
            <w:szCs w:val="24"/>
          </w:rPr>
          <w:t>GDP release</w:t>
        </w:r>
      </w:hyperlink>
      <w:r w:rsidRPr="000B1D03">
        <w:rPr>
          <w:rFonts w:cstheme="minorHAnsi"/>
          <w:sz w:val="24"/>
          <w:szCs w:val="24"/>
        </w:rPr>
        <w:t xml:space="preserve"> for more information.</w:t>
      </w:r>
    </w:p>
    <w:p w14:paraId="3DD9637B" w14:textId="1821AAEF" w:rsidR="001705DB" w:rsidRPr="00A07FF1" w:rsidRDefault="001705DB" w:rsidP="000B1D03">
      <w:pPr>
        <w:spacing w:after="0"/>
        <w:ind w:left="-360"/>
        <w:rPr>
          <w:rFonts w:cstheme="minorHAnsi"/>
          <w:b/>
          <w:sz w:val="24"/>
          <w:szCs w:val="24"/>
        </w:rPr>
      </w:pPr>
      <w:r w:rsidRPr="00A07FF1">
        <w:rPr>
          <w:rFonts w:cstheme="minorHAnsi"/>
          <w:b/>
          <w:sz w:val="24"/>
          <w:szCs w:val="24"/>
        </w:rPr>
        <w:t>Goods (</w:t>
      </w:r>
      <w:r w:rsidR="00A74F32" w:rsidRPr="00A07FF1">
        <w:rPr>
          <w:rFonts w:cstheme="minorHAnsi"/>
          <w:b/>
          <w:sz w:val="24"/>
          <w:szCs w:val="24"/>
        </w:rPr>
        <w:t>BOP</w:t>
      </w:r>
      <w:r w:rsidRPr="00A07FF1">
        <w:rPr>
          <w:rFonts w:cstheme="minorHAnsi"/>
          <w:b/>
          <w:sz w:val="24"/>
          <w:szCs w:val="24"/>
        </w:rPr>
        <w:t xml:space="preserve"> Basis) and Services</w:t>
      </w:r>
    </w:p>
    <w:p w14:paraId="57CA4D02" w14:textId="59408C6A" w:rsidR="001705DB" w:rsidRPr="00A07FF1" w:rsidRDefault="001705DB" w:rsidP="001705DB">
      <w:pPr>
        <w:spacing w:after="120"/>
        <w:ind w:left="-360"/>
        <w:rPr>
          <w:rFonts w:cstheme="minorHAnsi"/>
          <w:sz w:val="24"/>
          <w:szCs w:val="24"/>
        </w:rPr>
      </w:pPr>
      <w:r w:rsidRPr="00A07FF1">
        <w:rPr>
          <w:rFonts w:cstheme="minorHAnsi"/>
          <w:sz w:val="24"/>
          <w:szCs w:val="24"/>
        </w:rPr>
        <w:t xml:space="preserve">Quarterly and annual statistics for goods on a BOP basis and for services are included in the U.S. international transactions accounts (ITAs), which are published by BEA in news releases in March, June, September, and December and in the </w:t>
      </w:r>
      <w:hyperlink r:id="rId26" w:history="1">
        <w:r w:rsidRPr="00A07FF1">
          <w:rPr>
            <w:rStyle w:val="Hyperlink"/>
            <w:rFonts w:cstheme="minorHAnsi"/>
            <w:i/>
            <w:sz w:val="24"/>
            <w:szCs w:val="24"/>
          </w:rPr>
          <w:t>Survey of Current Business</w:t>
        </w:r>
      </w:hyperlink>
      <w:r w:rsidRPr="00A07FF1">
        <w:rPr>
          <w:rFonts w:cstheme="minorHAnsi"/>
          <w:sz w:val="24"/>
          <w:szCs w:val="24"/>
        </w:rPr>
        <w:t xml:space="preserve"> in the January, April, July, and October issues. The next release of the ITAs is scheduled for </w:t>
      </w:r>
      <w:r w:rsidR="00887202">
        <w:rPr>
          <w:rFonts w:cstheme="minorHAnsi"/>
          <w:sz w:val="24"/>
          <w:szCs w:val="24"/>
        </w:rPr>
        <w:t>March 27</w:t>
      </w:r>
      <w:r w:rsidR="00E833B1">
        <w:rPr>
          <w:rFonts w:cstheme="minorHAnsi"/>
          <w:sz w:val="24"/>
          <w:szCs w:val="24"/>
        </w:rPr>
        <w:t>, 2019</w:t>
      </w:r>
      <w:r w:rsidRPr="00A07FF1">
        <w:rPr>
          <w:rFonts w:cstheme="minorHAnsi"/>
          <w:sz w:val="24"/>
          <w:szCs w:val="24"/>
        </w:rPr>
        <w:t>.</w:t>
      </w:r>
    </w:p>
    <w:p w14:paraId="06F93214" w14:textId="457B0452" w:rsidR="001705DB" w:rsidRPr="00A07FF1" w:rsidRDefault="001705DB" w:rsidP="001705DB">
      <w:pPr>
        <w:spacing w:after="120"/>
        <w:ind w:left="-360"/>
        <w:rPr>
          <w:rFonts w:cstheme="minorHAnsi"/>
          <w:sz w:val="24"/>
          <w:szCs w:val="24"/>
        </w:rPr>
      </w:pPr>
      <w:r w:rsidRPr="00A07FF1">
        <w:rPr>
          <w:rFonts w:cstheme="minorHAnsi"/>
          <w:sz w:val="24"/>
          <w:szCs w:val="24"/>
        </w:rPr>
        <w:t xml:space="preserve">In addition, BEA releases detailed annual </w:t>
      </w:r>
      <w:hyperlink r:id="rId27" w:history="1">
        <w:r w:rsidRPr="00A07FF1">
          <w:rPr>
            <w:rStyle w:val="Hyperlink"/>
            <w:rFonts w:cstheme="minorHAnsi"/>
            <w:sz w:val="24"/>
            <w:szCs w:val="24"/>
          </w:rPr>
          <w:t>international services</w:t>
        </w:r>
      </w:hyperlink>
      <w:r w:rsidRPr="00A07FF1">
        <w:rPr>
          <w:rFonts w:cstheme="minorHAnsi"/>
          <w:sz w:val="24"/>
          <w:szCs w:val="24"/>
        </w:rPr>
        <w:t xml:space="preserve"> statistics, which consist of statistics on trade in services and on services supplied through affiliates of multinational enterprises. The statistics </w:t>
      </w:r>
      <w:r w:rsidRPr="00A07FF1">
        <w:rPr>
          <w:rFonts w:cstheme="minorHAnsi"/>
          <w:sz w:val="24"/>
          <w:szCs w:val="24"/>
        </w:rPr>
        <w:lastRenderedPageBreak/>
        <w:t>provide detail on U.S. trade in services by type and by country and area and detail on services supplied through affiliates by industry and by country and area.</w:t>
      </w:r>
    </w:p>
    <w:p w14:paraId="2102CF68" w14:textId="0C2F828D" w:rsidR="001705DB" w:rsidRPr="00A07FF1" w:rsidRDefault="001705DB" w:rsidP="001705DB">
      <w:pPr>
        <w:spacing w:after="0"/>
        <w:ind w:left="-360"/>
        <w:rPr>
          <w:rFonts w:cstheme="minorHAnsi"/>
          <w:b/>
          <w:bCs/>
          <w:i/>
          <w:iCs/>
          <w:sz w:val="24"/>
          <w:szCs w:val="24"/>
        </w:rPr>
      </w:pPr>
      <w:r w:rsidRPr="00A07FF1">
        <w:rPr>
          <w:rFonts w:cstheme="minorHAnsi"/>
          <w:b/>
          <w:bCs/>
          <w:i/>
          <w:iCs/>
          <w:sz w:val="24"/>
          <w:szCs w:val="24"/>
        </w:rPr>
        <w:t>Goods (</w:t>
      </w:r>
      <w:r w:rsidR="00A74F32" w:rsidRPr="00A07FF1">
        <w:rPr>
          <w:rFonts w:cstheme="minorHAnsi"/>
          <w:b/>
          <w:bCs/>
          <w:i/>
          <w:iCs/>
          <w:sz w:val="24"/>
          <w:szCs w:val="24"/>
        </w:rPr>
        <w:t>BOP</w:t>
      </w:r>
      <w:r w:rsidRPr="00A07FF1">
        <w:rPr>
          <w:rFonts w:cstheme="minorHAnsi"/>
          <w:b/>
          <w:bCs/>
          <w:i/>
          <w:iCs/>
          <w:sz w:val="24"/>
          <w:szCs w:val="24"/>
        </w:rPr>
        <w:t xml:space="preserve"> Basis)</w:t>
      </w:r>
    </w:p>
    <w:p w14:paraId="03DB8DB8" w14:textId="5A13B25D" w:rsidR="001705DB" w:rsidRPr="00A07FF1" w:rsidRDefault="001705DB" w:rsidP="001705DB">
      <w:pPr>
        <w:spacing w:after="120"/>
        <w:ind w:left="-360"/>
        <w:rPr>
          <w:rFonts w:cstheme="minorHAnsi"/>
          <w:sz w:val="24"/>
          <w:szCs w:val="24"/>
        </w:rPr>
      </w:pPr>
      <w:r w:rsidRPr="00A07FF1">
        <w:rPr>
          <w:rFonts w:cstheme="minorHAnsi"/>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eliminate duplication of transactions recorded elsewhere in the international accounts, and to value transactions at market prices. They include both </w:t>
      </w:r>
      <w:r w:rsidRPr="00A07FF1">
        <w:rPr>
          <w:rFonts w:cstheme="minorHAnsi"/>
          <w:i/>
          <w:sz w:val="24"/>
          <w:szCs w:val="24"/>
        </w:rPr>
        <w:t>additions</w:t>
      </w:r>
      <w:r w:rsidRPr="00A07FF1">
        <w:rPr>
          <w:rFonts w:cstheme="minorHAnsi"/>
          <w:sz w:val="24"/>
          <w:szCs w:val="24"/>
        </w:rPr>
        <w:t xml:space="preserve"> to and </w:t>
      </w:r>
      <w:r w:rsidRPr="00A07FF1">
        <w:rPr>
          <w:rFonts w:cstheme="minorHAnsi"/>
          <w:i/>
          <w:sz w:val="24"/>
          <w:szCs w:val="24"/>
        </w:rPr>
        <w:t>deductions</w:t>
      </w:r>
      <w:r w:rsidRPr="00A07FF1">
        <w:rPr>
          <w:rFonts w:cstheme="minorHAnsi"/>
          <w:sz w:val="24"/>
          <w:szCs w:val="24"/>
        </w:rPr>
        <w:t xml:space="preserve"> from goods on a Census basis and are presented in this release as </w:t>
      </w:r>
      <w:r w:rsidRPr="00A07FF1">
        <w:rPr>
          <w:rFonts w:cstheme="minorHAnsi"/>
          <w:i/>
          <w:sz w:val="24"/>
          <w:szCs w:val="24"/>
        </w:rPr>
        <w:t>net adjustments</w:t>
      </w:r>
      <w:r w:rsidRPr="00A07FF1">
        <w:rPr>
          <w:rFonts w:cstheme="minorHAnsi"/>
          <w:sz w:val="24"/>
          <w:szCs w:val="24"/>
        </w:rPr>
        <w:t xml:space="preserve">. Adjustments that exhibit significant seasonal patterns are seasonally adjusted. BEA also publishes more detailed quarterly and annual statistics for </w:t>
      </w:r>
      <w:r w:rsidRPr="00A07FF1">
        <w:rPr>
          <w:rFonts w:cstheme="minorHAnsi"/>
          <w:i/>
          <w:sz w:val="24"/>
          <w:szCs w:val="24"/>
        </w:rPr>
        <w:t>net adjustments</w:t>
      </w:r>
      <w:r w:rsidRPr="00A07FF1">
        <w:rPr>
          <w:rFonts w:cstheme="minorHAnsi"/>
          <w:sz w:val="24"/>
          <w:szCs w:val="24"/>
        </w:rPr>
        <w:t xml:space="preserve"> in </w:t>
      </w:r>
      <w:hyperlink r:id="rId28" w:history="1">
        <w:r w:rsidRPr="00A07FF1">
          <w:rPr>
            <w:rStyle w:val="Hyperlink"/>
            <w:rFonts w:cstheme="minorHAnsi"/>
            <w:sz w:val="24"/>
            <w:szCs w:val="24"/>
          </w:rPr>
          <w:t>ITA Table 2.4. U.S. International Trade in Goods, Balance of Payments Adjustments</w:t>
        </w:r>
      </w:hyperlink>
      <w:r w:rsidRPr="00A07FF1">
        <w:rPr>
          <w:rFonts w:cstheme="minorHAnsi"/>
          <w:sz w:val="24"/>
          <w:szCs w:val="24"/>
        </w:rPr>
        <w:t xml:space="preserve"> and in the January, April, July, and October issues of the </w:t>
      </w:r>
      <w:r w:rsidRPr="00A07FF1">
        <w:rPr>
          <w:rFonts w:cstheme="minorHAnsi"/>
          <w:i/>
          <w:sz w:val="24"/>
          <w:szCs w:val="24"/>
        </w:rPr>
        <w:t>Survey of Current Business</w:t>
      </w:r>
      <w:r w:rsidRPr="00A07FF1">
        <w:rPr>
          <w:rFonts w:cstheme="minorHAnsi"/>
          <w:sz w:val="24"/>
          <w:szCs w:val="24"/>
        </w:rPr>
        <w:t>.</w:t>
      </w:r>
    </w:p>
    <w:p w14:paraId="18D88385" w14:textId="77777777" w:rsidR="001705DB" w:rsidRPr="00A07FF1" w:rsidRDefault="001705DB" w:rsidP="001705DB">
      <w:pPr>
        <w:spacing w:after="120"/>
        <w:ind w:left="-360"/>
        <w:rPr>
          <w:rFonts w:cstheme="minorHAnsi"/>
          <w:sz w:val="24"/>
          <w:szCs w:val="24"/>
        </w:rPr>
      </w:pPr>
      <w:r w:rsidRPr="00A07FF1">
        <w:rPr>
          <w:rFonts w:cstheme="minorHAnsi"/>
          <w:sz w:val="24"/>
          <w:szCs w:val="24"/>
        </w:rPr>
        <w:t>The export adjustments include:</w:t>
      </w:r>
    </w:p>
    <w:p w14:paraId="65653822"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exports,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bCs/>
          <w:i/>
          <w:sz w:val="24"/>
          <w:szCs w:val="24"/>
        </w:rPr>
        <w:t>addition</w:t>
      </w:r>
      <w:r w:rsidRPr="00A07FF1">
        <w:rPr>
          <w:rFonts w:cstheme="minorHAnsi"/>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Goods procured in U.S. ports by foreign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foreign air and ocean carriers’ fuel purchases in U.S. ports.</w:t>
      </w:r>
    </w:p>
    <w:p w14:paraId="3ABD5B4F"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Net exports of goods under merchanting</w:t>
      </w:r>
      <w:r w:rsidRPr="00A07FF1">
        <w:rPr>
          <w:rFonts w:cstheme="minorHAnsi"/>
          <w:bCs/>
          <w:sz w:val="24"/>
          <w:szCs w:val="24"/>
        </w:rPr>
        <w:t xml:space="preserve"> - This </w:t>
      </w:r>
      <w:r w:rsidRPr="00A07FF1">
        <w:rPr>
          <w:rFonts w:cstheme="minorHAnsi"/>
          <w:bCs/>
          <w:i/>
          <w:sz w:val="24"/>
          <w:szCs w:val="24"/>
        </w:rPr>
        <w:t>addition</w:t>
      </w:r>
      <w:r w:rsidRPr="00A07FF1">
        <w:rPr>
          <w:rFonts w:cstheme="minorHAnsi"/>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exports include:</w:t>
      </w:r>
    </w:p>
    <w:p w14:paraId="6A90FFC5" w14:textId="2E083A3D"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developed motion picture film, </w:t>
      </w:r>
      <w:r w:rsidR="00323FBE" w:rsidRPr="00A07FF1">
        <w:rPr>
          <w:rFonts w:cstheme="minorHAnsi"/>
          <w:sz w:val="24"/>
          <w:szCs w:val="24"/>
        </w:rPr>
        <w:t>military grant-aid,</w:t>
      </w:r>
      <w:r w:rsidR="00323FBE" w:rsidRPr="00A07FF1">
        <w:rPr>
          <w:rFonts w:cstheme="minorHAnsi"/>
        </w:rPr>
        <w:t xml:space="preserve"> </w:t>
      </w:r>
      <w:r w:rsidR="00323FBE" w:rsidRPr="00A07FF1">
        <w:rPr>
          <w:rFonts w:cstheme="minorHAnsi"/>
          <w:sz w:val="24"/>
          <w:szCs w:val="24"/>
        </w:rPr>
        <w:t>and, for periods prior to 2010, goods identified in the Census data as exports under the Foreign Military Sales (FMS) program.</w:t>
      </w:r>
      <w:r w:rsidRPr="00A07FF1">
        <w:rPr>
          <w:rFonts w:cstheme="minorHAnsi"/>
          <w:sz w:val="24"/>
          <w:szCs w:val="24"/>
        </w:rPr>
        <w:t xml:space="preserve"> </w:t>
      </w:r>
      <w:r w:rsidRPr="00A07FF1">
        <w:rPr>
          <w:rFonts w:cstheme="minorHAnsi"/>
          <w:i/>
          <w:sz w:val="24"/>
          <w:szCs w:val="24"/>
        </w:rPr>
        <w:t>Additions</w:t>
      </w:r>
      <w:r w:rsidRPr="00A07FF1">
        <w:rPr>
          <w:rFonts w:cstheme="minorHAnsi"/>
          <w:sz w:val="24"/>
          <w:szCs w:val="24"/>
        </w:rPr>
        <w:t xml:space="preserve"> for sales of fish caught in U.S. territorial waters, exports of electricity to Mexico, private gift parcels, vessels and oil rigs for which ownership changes, valuation of software exports at market value, low-value (below reporting threshold) transactions for 1999–2009 to phase in a revised Census Bureau low-value methodology that was implemented for goods on a Census basis beginning with statistics for 2010</w:t>
      </w:r>
      <w:r w:rsidR="00323FBE" w:rsidRPr="00A07FF1">
        <w:rPr>
          <w:rFonts w:cstheme="minorHAnsi"/>
          <w:sz w:val="24"/>
          <w:szCs w:val="24"/>
        </w:rPr>
        <w:t>, and, for periods prior to 2010, FMS goods exports reported to BEA by the U.S. Department of Defense.</w:t>
      </w:r>
    </w:p>
    <w:p w14:paraId="57B12AB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The import adjustments include:</w:t>
      </w:r>
    </w:p>
    <w:p w14:paraId="42C09BE0"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Gold imports, nonmonetary</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Goods procured in foreign ports by U.S. carriers</w:t>
      </w:r>
      <w:r w:rsidRPr="00A07FF1">
        <w:rPr>
          <w:rFonts w:cstheme="minorHAnsi"/>
          <w:bCs/>
          <w:sz w:val="24"/>
          <w:szCs w:val="24"/>
        </w:rPr>
        <w:t xml:space="preserve"> - </w:t>
      </w:r>
      <w:r w:rsidRPr="00A07FF1">
        <w:rPr>
          <w:rFonts w:cstheme="minorHAnsi"/>
          <w:sz w:val="24"/>
          <w:szCs w:val="24"/>
        </w:rPr>
        <w:t>T</w:t>
      </w:r>
      <w:r w:rsidRPr="00A07FF1">
        <w:rPr>
          <w:rFonts w:cstheme="minorHAnsi"/>
          <w:bCs/>
          <w:sz w:val="24"/>
          <w:szCs w:val="24"/>
        </w:rPr>
        <w:t xml:space="preserve">his </w:t>
      </w:r>
      <w:r w:rsidRPr="00A07FF1">
        <w:rPr>
          <w:rFonts w:cstheme="minorHAnsi"/>
          <w:bCs/>
          <w:i/>
          <w:sz w:val="24"/>
          <w:szCs w:val="24"/>
        </w:rPr>
        <w:t>addition</w:t>
      </w:r>
      <w:r w:rsidRPr="00A07FF1">
        <w:rPr>
          <w:rFonts w:cstheme="minorHAnsi"/>
          <w:bCs/>
          <w:sz w:val="24"/>
          <w:szCs w:val="24"/>
        </w:rPr>
        <w:t xml:space="preserve"> is made for U.S. air and ocean carriers’ fuel purchases in foreign ports.</w:t>
      </w:r>
    </w:p>
    <w:p w14:paraId="209C14B9"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Imports by U.S. military agencies</w:t>
      </w:r>
      <w:r w:rsidRPr="00A07FF1">
        <w:rPr>
          <w:rFonts w:cstheme="minorHAnsi"/>
          <w:bCs/>
          <w:sz w:val="24"/>
          <w:szCs w:val="24"/>
        </w:rPr>
        <w:t xml:space="preserve"> - T</w:t>
      </w:r>
      <w:r w:rsidRPr="00A07FF1">
        <w:rPr>
          <w:rFonts w:cstheme="minorHAnsi"/>
          <w:sz w:val="24"/>
          <w:szCs w:val="24"/>
        </w:rPr>
        <w:t xml:space="preserve">his </w:t>
      </w:r>
      <w:r w:rsidRPr="00A07FF1">
        <w:rPr>
          <w:rFonts w:cstheme="minorHAnsi"/>
          <w:i/>
          <w:sz w:val="24"/>
          <w:szCs w:val="24"/>
        </w:rPr>
        <w:t>addition</w:t>
      </w:r>
      <w:r w:rsidRPr="00A07FF1">
        <w:rPr>
          <w:rFonts w:cstheme="minorHAnsi"/>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Inland freight in Canada and Mexico</w:t>
      </w:r>
      <w:r w:rsidRPr="00A07FF1">
        <w:rPr>
          <w:rFonts w:cstheme="minorHAnsi"/>
          <w:bCs/>
          <w:sz w:val="24"/>
          <w:szCs w:val="24"/>
        </w:rPr>
        <w:t xml:space="preserve"> - This</w:t>
      </w:r>
      <w:r w:rsidRPr="00A07FF1">
        <w:rPr>
          <w:rFonts w:cstheme="minorHAnsi"/>
          <w:b/>
          <w:bCs/>
          <w:sz w:val="24"/>
          <w:szCs w:val="24"/>
        </w:rPr>
        <w:t xml:space="preserve"> </w:t>
      </w:r>
      <w:r w:rsidRPr="00A07FF1">
        <w:rPr>
          <w:rFonts w:cstheme="minorHAnsi"/>
          <w:i/>
          <w:sz w:val="24"/>
          <w:szCs w:val="24"/>
        </w:rPr>
        <w:t>addition</w:t>
      </w:r>
      <w:r w:rsidRPr="00A07FF1">
        <w:rPr>
          <w:rFonts w:cstheme="minorHAnsi"/>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A07FF1">
        <w:rPr>
          <w:rFonts w:cstheme="minorHAnsi"/>
          <w:i/>
          <w:sz w:val="24"/>
          <w:szCs w:val="24"/>
        </w:rPr>
        <w:t>addition</w:t>
      </w:r>
      <w:r w:rsidRPr="00A07FF1">
        <w:rPr>
          <w:rFonts w:cstheme="minorHAnsi"/>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A07FF1" w:rsidRDefault="001705DB" w:rsidP="001705DB">
      <w:pPr>
        <w:spacing w:after="120"/>
        <w:ind w:left="-360"/>
        <w:rPr>
          <w:rFonts w:cstheme="minorHAnsi"/>
          <w:sz w:val="24"/>
          <w:szCs w:val="24"/>
        </w:rPr>
      </w:pPr>
      <w:r w:rsidRPr="00A07FF1">
        <w:rPr>
          <w:rFonts w:cstheme="minorHAnsi"/>
          <w:sz w:val="24"/>
          <w:szCs w:val="24"/>
        </w:rPr>
        <w:t>Other adjustments to imports include:</w:t>
      </w:r>
    </w:p>
    <w:p w14:paraId="34416B48" w14:textId="77777777" w:rsidR="001705DB" w:rsidRPr="00A07FF1" w:rsidRDefault="001705DB" w:rsidP="001705DB">
      <w:pPr>
        <w:spacing w:after="120"/>
        <w:ind w:left="-360"/>
        <w:rPr>
          <w:rFonts w:cstheme="minorHAnsi"/>
          <w:sz w:val="24"/>
          <w:szCs w:val="24"/>
        </w:rPr>
      </w:pPr>
      <w:r w:rsidRPr="00A07FF1">
        <w:rPr>
          <w:rFonts w:cstheme="minorHAnsi"/>
          <w:i/>
          <w:sz w:val="24"/>
          <w:szCs w:val="24"/>
        </w:rPr>
        <w:t>Deductions</w:t>
      </w:r>
      <w:r w:rsidRPr="00A07FF1">
        <w:rPr>
          <w:rFonts w:cstheme="minorHAnsi"/>
          <w:sz w:val="24"/>
          <w:szCs w:val="24"/>
        </w:rPr>
        <w:t xml:space="preserve"> for equipment repairs (parts and labor), repairs to U.S. vessels abroad, and developed motion picture film.  </w:t>
      </w:r>
      <w:r w:rsidRPr="00A07FF1">
        <w:rPr>
          <w:rFonts w:cstheme="minorHAnsi"/>
          <w:i/>
          <w:sz w:val="24"/>
          <w:szCs w:val="24"/>
        </w:rPr>
        <w:t>Additions</w:t>
      </w:r>
      <w:r w:rsidRPr="00A07FF1">
        <w:rPr>
          <w:rFonts w:cstheme="minorHAnsi"/>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27C1EBBF" w:rsidR="001705DB" w:rsidRPr="00A07FF1" w:rsidRDefault="001705DB" w:rsidP="001705DB">
      <w:pPr>
        <w:spacing w:after="0"/>
        <w:ind w:left="-360"/>
        <w:rPr>
          <w:rFonts w:cstheme="minorHAnsi"/>
          <w:b/>
          <w:bCs/>
          <w:i/>
          <w:sz w:val="24"/>
          <w:szCs w:val="24"/>
        </w:rPr>
      </w:pPr>
      <w:r w:rsidRPr="00A07FF1">
        <w:rPr>
          <w:rFonts w:cstheme="minorHAnsi"/>
          <w:b/>
          <w:bCs/>
          <w:i/>
          <w:sz w:val="24"/>
          <w:szCs w:val="24"/>
        </w:rPr>
        <w:t>Services</w:t>
      </w:r>
    </w:p>
    <w:p w14:paraId="1D09A5CE" w14:textId="77777777" w:rsidR="001705DB" w:rsidRPr="00A07FF1" w:rsidRDefault="001705DB" w:rsidP="001705DB">
      <w:pPr>
        <w:spacing w:after="120"/>
        <w:ind w:left="-360"/>
        <w:rPr>
          <w:rFonts w:cstheme="minorHAnsi"/>
          <w:sz w:val="24"/>
          <w:szCs w:val="24"/>
        </w:rPr>
      </w:pPr>
      <w:r w:rsidRPr="00A07FF1">
        <w:rPr>
          <w:rFonts w:cstheme="minorHAnsi"/>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62E36DCA" w:rsidR="001705DB" w:rsidRPr="00A07FF1" w:rsidRDefault="001705DB" w:rsidP="001705DB">
      <w:pPr>
        <w:spacing w:after="120"/>
        <w:ind w:left="-360"/>
        <w:rPr>
          <w:rFonts w:cstheme="minorHAnsi"/>
          <w:sz w:val="24"/>
          <w:szCs w:val="24"/>
        </w:rPr>
      </w:pPr>
      <w:r w:rsidRPr="00A07FF1">
        <w:rPr>
          <w:rFonts w:cstheme="minorHAnsi"/>
          <w:sz w:val="24"/>
          <w:szCs w:val="24"/>
        </w:rPr>
        <w:t xml:space="preserve">Services statistics are based on quarterly, annual, and benchmark surveys and information obtained from monthly government and industry reports. For categories for which monthly data are not available, </w:t>
      </w:r>
      <w:r w:rsidRPr="00A07FF1">
        <w:rPr>
          <w:rFonts w:cstheme="minorHAnsi"/>
          <w:sz w:val="24"/>
          <w:szCs w:val="24"/>
        </w:rPr>
        <w:lastRenderedPageBreak/>
        <w:t>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29" w:history="1">
        <w:r w:rsidRPr="00A07FF1">
          <w:rPr>
            <w:rStyle w:val="Hyperlink"/>
            <w:rFonts w:cstheme="minorHAnsi"/>
            <w:sz w:val="24"/>
            <w:szCs w:val="24"/>
          </w:rPr>
          <w:t>An Empirical Review of Methods for Temporal Distribution and Interpolation in the National Accounts</w:t>
        </w:r>
      </w:hyperlink>
      <w:r w:rsidRPr="00A07FF1">
        <w:rPr>
          <w:rFonts w:cstheme="minorHAnsi"/>
          <w:sz w:val="24"/>
          <w:szCs w:val="24"/>
        </w:rPr>
        <w:t>” (May 2008) for more information. Services are seasonally adjusted when statistically significant seasonal patterns are present.</w:t>
      </w:r>
    </w:p>
    <w:p w14:paraId="77588D1A" w14:textId="77777777" w:rsidR="001705DB" w:rsidRPr="00A07FF1" w:rsidRDefault="001705DB" w:rsidP="001705DB">
      <w:pPr>
        <w:spacing w:after="120"/>
        <w:ind w:left="-360"/>
        <w:rPr>
          <w:rFonts w:cstheme="minorHAnsi"/>
          <w:sz w:val="24"/>
          <w:szCs w:val="24"/>
        </w:rPr>
      </w:pPr>
      <w:r w:rsidRPr="00A07FF1">
        <w:rPr>
          <w:rFonts w:cstheme="minorHAnsi"/>
          <w:sz w:val="24"/>
          <w:szCs w:val="24"/>
        </w:rPr>
        <w:t>Services are shown in nine broad categories. The following is a brief description of the types of services included in each category:</w:t>
      </w:r>
    </w:p>
    <w:p w14:paraId="1B2A22EC" w14:textId="77777777" w:rsidR="001705DB" w:rsidRPr="00A07FF1" w:rsidRDefault="001705DB" w:rsidP="001705DB">
      <w:pPr>
        <w:spacing w:after="120"/>
        <w:ind w:left="-360"/>
        <w:rPr>
          <w:rFonts w:cstheme="minorHAnsi"/>
          <w:bCs/>
          <w:sz w:val="24"/>
          <w:szCs w:val="24"/>
        </w:rPr>
      </w:pPr>
      <w:r w:rsidRPr="00A07FF1">
        <w:rPr>
          <w:rFonts w:cstheme="minorHAnsi"/>
          <w:b/>
          <w:bCs/>
          <w:sz w:val="24"/>
          <w:szCs w:val="24"/>
        </w:rPr>
        <w:t xml:space="preserve">Maintenance and repair services </w:t>
      </w:r>
      <w:proofErr w:type="spellStart"/>
      <w:r w:rsidRPr="00A07FF1">
        <w:rPr>
          <w:rFonts w:cstheme="minorHAnsi"/>
          <w:b/>
          <w:bCs/>
          <w:sz w:val="24"/>
          <w:szCs w:val="24"/>
        </w:rPr>
        <w:t>n.i.e</w:t>
      </w:r>
      <w:proofErr w:type="spellEnd"/>
      <w:r w:rsidRPr="00A07FF1">
        <w:rPr>
          <w:rFonts w:cstheme="minorHAnsi"/>
          <w:b/>
          <w:bCs/>
          <w:sz w:val="24"/>
          <w:szCs w:val="24"/>
        </w:rPr>
        <w:t>. (not included elsewhere)</w:t>
      </w:r>
      <w:r w:rsidRPr="00A07FF1">
        <w:rPr>
          <w:rFonts w:cstheme="minorHAnsi"/>
          <w:bCs/>
          <w:sz w:val="24"/>
          <w:szCs w:val="24"/>
        </w:rPr>
        <w:t xml:space="preserve"> - Consists of </w:t>
      </w:r>
      <w:r w:rsidRPr="00A07FF1">
        <w:rPr>
          <w:rFonts w:cstheme="minorHAnsi"/>
          <w:sz w:val="24"/>
          <w:szCs w:val="24"/>
        </w:rPr>
        <w:t>maintenance and repair services performed by residents of one country on goods that are owned by residents of another country. 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Transport</w:t>
      </w:r>
      <w:r w:rsidRPr="00A07FF1">
        <w:rPr>
          <w:rFonts w:cstheme="minorHAnsi"/>
          <w:sz w:val="24"/>
          <w:szCs w:val="24"/>
        </w:rPr>
        <w:t xml:space="preserve"> - Consists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Travel (for all purposes including education)</w:t>
      </w:r>
      <w:r w:rsidRPr="00A07FF1">
        <w:rPr>
          <w:rFonts w:cstheme="minorHAnsi"/>
          <w:sz w:val="24"/>
          <w:szCs w:val="24"/>
        </w:rPr>
        <w:t xml:space="preserve"> - Includes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A07FF1">
        <w:rPr>
          <w:rFonts w:cstheme="minorHAnsi"/>
          <w:sz w:val="24"/>
          <w:szCs w:val="24"/>
        </w:rPr>
        <w:t>transactor</w:t>
      </w:r>
      <w:proofErr w:type="spellEnd"/>
      <w:r w:rsidRPr="00A07FF1">
        <w:rPr>
          <w:rFonts w:cstheme="minorHAnsi"/>
          <w:sz w:val="24"/>
          <w:szCs w:val="24"/>
        </w:rPr>
        <w:t xml:space="preserve">-based component that covers a variety of goods and services, primarily lodging, meals, transportation in the country of travel, amusement, entertainment, and gifts. Travel excludes air passenger services for travel between countries, which are included in </w:t>
      </w:r>
      <w:r w:rsidRPr="00A07FF1">
        <w:rPr>
          <w:rFonts w:cstheme="minorHAnsi"/>
          <w:i/>
          <w:sz w:val="24"/>
          <w:szCs w:val="24"/>
        </w:rPr>
        <w:t>transport</w:t>
      </w:r>
      <w:r w:rsidRPr="00A07FF1">
        <w:rPr>
          <w:rFonts w:cstheme="minorHAnsi"/>
          <w:sz w:val="24"/>
          <w:szCs w:val="24"/>
        </w:rPr>
        <w:t>, and goods for resale, which are included in goods.</w:t>
      </w:r>
    </w:p>
    <w:p w14:paraId="0CC16067" w14:textId="77777777" w:rsidR="001705DB" w:rsidRPr="00A07FF1" w:rsidRDefault="001705DB" w:rsidP="001705DB">
      <w:pPr>
        <w:spacing w:after="120"/>
        <w:ind w:left="-360"/>
        <w:rPr>
          <w:rFonts w:cstheme="minorHAnsi"/>
          <w:sz w:val="24"/>
          <w:szCs w:val="24"/>
        </w:rPr>
      </w:pPr>
      <w:r w:rsidRPr="00A07FF1">
        <w:rPr>
          <w:rFonts w:cstheme="minorHAnsi"/>
          <w:sz w:val="24"/>
          <w:szCs w:val="24"/>
        </w:rPr>
        <w:lastRenderedPageBreak/>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A07FF1" w:rsidRDefault="001705DB" w:rsidP="001705DB">
      <w:pPr>
        <w:spacing w:after="120"/>
        <w:ind w:left="-360"/>
        <w:rPr>
          <w:rFonts w:cstheme="minorHAnsi"/>
          <w:sz w:val="24"/>
          <w:szCs w:val="24"/>
        </w:rPr>
      </w:pPr>
      <w:r w:rsidRPr="00A07FF1">
        <w:rPr>
          <w:rFonts w:cstheme="minorHAnsi"/>
          <w:b/>
          <w:sz w:val="24"/>
          <w:szCs w:val="24"/>
        </w:rPr>
        <w:t>Insurance services</w:t>
      </w:r>
      <w:r w:rsidRPr="00A07FF1">
        <w:rPr>
          <w:rFonts w:cstheme="minorHAnsi"/>
          <w:sz w:val="24"/>
          <w:szCs w:val="24"/>
        </w:rPr>
        <w:t xml:space="preserve"> - Includes the direct insurance services of providing life insurance and annuities, non-life (property and casualty) insurance, reinsurance, freight insurance, and auxiliary insurance services.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A07FF1" w:rsidRDefault="001705DB" w:rsidP="001705DB">
      <w:pPr>
        <w:spacing w:after="120"/>
        <w:ind w:left="-360"/>
        <w:rPr>
          <w:rFonts w:cstheme="minorHAnsi"/>
          <w:sz w:val="24"/>
          <w:szCs w:val="24"/>
        </w:rPr>
      </w:pPr>
      <w:r w:rsidRPr="00A07FF1">
        <w:rPr>
          <w:rFonts w:cstheme="minorHAnsi"/>
          <w:b/>
          <w:sz w:val="24"/>
          <w:szCs w:val="24"/>
        </w:rPr>
        <w:t>Financial services</w:t>
      </w:r>
      <w:r w:rsidRPr="00A07FF1">
        <w:rPr>
          <w:rFonts w:cstheme="minorHAnsi"/>
          <w:sz w:val="24"/>
          <w:szCs w:val="24"/>
        </w:rPr>
        <w:t xml:space="preserve"> - Includes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brokerage and underwriting, financial management, financial advisory, and custody services; credit and other credit-related services; and securities lending, electronic funds transfer, and other services.</w:t>
      </w:r>
    </w:p>
    <w:p w14:paraId="15FA1927"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t xml:space="preserve">Charges for the use of intellectual property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sz w:val="24"/>
          <w:szCs w:val="24"/>
        </w:rPr>
        <w:t xml:space="preserve"> - I</w:t>
      </w:r>
      <w:r w:rsidRPr="00A07FF1">
        <w:rPr>
          <w:rFonts w:cstheme="minorHAnsi"/>
          <w:bCs/>
          <w:sz w:val="24"/>
          <w:szCs w:val="24"/>
        </w:rPr>
        <w:t>ncludes charges for the use of proprietary rights, such as patents, trademarks, and copyrights, and charges for licenses to use, reproduce, distribute, and sell or purchase intellectual property</w:t>
      </w:r>
      <w:r w:rsidRPr="00A07FF1">
        <w:rPr>
          <w:rFonts w:cstheme="minorHAnsi"/>
          <w:b/>
          <w:bCs/>
          <w:sz w:val="24"/>
          <w:szCs w:val="24"/>
        </w:rPr>
        <w:t>.</w:t>
      </w:r>
    </w:p>
    <w:p w14:paraId="36A3BBD8" w14:textId="77777777" w:rsidR="001705DB" w:rsidRPr="00A07FF1" w:rsidRDefault="001705DB" w:rsidP="001705DB">
      <w:pPr>
        <w:spacing w:after="120"/>
        <w:ind w:left="-360"/>
        <w:rPr>
          <w:rFonts w:cstheme="minorHAnsi"/>
          <w:sz w:val="24"/>
          <w:szCs w:val="24"/>
        </w:rPr>
      </w:pPr>
      <w:r w:rsidRPr="00A07FF1">
        <w:rPr>
          <w:rFonts w:cstheme="minorHAnsi"/>
          <w:b/>
          <w:sz w:val="24"/>
          <w:szCs w:val="24"/>
        </w:rPr>
        <w:t>Telecommunications, computer, and information services</w:t>
      </w:r>
      <w:r w:rsidRPr="00A07FF1">
        <w:rPr>
          <w:rFonts w:cstheme="minorHAnsi"/>
          <w:sz w:val="24"/>
          <w:szCs w:val="24"/>
        </w:rPr>
        <w:t xml:space="preserve"> - Telecommunications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A07FF1" w:rsidRDefault="001705DB" w:rsidP="001705DB">
      <w:pPr>
        <w:spacing w:after="120"/>
        <w:ind w:left="-360"/>
        <w:rPr>
          <w:rFonts w:cstheme="minorHAnsi"/>
          <w:sz w:val="24"/>
          <w:szCs w:val="24"/>
        </w:rPr>
      </w:pPr>
      <w:r w:rsidRPr="00A07FF1">
        <w:rPr>
          <w:rFonts w:cstheme="minorHAnsi"/>
          <w:b/>
          <w:sz w:val="24"/>
          <w:szCs w:val="24"/>
        </w:rPr>
        <w:lastRenderedPageBreak/>
        <w:t>Other business services</w:t>
      </w:r>
      <w:r w:rsidRPr="00A07FF1">
        <w:rPr>
          <w:rFonts w:cstheme="minorHAnsi"/>
          <w:sz w:val="24"/>
          <w:szCs w:val="24"/>
        </w:rPr>
        <w:t xml:space="preserve"> - Consists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A07FF1" w:rsidRDefault="001705DB" w:rsidP="001705DB">
      <w:pPr>
        <w:spacing w:after="120"/>
        <w:ind w:left="-360"/>
        <w:rPr>
          <w:rFonts w:cstheme="minorHAnsi"/>
          <w:b/>
          <w:bCs/>
          <w:sz w:val="24"/>
          <w:szCs w:val="24"/>
        </w:rPr>
      </w:pPr>
      <w:r w:rsidRPr="00A07FF1">
        <w:rPr>
          <w:rFonts w:cstheme="minorHAnsi"/>
          <w:b/>
          <w:bCs/>
          <w:sz w:val="24"/>
          <w:szCs w:val="24"/>
        </w:rPr>
        <w:t xml:space="preserve">Government goods and services </w:t>
      </w:r>
      <w:proofErr w:type="spellStart"/>
      <w:r w:rsidRPr="00A07FF1">
        <w:rPr>
          <w:rFonts w:cstheme="minorHAnsi"/>
          <w:b/>
          <w:bCs/>
          <w:sz w:val="24"/>
          <w:szCs w:val="24"/>
        </w:rPr>
        <w:t>n.i.e</w:t>
      </w:r>
      <w:proofErr w:type="spellEnd"/>
      <w:r w:rsidRPr="00A07FF1">
        <w:rPr>
          <w:rFonts w:cstheme="minorHAnsi"/>
          <w:b/>
          <w:bCs/>
          <w:sz w:val="24"/>
          <w:szCs w:val="24"/>
        </w:rPr>
        <w:t>.</w:t>
      </w:r>
      <w:r w:rsidRPr="00A07FF1">
        <w:rPr>
          <w:rFonts w:cstheme="minorHAnsi"/>
          <w:bCs/>
          <w:sz w:val="24"/>
          <w:szCs w:val="24"/>
        </w:rPr>
        <w:t xml:space="preserve"> - Includes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A07FF1" w:rsidRDefault="001705DB" w:rsidP="001705DB">
      <w:pPr>
        <w:spacing w:after="0"/>
        <w:ind w:left="-360"/>
        <w:rPr>
          <w:rFonts w:cstheme="minorHAnsi"/>
          <w:sz w:val="24"/>
          <w:szCs w:val="24"/>
        </w:rPr>
      </w:pPr>
      <w:r w:rsidRPr="00A07FF1">
        <w:rPr>
          <w:rFonts w:cstheme="minorHAnsi"/>
          <w:b/>
          <w:bCs/>
          <w:i/>
          <w:sz w:val="24"/>
          <w:szCs w:val="24"/>
        </w:rPr>
        <w:t>Goods (BOP Basis) and Services by Country and Area</w:t>
      </w:r>
    </w:p>
    <w:p w14:paraId="56BE3B6D" w14:textId="77777777" w:rsidR="001705DB" w:rsidRPr="00A07FF1" w:rsidRDefault="001705DB" w:rsidP="001705DB">
      <w:pPr>
        <w:spacing w:after="120"/>
        <w:ind w:left="-360"/>
        <w:rPr>
          <w:rFonts w:cstheme="minorHAnsi"/>
          <w:sz w:val="24"/>
          <w:szCs w:val="24"/>
        </w:rPr>
      </w:pPr>
      <w:r w:rsidRPr="00A07FF1">
        <w:rPr>
          <w:rFonts w:cstheme="minorHAnsi"/>
          <w:sz w:val="24"/>
          <w:szCs w:val="24"/>
        </w:rPr>
        <w:t>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77777777" w:rsidR="001705DB" w:rsidRPr="00A07FF1" w:rsidRDefault="001705DB" w:rsidP="001705DB">
      <w:pPr>
        <w:spacing w:after="120"/>
        <w:ind w:left="-360"/>
        <w:rPr>
          <w:rFonts w:cstheme="minorHAnsi"/>
          <w:sz w:val="24"/>
          <w:szCs w:val="24"/>
        </w:rPr>
      </w:pPr>
      <w:r w:rsidRPr="00A07FF1">
        <w:rPr>
          <w:rFonts w:cstheme="minorHAnsi"/>
          <w:sz w:val="24"/>
          <w:szCs w:val="24"/>
        </w:rPr>
        <w:t xml:space="preserve">The definitions of the world areas shown in Exhibit 20 are consistent with the definitions for goods on a Census basis (see </w:t>
      </w:r>
      <w:r w:rsidRPr="00A07FF1">
        <w:rPr>
          <w:rFonts w:cstheme="minorHAnsi"/>
          <w:i/>
          <w:sz w:val="24"/>
          <w:szCs w:val="24"/>
        </w:rPr>
        <w:t xml:space="preserve">AREA GROUPINGS </w:t>
      </w:r>
      <w:r w:rsidRPr="00A07FF1">
        <w:rPr>
          <w:rFonts w:cstheme="minorHAnsi"/>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5ABFAA51" w14:textId="77777777" w:rsidR="001705DB" w:rsidRPr="00A07FF1" w:rsidRDefault="001705DB" w:rsidP="001705DB">
      <w:pPr>
        <w:spacing w:after="0"/>
        <w:ind w:left="-360"/>
        <w:rPr>
          <w:rFonts w:cstheme="minorHAnsi"/>
          <w:b/>
          <w:bCs/>
          <w:i/>
          <w:sz w:val="24"/>
          <w:szCs w:val="24"/>
        </w:rPr>
      </w:pPr>
      <w:r w:rsidRPr="00A07FF1">
        <w:rPr>
          <w:rFonts w:cstheme="minorHAnsi"/>
          <w:b/>
          <w:bCs/>
          <w:i/>
          <w:sz w:val="24"/>
          <w:szCs w:val="24"/>
        </w:rPr>
        <w:t>Revision Procedure (Goods on a BOP Basis and Services)</w:t>
      </w:r>
    </w:p>
    <w:p w14:paraId="05F5C93C" w14:textId="77777777" w:rsidR="001705DB" w:rsidRPr="00A07FF1" w:rsidRDefault="001705DB" w:rsidP="001705DB">
      <w:pPr>
        <w:spacing w:after="120"/>
        <w:ind w:left="-360"/>
        <w:rPr>
          <w:rFonts w:cstheme="minorHAnsi"/>
          <w:sz w:val="24"/>
          <w:szCs w:val="24"/>
        </w:rPr>
      </w:pPr>
      <w:r w:rsidRPr="00A07FF1">
        <w:rPr>
          <w:rFonts w:cstheme="minorHAnsi"/>
          <w:b/>
          <w:bCs/>
          <w:sz w:val="24"/>
          <w:szCs w:val="24"/>
        </w:rPr>
        <w:lastRenderedPageBreak/>
        <w:t>Monthly Revisions</w:t>
      </w:r>
      <w:r w:rsidRPr="00A07FF1">
        <w:rPr>
          <w:rFonts w:cstheme="minorHAnsi"/>
          <w:bCs/>
          <w:sz w:val="24"/>
          <w:szCs w:val="24"/>
        </w:rPr>
        <w:t>:</w:t>
      </w:r>
      <w:r w:rsidRPr="00A07FF1">
        <w:rPr>
          <w:rFonts w:cstheme="minorHAnsi"/>
          <w:sz w:val="24"/>
          <w:szCs w:val="24"/>
        </w:rPr>
        <w:t xml:space="preserve"> 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A07FF1" w:rsidRDefault="001705DB" w:rsidP="001705DB">
      <w:pPr>
        <w:spacing w:after="120"/>
        <w:ind w:left="-360"/>
        <w:rPr>
          <w:rFonts w:cstheme="minorHAnsi"/>
          <w:sz w:val="24"/>
          <w:szCs w:val="24"/>
        </w:rPr>
      </w:pPr>
      <w:r w:rsidRPr="00A07FF1">
        <w:rPr>
          <w:rFonts w:cstheme="minorHAnsi"/>
          <w:b/>
          <w:sz w:val="24"/>
          <w:szCs w:val="24"/>
        </w:rPr>
        <w:t>Quarterly Revisions</w:t>
      </w:r>
      <w:r w:rsidRPr="00A07FF1">
        <w:rPr>
          <w:rFonts w:cstheme="minorHAnsi"/>
          <w:sz w:val="24"/>
          <w:szCs w:val="24"/>
        </w:rPr>
        <w:t>: The releases in March, June, September, and December contain revised estimates for the previous six months to incorporate more comprehensive and updated source data.</w:t>
      </w:r>
    </w:p>
    <w:p w14:paraId="444DF0B9" w14:textId="77777777" w:rsidR="001705DB" w:rsidRPr="00A07FF1" w:rsidRDefault="001705DB" w:rsidP="001705DB">
      <w:pPr>
        <w:spacing w:after="120"/>
        <w:ind w:left="-360"/>
        <w:rPr>
          <w:rFonts w:cstheme="minorHAnsi"/>
          <w:sz w:val="24"/>
          <w:szCs w:val="24"/>
        </w:rPr>
      </w:pPr>
      <w:r w:rsidRPr="00A07FF1">
        <w:rPr>
          <w:rFonts w:cstheme="minorHAnsi"/>
          <w:b/>
          <w:sz w:val="24"/>
          <w:szCs w:val="24"/>
        </w:rPr>
        <w:t>Annual Revisions</w:t>
      </w:r>
      <w:r w:rsidRPr="00A07FF1">
        <w:rPr>
          <w:rFonts w:cstheme="minorHAnsi"/>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27F7A57A" w:rsidR="001705DB" w:rsidRPr="00A07FF1" w:rsidRDefault="001705DB" w:rsidP="001705DB">
      <w:pPr>
        <w:spacing w:after="120"/>
        <w:ind w:left="-360"/>
        <w:rPr>
          <w:rFonts w:cstheme="minorHAnsi"/>
          <w:sz w:val="24"/>
          <w:szCs w:val="24"/>
        </w:rPr>
      </w:pPr>
      <w:r w:rsidRPr="00A07FF1">
        <w:rPr>
          <w:rFonts w:cstheme="minorHAnsi"/>
          <w:b/>
          <w:sz w:val="24"/>
          <w:szCs w:val="24"/>
        </w:rPr>
        <w:t>Other Revisions</w:t>
      </w:r>
      <w:r w:rsidRPr="00A07FF1">
        <w:rPr>
          <w:rFonts w:cstheme="minorHAnsi"/>
          <w:sz w:val="24"/>
          <w:szCs w:val="24"/>
        </w:rPr>
        <w:t xml:space="preserve">: </w:t>
      </w:r>
      <w:r w:rsidR="00672A9F" w:rsidRPr="00672A9F">
        <w:rPr>
          <w:rFonts w:cstheme="minorHAnsi"/>
          <w:sz w:val="24"/>
          <w:szCs w:val="24"/>
        </w:rPr>
        <w:t>The release for December statistical month contains revisions to goods for January through November of the most recent year; the release for January statistical month contains revisions to both goods and services for all months of the most recent year. These revisions result from forcing the seasonally adjusted months to equal the annual totals.</w:t>
      </w:r>
    </w:p>
    <w:p w14:paraId="39F9B54A" w14:textId="77777777" w:rsidR="001705DB" w:rsidRPr="00A07FF1" w:rsidRDefault="001705DB" w:rsidP="001705DB">
      <w:pPr>
        <w:spacing w:after="0"/>
        <w:ind w:left="-360"/>
        <w:rPr>
          <w:rFonts w:cstheme="minorHAnsi"/>
          <w:b/>
          <w:sz w:val="24"/>
          <w:szCs w:val="24"/>
        </w:rPr>
      </w:pPr>
      <w:r w:rsidRPr="00A07FF1">
        <w:rPr>
          <w:rFonts w:cstheme="minorHAnsi"/>
          <w:b/>
          <w:sz w:val="24"/>
          <w:szCs w:val="24"/>
        </w:rPr>
        <w:t>Data Availability</w:t>
      </w:r>
    </w:p>
    <w:p w14:paraId="3BACB984" w14:textId="13DA2CFE" w:rsidR="001705DB" w:rsidRPr="00A07FF1" w:rsidRDefault="00672A9F" w:rsidP="001705DB">
      <w:pPr>
        <w:spacing w:after="120"/>
        <w:ind w:left="-360"/>
        <w:rPr>
          <w:rFonts w:cstheme="minorHAnsi"/>
          <w:sz w:val="24"/>
          <w:szCs w:val="24"/>
        </w:rPr>
      </w:pPr>
      <w:r w:rsidRPr="00672A9F">
        <w:rPr>
          <w:rFonts w:cstheme="minorHAnsi"/>
          <w:sz w:val="24"/>
          <w:szCs w:val="24"/>
        </w:rPr>
        <w:t xml:space="preserve">The FT-900 and the FT-900 Supplement are available at </w:t>
      </w:r>
      <w:hyperlink r:id="rId30" w:history="1">
        <w:r w:rsidR="001705DB" w:rsidRPr="00A07FF1">
          <w:rPr>
            <w:rStyle w:val="Hyperlink"/>
            <w:rFonts w:cstheme="minorHAnsi"/>
            <w:sz w:val="24"/>
            <w:szCs w:val="24"/>
          </w:rPr>
          <w:t>www.census.gov/ft900</w:t>
        </w:r>
      </w:hyperlink>
      <w:r w:rsidR="001705DB" w:rsidRPr="00A07FF1">
        <w:rPr>
          <w:rFonts w:cstheme="minorHAnsi"/>
          <w:sz w:val="24"/>
          <w:szCs w:val="24"/>
        </w:rPr>
        <w:t xml:space="preserve"> or </w:t>
      </w:r>
      <w:hyperlink r:id="rId31" w:history="1">
        <w:r w:rsidR="002E30E6" w:rsidRPr="00A07FF1">
          <w:rPr>
            <w:rStyle w:val="Hyperlink"/>
            <w:rFonts w:cstheme="minorHAnsi"/>
            <w:sz w:val="24"/>
            <w:szCs w:val="24"/>
          </w:rPr>
          <w:t>www.bea.gov/newsreleases/international/trade/tradnewsrelease.htm</w:t>
        </w:r>
      </w:hyperlink>
      <w:r w:rsidR="002E30E6" w:rsidRPr="00A07FF1">
        <w:rPr>
          <w:rStyle w:val="Hyperlink"/>
          <w:rFonts w:cstheme="minorHAnsi"/>
          <w:sz w:val="24"/>
          <w:szCs w:val="24"/>
          <w:u w:val="none"/>
        </w:rPr>
        <w:t>.</w:t>
      </w:r>
    </w:p>
    <w:p w14:paraId="368A03BD" w14:textId="65834F6D" w:rsidR="00713F17" w:rsidRPr="00A07FF1" w:rsidRDefault="00713F17" w:rsidP="00713F17">
      <w:pPr>
        <w:spacing w:after="0"/>
        <w:ind w:left="-360"/>
        <w:rPr>
          <w:rFonts w:cstheme="minorHAnsi"/>
          <w:b/>
          <w:bCs/>
          <w:i/>
          <w:iCs/>
          <w:sz w:val="24"/>
          <w:szCs w:val="24"/>
        </w:rPr>
      </w:pPr>
      <w:r w:rsidRPr="00A07FF1">
        <w:rPr>
          <w:rFonts w:cstheme="minorHAnsi"/>
          <w:b/>
          <w:bCs/>
          <w:i/>
          <w:iCs/>
          <w:sz w:val="24"/>
          <w:szCs w:val="24"/>
        </w:rPr>
        <w:t>Resources</w:t>
      </w:r>
    </w:p>
    <w:p w14:paraId="6C55CA6D" w14:textId="2ED69EFD" w:rsidR="001705DB" w:rsidRPr="00A07FF1" w:rsidRDefault="001705DB" w:rsidP="001705DB">
      <w:pPr>
        <w:spacing w:after="120"/>
        <w:ind w:left="-360"/>
        <w:rPr>
          <w:rFonts w:cstheme="minorHAnsi"/>
          <w:sz w:val="24"/>
          <w:szCs w:val="24"/>
        </w:rPr>
      </w:pPr>
      <w:r w:rsidRPr="00A07FF1">
        <w:rPr>
          <w:rFonts w:cstheme="minorHAnsi"/>
          <w:b/>
          <w:sz w:val="24"/>
          <w:szCs w:val="24"/>
        </w:rPr>
        <w:t>Census Bureau’s Application Programming Interface (API)</w:t>
      </w:r>
      <w:r w:rsidRPr="00A07FF1">
        <w:rPr>
          <w:rFonts w:cstheme="minorHAnsi"/>
          <w:sz w:val="24"/>
          <w:szCs w:val="24"/>
        </w:rPr>
        <w:t>: The Census Bureau’s</w:t>
      </w:r>
      <w:r w:rsidRPr="00A07FF1">
        <w:rPr>
          <w:rFonts w:cstheme="minorHAnsi"/>
          <w:b/>
          <w:sz w:val="24"/>
          <w:szCs w:val="24"/>
        </w:rPr>
        <w:t xml:space="preserve"> </w:t>
      </w:r>
      <w:r w:rsidRPr="00A07FF1">
        <w:rPr>
          <w:rFonts w:cstheme="minorHAnsi"/>
          <w:sz w:val="24"/>
          <w:szCs w:val="24"/>
        </w:rPr>
        <w:t xml:space="preserve">API, available at </w:t>
      </w:r>
      <w:hyperlink r:id="rId32" w:history="1">
        <w:r w:rsidRPr="00A07FF1">
          <w:rPr>
            <w:rStyle w:val="Hyperlink"/>
            <w:rFonts w:cstheme="minorHAnsi"/>
            <w:sz w:val="24"/>
            <w:szCs w:val="24"/>
          </w:rPr>
          <w:t>www.census.gov/developers/</w:t>
        </w:r>
      </w:hyperlink>
      <w:r w:rsidRPr="00A07FF1">
        <w:rPr>
          <w:rFonts w:cstheme="minorHAnsi"/>
          <w:sz w:val="24"/>
          <w:szCs w:val="24"/>
        </w:rPr>
        <w:t>, lets developers create custom apps to reach new users and makes key demographic, socio-economic, and housing statistics more accessible than ever before.</w:t>
      </w:r>
    </w:p>
    <w:p w14:paraId="70CD33FA" w14:textId="62BA03F9" w:rsidR="001705DB" w:rsidRPr="00A07FF1" w:rsidRDefault="001705DB" w:rsidP="00A54FA6">
      <w:pPr>
        <w:spacing w:after="120"/>
        <w:ind w:left="-360"/>
        <w:rPr>
          <w:rFonts w:cstheme="minorHAnsi"/>
          <w:sz w:val="24"/>
          <w:szCs w:val="24"/>
        </w:rPr>
      </w:pPr>
      <w:r w:rsidRPr="00A07FF1">
        <w:rPr>
          <w:rFonts w:cstheme="minorHAnsi"/>
          <w:b/>
          <w:sz w:val="24"/>
          <w:szCs w:val="24"/>
        </w:rPr>
        <w:t>BEA’s Data API</w:t>
      </w:r>
      <w:r w:rsidRPr="00A07FF1">
        <w:rPr>
          <w:rFonts w:cstheme="minorHAnsi"/>
          <w:sz w:val="24"/>
          <w:szCs w:val="24"/>
        </w:rPr>
        <w:t xml:space="preserve">: BEA’s data API, available at </w:t>
      </w:r>
      <w:hyperlink r:id="rId33" w:history="1">
        <w:r w:rsidR="00C17E24" w:rsidRPr="00A07FF1">
          <w:rPr>
            <w:rStyle w:val="Hyperlink"/>
            <w:rFonts w:cstheme="minorHAnsi"/>
            <w:sz w:val="24"/>
            <w:szCs w:val="24"/>
          </w:rPr>
          <w:t>apps.bea.gov/API/signup/</w:t>
        </w:r>
        <w:proofErr w:type="spellStart"/>
        <w:r w:rsidR="00C17E24" w:rsidRPr="00A07FF1">
          <w:rPr>
            <w:rStyle w:val="Hyperlink"/>
            <w:rFonts w:cstheme="minorHAnsi"/>
            <w:sz w:val="24"/>
            <w:szCs w:val="24"/>
          </w:rPr>
          <w:t>index.cfm</w:t>
        </w:r>
        <w:proofErr w:type="spellEnd"/>
      </w:hyperlink>
      <w:r w:rsidRPr="00A07FF1">
        <w:rPr>
          <w:rFonts w:cstheme="minorHAnsi"/>
          <w:sz w:val="24"/>
          <w:szCs w:val="24"/>
        </w:rPr>
        <w:t>, provides programmatic access to BEA’s published economic statistics using industry-standard methods and procedures.</w:t>
      </w:r>
    </w:p>
    <w:p w14:paraId="59172896" w14:textId="5EFC8DF8" w:rsidR="00713F17" w:rsidRPr="00A07FF1" w:rsidRDefault="00713F17" w:rsidP="00713F17">
      <w:pPr>
        <w:spacing w:after="0"/>
        <w:ind w:left="-360"/>
        <w:rPr>
          <w:rFonts w:cstheme="minorHAnsi"/>
          <w:b/>
          <w:sz w:val="24"/>
          <w:szCs w:val="24"/>
        </w:rPr>
      </w:pPr>
      <w:r w:rsidRPr="00A07FF1">
        <w:rPr>
          <w:rFonts w:cstheme="minorHAnsi"/>
          <w:b/>
          <w:sz w:val="24"/>
          <w:szCs w:val="24"/>
        </w:rPr>
        <w:t>FRED Mobile App</w:t>
      </w:r>
    </w:p>
    <w:p w14:paraId="687CE1A6" w14:textId="3739CD40" w:rsidR="00713F17" w:rsidRPr="00A07FF1" w:rsidRDefault="00713F17" w:rsidP="00713F17">
      <w:pPr>
        <w:spacing w:after="0"/>
        <w:ind w:left="-360"/>
        <w:rPr>
          <w:rFonts w:cstheme="minorHAnsi"/>
          <w:sz w:val="24"/>
          <w:szCs w:val="24"/>
        </w:rPr>
      </w:pPr>
      <w:r w:rsidRPr="00A07FF1">
        <w:rPr>
          <w:rFonts w:cstheme="minorHAnsi"/>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FF1">
        <w:rPr>
          <w:rFonts w:cstheme="minorHAnsi"/>
          <w:sz w:val="24"/>
          <w:szCs w:val="24"/>
        </w:rPr>
        <w:t>Receive the latest updates on the nation’s key economic indicators by downloading the FRED App &lt;</w:t>
      </w:r>
      <w:hyperlink r:id="rId35" w:history="1">
        <w:r w:rsidRPr="00A07FF1">
          <w:rPr>
            <w:rStyle w:val="Hyperlink"/>
            <w:rFonts w:cstheme="minorHAnsi"/>
            <w:sz w:val="24"/>
            <w:szCs w:val="24"/>
          </w:rPr>
          <w:t>https://fred.stlouisfed.org/fred-mobile/</w:t>
        </w:r>
      </w:hyperlink>
      <w:r w:rsidRPr="00A07FF1">
        <w:rPr>
          <w:rFonts w:cstheme="minorHAnsi"/>
          <w:sz w:val="24"/>
          <w:szCs w:val="24"/>
        </w:rPr>
        <w:t>&gt; for b</w:t>
      </w:r>
      <w:r w:rsidR="004E599A" w:rsidRPr="00A07FF1">
        <w:rPr>
          <w:rFonts w:cstheme="minorHAnsi"/>
          <w:sz w:val="24"/>
          <w:szCs w:val="24"/>
        </w:rPr>
        <w:t xml:space="preserve">oth Apple and Android devices. </w:t>
      </w:r>
      <w:r w:rsidRPr="00A07FF1">
        <w:rPr>
          <w:rFonts w:cstheme="minorHAnsi"/>
          <w:sz w:val="24"/>
          <w:szCs w:val="24"/>
        </w:rPr>
        <w:t>FRED, the signature database of the Federal Reserve Bank of St. Louis, now incorporates the Census Bureau’s 13 economic indicators.</w:t>
      </w:r>
    </w:p>
    <w:p w14:paraId="14EE13A8" w14:textId="77777777" w:rsidR="001705DB" w:rsidRPr="00A07FF1" w:rsidRDefault="001705DB" w:rsidP="001705DB">
      <w:pPr>
        <w:spacing w:after="0"/>
        <w:ind w:left="-360"/>
        <w:rPr>
          <w:rFonts w:cstheme="minorHAnsi"/>
          <w:sz w:val="24"/>
          <w:szCs w:val="24"/>
        </w:rPr>
      </w:pPr>
    </w:p>
    <w:p w14:paraId="66887099" w14:textId="3E947B69" w:rsidR="00442812" w:rsidRPr="00A07FF1" w:rsidRDefault="00BB347F" w:rsidP="00F332EC">
      <w:pPr>
        <w:ind w:left="-360"/>
        <w:rPr>
          <w:rFonts w:cstheme="minorHAnsi"/>
          <w:b/>
          <w:sz w:val="34"/>
          <w:szCs w:val="34"/>
        </w:rPr>
      </w:pPr>
      <w:r w:rsidRPr="00A07FF1">
        <w:rPr>
          <w:rFonts w:cstheme="minorHAnsi"/>
          <w:sz w:val="24"/>
          <w:szCs w:val="24"/>
        </w:rPr>
        <w:br w:type="page"/>
      </w:r>
      <w:r w:rsidR="003C7D75" w:rsidRPr="00A07FF1">
        <w:rPr>
          <w:rFonts w:cstheme="minorHAnsi"/>
          <w:b/>
          <w:sz w:val="34"/>
          <w:szCs w:val="34"/>
        </w:rPr>
        <w:lastRenderedPageBreak/>
        <w:t>List of News Release Exhibits</w:t>
      </w:r>
    </w:p>
    <w:p w14:paraId="682722B5"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A: Seasonally Adjusted (by Commodity/Service)</w:t>
      </w:r>
    </w:p>
    <w:p w14:paraId="406B5EFB" w14:textId="103F6CB7"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1. U.S. Internationa</w:t>
      </w:r>
      <w:r w:rsidR="00442812" w:rsidRPr="00A07FF1">
        <w:rPr>
          <w:rFonts w:cstheme="minorHAnsi"/>
          <w:szCs w:val="16"/>
        </w:rPr>
        <w:t>l Trade in Goods and Services</w:t>
      </w:r>
    </w:p>
    <w:p w14:paraId="7227AC3B" w14:textId="2989A1A8" w:rsidR="001964EE" w:rsidRPr="00A07FF1" w:rsidRDefault="00105DB6" w:rsidP="001172C9">
      <w:pPr>
        <w:spacing w:after="0"/>
        <w:ind w:left="-360"/>
        <w:rPr>
          <w:rFonts w:cstheme="minorHAnsi"/>
          <w:szCs w:val="16"/>
        </w:rPr>
      </w:pPr>
      <w:r w:rsidRPr="00A07FF1">
        <w:rPr>
          <w:rFonts w:cstheme="minorHAnsi"/>
          <w:szCs w:val="16"/>
        </w:rPr>
        <w:t>Exhibit</w:t>
      </w:r>
      <w:r w:rsidR="001964EE" w:rsidRPr="00A07FF1">
        <w:rPr>
          <w:rFonts w:cstheme="minorHAnsi"/>
          <w:szCs w:val="16"/>
        </w:rPr>
        <w:t xml:space="preserve"> 2. U.S. International Trade in Goods and Service</w:t>
      </w:r>
      <w:r w:rsidR="00442812" w:rsidRPr="00A07FF1">
        <w:rPr>
          <w:rFonts w:cstheme="minorHAnsi"/>
          <w:szCs w:val="16"/>
        </w:rPr>
        <w:t>s Three-Month Moving Averages</w:t>
      </w:r>
    </w:p>
    <w:p w14:paraId="77074698" w14:textId="5562C424"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3. U.S. Exports</w:t>
      </w:r>
      <w:r w:rsidR="00442812" w:rsidRPr="00A07FF1">
        <w:rPr>
          <w:rFonts w:cstheme="minorHAnsi"/>
          <w:szCs w:val="16"/>
        </w:rPr>
        <w:t xml:space="preserve"> of Services by Major Category</w:t>
      </w:r>
      <w:r w:rsidR="00442812" w:rsidRPr="00A07FF1">
        <w:rPr>
          <w:rFonts w:cstheme="minorHAnsi"/>
          <w:szCs w:val="16"/>
        </w:rPr>
        <w:tab/>
      </w:r>
    </w:p>
    <w:p w14:paraId="6D2C3C76" w14:textId="43A485D6"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4. U.S. Imports </w:t>
      </w:r>
      <w:r w:rsidR="00442812" w:rsidRPr="00A07FF1">
        <w:rPr>
          <w:rFonts w:cstheme="minorHAnsi"/>
          <w:szCs w:val="16"/>
        </w:rPr>
        <w:t xml:space="preserve">of Services by Major Category </w:t>
      </w:r>
    </w:p>
    <w:p w14:paraId="551875D3" w14:textId="54D0B14F"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5. U</w:t>
      </w:r>
      <w:r w:rsidR="00442812" w:rsidRPr="00A07FF1">
        <w:rPr>
          <w:rFonts w:cstheme="minorHAnsi"/>
          <w:szCs w:val="16"/>
        </w:rPr>
        <w:t>.S. Trade in Goods</w:t>
      </w:r>
    </w:p>
    <w:p w14:paraId="266CFC57" w14:textId="5BB9F40D"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6. U.S. Trade in Goods </w:t>
      </w:r>
      <w:r w:rsidR="00442812" w:rsidRPr="00A07FF1">
        <w:rPr>
          <w:rFonts w:cstheme="minorHAnsi"/>
          <w:szCs w:val="16"/>
        </w:rPr>
        <w:t>by Principal End-Use Category</w:t>
      </w:r>
    </w:p>
    <w:p w14:paraId="3E196388" w14:textId="7583A6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7. U.S. Exports of Goods by E</w:t>
      </w:r>
      <w:r w:rsidR="00442812" w:rsidRPr="00A07FF1">
        <w:rPr>
          <w:rFonts w:cstheme="minorHAnsi"/>
          <w:szCs w:val="16"/>
        </w:rPr>
        <w:t>nd-Use Category and Commodity</w:t>
      </w:r>
    </w:p>
    <w:p w14:paraId="6F0C2EA5" w14:textId="5F91562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8. U.S. Imports of Goods by E</w:t>
      </w:r>
      <w:r w:rsidR="00442812" w:rsidRPr="00A07FF1">
        <w:rPr>
          <w:rFonts w:cstheme="minorHAnsi"/>
          <w:szCs w:val="16"/>
        </w:rPr>
        <w:t>nd-Use Category and Commodity</w:t>
      </w:r>
    </w:p>
    <w:p w14:paraId="416672C4" w14:textId="5D09DCCB"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9. U.S. Trade in Petroleum and Non-P</w:t>
      </w:r>
      <w:r w:rsidR="00442812" w:rsidRPr="00A07FF1">
        <w:rPr>
          <w:rFonts w:cstheme="minorHAnsi"/>
          <w:szCs w:val="16"/>
        </w:rPr>
        <w:t>etroleum Products by End-Use</w:t>
      </w:r>
    </w:p>
    <w:p w14:paraId="484F24D7" w14:textId="70576E57"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10. Real U.S. Trade in Goods by Principal End-Use Category – Chained (20</w:t>
      </w:r>
      <w:r w:rsidR="00323FBE" w:rsidRPr="00A07FF1">
        <w:rPr>
          <w:rFonts w:cstheme="minorHAnsi"/>
          <w:szCs w:val="16"/>
        </w:rPr>
        <w:t>12</w:t>
      </w:r>
      <w:r w:rsidR="001964EE" w:rsidRPr="00A07FF1">
        <w:rPr>
          <w:rFonts w:cstheme="minorHAnsi"/>
          <w:szCs w:val="16"/>
        </w:rPr>
        <w:t>) Dollars</w:t>
      </w:r>
    </w:p>
    <w:p w14:paraId="1F451F34" w14:textId="673A736C"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11. Real U.S. Trade in Petroleum and Non-Petroleum Products by End-Use – Chained (20</w:t>
      </w:r>
      <w:r w:rsidR="00323FBE" w:rsidRPr="00A07FF1">
        <w:rPr>
          <w:rFonts w:cstheme="minorHAnsi"/>
          <w:szCs w:val="16"/>
        </w:rPr>
        <w:t>12</w:t>
      </w:r>
      <w:r w:rsidR="001964EE" w:rsidRPr="00A07FF1">
        <w:rPr>
          <w:rFonts w:cstheme="minorHAnsi"/>
          <w:szCs w:val="16"/>
        </w:rPr>
        <w:t>) Dollars</w:t>
      </w:r>
    </w:p>
    <w:p w14:paraId="39CAD23A"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B: Not Seasonally Adjusted</w:t>
      </w:r>
    </w:p>
    <w:p w14:paraId="34EFC7B9" w14:textId="68A84D3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 xml:space="preserve">12. </w:t>
      </w:r>
      <w:r w:rsidR="00442812" w:rsidRPr="00A07FF1">
        <w:rPr>
          <w:rFonts w:cstheme="minorHAnsi"/>
          <w:szCs w:val="16"/>
        </w:rPr>
        <w:t>U.S. Trade in Goods</w:t>
      </w:r>
    </w:p>
    <w:p w14:paraId="6DCDD713" w14:textId="568DB608"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13. U.S. Trade in Goods b</w:t>
      </w:r>
      <w:r w:rsidR="00442812" w:rsidRPr="00A07FF1">
        <w:rPr>
          <w:rFonts w:cstheme="minorHAnsi"/>
          <w:szCs w:val="16"/>
        </w:rPr>
        <w:t>y Principal End-Use Category</w:t>
      </w:r>
    </w:p>
    <w:p w14:paraId="0CC0F010" w14:textId="5E4EF0E4" w:rsidR="001964EE" w:rsidRPr="00A07FF1" w:rsidRDefault="00E74FBD" w:rsidP="001172C9">
      <w:pPr>
        <w:spacing w:after="0"/>
        <w:ind w:left="-360"/>
        <w:rPr>
          <w:rFonts w:cstheme="minorHAnsi"/>
          <w:szCs w:val="16"/>
        </w:rPr>
      </w:pPr>
      <w:r w:rsidRPr="00E74FBD">
        <w:rPr>
          <w:rFonts w:cstheme="minorHAnsi"/>
          <w:szCs w:val="16"/>
        </w:rPr>
        <w:t>Exhibit 14. U.S. Trade in Goods by Selected Countries and Areas</w:t>
      </w:r>
      <w:r w:rsidRPr="00E74FBD">
        <w:rPr>
          <w:rFonts w:cstheme="minorHAnsi"/>
        </w:rPr>
        <w:t xml:space="preserve">: </w:t>
      </w:r>
      <w:r w:rsidRPr="00E74FBD">
        <w:rPr>
          <w:rFonts w:cstheme="minorHAnsi"/>
          <w:szCs w:val="16"/>
        </w:rPr>
        <w:t>2018</w:t>
      </w:r>
    </w:p>
    <w:p w14:paraId="60C6488A" w14:textId="7E57A185" w:rsidR="001964EE" w:rsidRPr="00A07FF1" w:rsidRDefault="00E74FBD" w:rsidP="001172C9">
      <w:pPr>
        <w:spacing w:after="0"/>
        <w:ind w:left="-360"/>
        <w:rPr>
          <w:rFonts w:cstheme="minorHAnsi"/>
          <w:szCs w:val="16"/>
        </w:rPr>
      </w:pPr>
      <w:r w:rsidRPr="00E74FBD">
        <w:rPr>
          <w:rFonts w:cstheme="minorHAnsi"/>
          <w:bCs/>
          <w:szCs w:val="16"/>
        </w:rPr>
        <w:t>Exhibit 14a. U.S. Trade</w:t>
      </w:r>
      <w:r w:rsidRPr="00E74FBD">
        <w:rPr>
          <w:rFonts w:cstheme="minorHAnsi"/>
          <w:b/>
          <w:bCs/>
          <w:szCs w:val="16"/>
        </w:rPr>
        <w:t xml:space="preserve"> </w:t>
      </w:r>
      <w:r>
        <w:t>in Goods by Selected Countries and Areas: 2017</w:t>
      </w:r>
    </w:p>
    <w:p w14:paraId="31D9AED9" w14:textId="02E2739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15. U.S. Trade in Go</w:t>
      </w:r>
      <w:r w:rsidR="00442812" w:rsidRPr="00A07FF1">
        <w:rPr>
          <w:rFonts w:cstheme="minorHAnsi"/>
          <w:szCs w:val="16"/>
        </w:rPr>
        <w:t>ods by Principal Commodities</w:t>
      </w:r>
    </w:p>
    <w:p w14:paraId="07159713" w14:textId="185B8D2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 U.S. Trade in</w:t>
      </w:r>
      <w:r w:rsidR="00442812" w:rsidRPr="00A07FF1">
        <w:rPr>
          <w:rFonts w:cstheme="minorHAnsi"/>
          <w:szCs w:val="16"/>
        </w:rPr>
        <w:t xml:space="preserve"> Advanced Technology Products</w:t>
      </w:r>
      <w:r w:rsidR="00442812" w:rsidRPr="00A07FF1">
        <w:rPr>
          <w:rFonts w:cstheme="minorHAnsi"/>
          <w:szCs w:val="16"/>
        </w:rPr>
        <w:tab/>
      </w:r>
    </w:p>
    <w:p w14:paraId="65AA806C" w14:textId="59BEE4E3"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16a. U.S. Trade in Advanced Technology Products by Technology Group and Selected Countries and Areas</w:t>
      </w:r>
    </w:p>
    <w:p w14:paraId="590D8972" w14:textId="4EC79185"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 U.S. Imports of Energy-Related Petroleum P</w:t>
      </w:r>
      <w:r w:rsidR="00442812" w:rsidRPr="00A07FF1">
        <w:rPr>
          <w:rFonts w:cstheme="minorHAnsi"/>
          <w:szCs w:val="16"/>
        </w:rPr>
        <w:t>roducts, Including Crude Oil</w:t>
      </w:r>
    </w:p>
    <w:p w14:paraId="775ECEED" w14:textId="2F17770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17a. U.S. Imports of Cr</w:t>
      </w:r>
      <w:r w:rsidR="00442812" w:rsidRPr="00A07FF1">
        <w:rPr>
          <w:rFonts w:cstheme="minorHAnsi"/>
          <w:szCs w:val="16"/>
        </w:rPr>
        <w:t>ude Oil by Selected Countries</w:t>
      </w:r>
    </w:p>
    <w:p w14:paraId="0B354540" w14:textId="2FF2DEC7" w:rsidR="001964EE" w:rsidRPr="00A07FF1" w:rsidRDefault="00105DB6" w:rsidP="001172C9">
      <w:pPr>
        <w:spacing w:after="120"/>
        <w:ind w:left="-360"/>
        <w:rPr>
          <w:rFonts w:cstheme="minorHAnsi"/>
          <w:szCs w:val="16"/>
        </w:rPr>
      </w:pPr>
      <w:r w:rsidRPr="00A07FF1">
        <w:rPr>
          <w:rFonts w:cstheme="minorHAnsi"/>
          <w:szCs w:val="16"/>
        </w:rPr>
        <w:t xml:space="preserve">Exhibit </w:t>
      </w:r>
      <w:r w:rsidR="001964EE" w:rsidRPr="00A07FF1">
        <w:rPr>
          <w:rFonts w:cstheme="minorHAnsi"/>
          <w:szCs w:val="16"/>
        </w:rPr>
        <w:t>18. U.S. Trade in Motor Vehicles an</w:t>
      </w:r>
      <w:r w:rsidR="00442812" w:rsidRPr="00A07FF1">
        <w:rPr>
          <w:rFonts w:cstheme="minorHAnsi"/>
          <w:szCs w:val="16"/>
        </w:rPr>
        <w:t>d Parts by Selected Countries</w:t>
      </w:r>
    </w:p>
    <w:p w14:paraId="15AE5223" w14:textId="77777777" w:rsidR="001964EE" w:rsidRPr="00A07FF1" w:rsidRDefault="001964EE" w:rsidP="001172C9">
      <w:pPr>
        <w:spacing w:after="120"/>
        <w:ind w:left="-360"/>
        <w:rPr>
          <w:rFonts w:cstheme="minorHAnsi"/>
          <w:b/>
          <w:szCs w:val="16"/>
          <w:u w:val="single"/>
        </w:rPr>
      </w:pPr>
      <w:r w:rsidRPr="00A07FF1">
        <w:rPr>
          <w:rFonts w:cstheme="minorHAnsi"/>
          <w:b/>
          <w:szCs w:val="16"/>
          <w:u w:val="single"/>
        </w:rPr>
        <w:t>Part C: Seasonally Adjusted (by Geography)</w:t>
      </w:r>
    </w:p>
    <w:p w14:paraId="5B91D0CB" w14:textId="042F1FF0"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19. U.S. Trade in Goods by Selected Count</w:t>
      </w:r>
      <w:r w:rsidR="00442812" w:rsidRPr="00A07FF1">
        <w:rPr>
          <w:rFonts w:cstheme="minorHAnsi"/>
          <w:szCs w:val="16"/>
        </w:rPr>
        <w:t>ries and Areas – Census Basis</w:t>
      </w:r>
      <w:r w:rsidR="00442812" w:rsidRPr="00A07FF1">
        <w:rPr>
          <w:rFonts w:cstheme="minorHAnsi"/>
          <w:szCs w:val="16"/>
        </w:rPr>
        <w:tab/>
      </w:r>
    </w:p>
    <w:p w14:paraId="0403F1E9" w14:textId="70F9332C"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 U.S. Trade in Goods and Services by Selected Co</w:t>
      </w:r>
      <w:r w:rsidR="00442812" w:rsidRPr="00A07FF1">
        <w:rPr>
          <w:rFonts w:cstheme="minorHAnsi"/>
          <w:szCs w:val="16"/>
        </w:rPr>
        <w:t>untries and Areas – BOP Basis</w:t>
      </w:r>
      <w:r w:rsidR="00442812" w:rsidRPr="00A07FF1">
        <w:rPr>
          <w:rFonts w:cstheme="minorHAnsi"/>
          <w:szCs w:val="16"/>
        </w:rPr>
        <w:tab/>
      </w:r>
    </w:p>
    <w:p w14:paraId="26643C48" w14:textId="08723609" w:rsidR="001964EE" w:rsidRPr="00A07FF1" w:rsidRDefault="00105DB6" w:rsidP="001172C9">
      <w:pPr>
        <w:spacing w:after="0"/>
        <w:ind w:left="-360"/>
        <w:rPr>
          <w:rFonts w:cstheme="minorHAnsi"/>
          <w:szCs w:val="16"/>
        </w:rPr>
      </w:pPr>
      <w:r w:rsidRPr="00A07FF1">
        <w:rPr>
          <w:rFonts w:cstheme="minorHAnsi"/>
          <w:szCs w:val="16"/>
        </w:rPr>
        <w:t xml:space="preserve">Exhibit </w:t>
      </w:r>
      <w:r w:rsidR="001964EE" w:rsidRPr="00A07FF1">
        <w:rPr>
          <w:rFonts w:cstheme="minorHAnsi"/>
          <w:szCs w:val="16"/>
        </w:rPr>
        <w:t>20a. U.S. Trade in Goods by Selected Co</w:t>
      </w:r>
      <w:r w:rsidR="00442812" w:rsidRPr="00A07FF1">
        <w:rPr>
          <w:rFonts w:cstheme="minorHAnsi"/>
          <w:szCs w:val="16"/>
        </w:rPr>
        <w:t>untries and Areas – BOP Basis</w:t>
      </w:r>
    </w:p>
    <w:p w14:paraId="5A6E042D" w14:textId="6635C914" w:rsidR="001964EE" w:rsidRPr="00A07FF1" w:rsidRDefault="00105DB6" w:rsidP="001172C9">
      <w:pPr>
        <w:spacing w:after="0"/>
        <w:ind w:left="-360"/>
        <w:rPr>
          <w:rFonts w:cstheme="minorHAnsi"/>
          <w:b/>
          <w:sz w:val="16"/>
          <w:szCs w:val="16"/>
        </w:rPr>
      </w:pPr>
      <w:r w:rsidRPr="00A07FF1">
        <w:rPr>
          <w:rFonts w:cstheme="minorHAnsi"/>
          <w:szCs w:val="16"/>
        </w:rPr>
        <w:t xml:space="preserve">Exhibit </w:t>
      </w:r>
      <w:r w:rsidR="001964EE" w:rsidRPr="00A07FF1">
        <w:rPr>
          <w:rFonts w:cstheme="minorHAnsi"/>
          <w:szCs w:val="16"/>
        </w:rPr>
        <w:t>20b. U.S. Trade in Services by S</w:t>
      </w:r>
      <w:r w:rsidR="00442812" w:rsidRPr="00A07FF1">
        <w:rPr>
          <w:rFonts w:cstheme="minorHAnsi"/>
          <w:szCs w:val="16"/>
        </w:rPr>
        <w:t>elected Countries and Areas</w:t>
      </w:r>
    </w:p>
    <w:p w14:paraId="1BE50046" w14:textId="6C39FFC6" w:rsidR="000D454B" w:rsidRPr="00A07FF1" w:rsidRDefault="000D454B" w:rsidP="005A5C57">
      <w:pPr>
        <w:ind w:left="-360"/>
        <w:rPr>
          <w:rFonts w:cstheme="minorHAnsi"/>
          <w:b/>
          <w:sz w:val="16"/>
          <w:szCs w:val="16"/>
        </w:rPr>
      </w:pPr>
    </w:p>
    <w:p w14:paraId="08162CF8" w14:textId="2E965B48" w:rsidR="005E5716" w:rsidRPr="00A07FF1" w:rsidRDefault="005E5716" w:rsidP="005E5716">
      <w:pPr>
        <w:tabs>
          <w:tab w:val="left" w:pos="-180"/>
        </w:tabs>
        <w:ind w:left="-173" w:hanging="187"/>
        <w:jc w:val="center"/>
        <w:rPr>
          <w:rFonts w:cstheme="minorHAnsi"/>
          <w:sz w:val="24"/>
          <w:szCs w:val="24"/>
        </w:rPr>
      </w:pPr>
      <w:r w:rsidRPr="00A07FF1">
        <w:rPr>
          <w:rFonts w:cstheme="minorHAnsi"/>
          <w:sz w:val="24"/>
          <w:szCs w:val="24"/>
        </w:rPr>
        <w:t>###</w:t>
      </w:r>
    </w:p>
    <w:sectPr w:rsidR="005E5716" w:rsidRPr="00A07FF1"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C17161" w:rsidRDefault="00C17161" w:rsidP="0023449C">
      <w:pPr>
        <w:spacing w:after="0" w:line="240" w:lineRule="auto"/>
      </w:pPr>
      <w:r>
        <w:separator/>
      </w:r>
    </w:p>
  </w:endnote>
  <w:endnote w:type="continuationSeparator" w:id="0">
    <w:p w14:paraId="4D4F9893" w14:textId="77777777" w:rsidR="00C17161" w:rsidRDefault="00C17161"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2040503050306020203"/>
    <w:charset w:val="00"/>
    <w:family w:val="auto"/>
    <w:pitch w:val="variable"/>
    <w:sig w:usb0="00000001"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C17161" w:rsidRPr="00C551C0" w14:paraId="49E0E895" w14:textId="77777777" w:rsidTr="00E37CF8">
      <w:trPr>
        <w:jc w:val="center"/>
      </w:trPr>
      <w:tc>
        <w:tcPr>
          <w:tcW w:w="2192" w:type="pct"/>
        </w:tcPr>
        <w:p w14:paraId="7002AE84" w14:textId="77777777" w:rsidR="00C17161" w:rsidRDefault="00C17161" w:rsidP="00EA406A">
          <w:pPr>
            <w:rPr>
              <w:rFonts w:cs="Times New Roman"/>
              <w:b/>
              <w:sz w:val="18"/>
              <w:szCs w:val="18"/>
            </w:rPr>
          </w:pPr>
        </w:p>
      </w:tc>
      <w:tc>
        <w:tcPr>
          <w:tcW w:w="965" w:type="pct"/>
          <w:vAlign w:val="bottom"/>
        </w:tcPr>
        <w:p w14:paraId="31EDF444" w14:textId="77777777" w:rsidR="00C17161" w:rsidRDefault="00C17161" w:rsidP="00B96748">
          <w:pPr>
            <w:rPr>
              <w:rFonts w:cs="Times New Roman"/>
              <w:b/>
              <w:sz w:val="18"/>
              <w:szCs w:val="18"/>
            </w:rPr>
          </w:pPr>
        </w:p>
      </w:tc>
      <w:tc>
        <w:tcPr>
          <w:tcW w:w="1843" w:type="pct"/>
          <w:vAlign w:val="bottom"/>
        </w:tcPr>
        <w:p w14:paraId="10C0A75A" w14:textId="77777777" w:rsidR="00C17161" w:rsidRPr="00A966F0" w:rsidRDefault="00C17161" w:rsidP="00C234A9">
          <w:pPr>
            <w:jc w:val="right"/>
            <w:rPr>
              <w:rFonts w:cs="Times New Roman"/>
              <w:b/>
              <w:sz w:val="18"/>
              <w:szCs w:val="18"/>
            </w:rPr>
          </w:pPr>
        </w:p>
      </w:tc>
    </w:tr>
    <w:tr w:rsidR="00C17161" w:rsidRPr="00C551C0" w14:paraId="27125277" w14:textId="77777777" w:rsidTr="001172C9">
      <w:trPr>
        <w:jc w:val="center"/>
      </w:trPr>
      <w:tc>
        <w:tcPr>
          <w:tcW w:w="2192" w:type="pct"/>
        </w:tcPr>
        <w:p w14:paraId="57767C8C" w14:textId="2EA63F7D" w:rsidR="00C17161" w:rsidRPr="00463140" w:rsidRDefault="00C17161"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C17161" w:rsidRPr="00C551C0" w:rsidRDefault="00C17161"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C17161" w:rsidRPr="00C551C0" w:rsidRDefault="00C17161"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C17161" w:rsidRPr="00E578D1" w14:paraId="3851CCCB" w14:textId="77777777" w:rsidTr="001172C9">
      <w:trPr>
        <w:jc w:val="center"/>
      </w:trPr>
      <w:tc>
        <w:tcPr>
          <w:tcW w:w="2192" w:type="pct"/>
        </w:tcPr>
        <w:p w14:paraId="38F42D62" w14:textId="178D3C00" w:rsidR="00C17161" w:rsidRDefault="00C17161"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C17161" w:rsidRDefault="00C17161"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C17161" w:rsidRPr="00A966F0" w:rsidRDefault="00C17161" w:rsidP="00A966F0">
          <w:pPr>
            <w:ind w:left="-79"/>
            <w:jc w:val="right"/>
            <w:rPr>
              <w:rFonts w:cs="Times New Roman"/>
              <w:sz w:val="18"/>
              <w:szCs w:val="18"/>
            </w:rPr>
          </w:pPr>
          <w:r w:rsidRPr="00A966F0">
            <w:rPr>
              <w:rFonts w:cs="Times New Roman"/>
              <w:sz w:val="18"/>
              <w:szCs w:val="18"/>
            </w:rPr>
            <w:t>U.S. Bureau of Economic Analysis</w:t>
          </w:r>
        </w:p>
      </w:tc>
    </w:tr>
    <w:tr w:rsidR="00C17161" w:rsidRPr="00E578D1" w14:paraId="115A95EE" w14:textId="77777777" w:rsidTr="001172C9">
      <w:trPr>
        <w:jc w:val="center"/>
      </w:trPr>
      <w:tc>
        <w:tcPr>
          <w:tcW w:w="2192" w:type="pct"/>
        </w:tcPr>
        <w:p w14:paraId="352A56A6" w14:textId="3275D50F" w:rsidR="00C17161" w:rsidRDefault="00C17161"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C17161" w:rsidRDefault="00C17161"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C17161" w:rsidRPr="00A966F0" w:rsidRDefault="00C17161" w:rsidP="00A966F0">
          <w:pPr>
            <w:ind w:left="-79"/>
            <w:jc w:val="right"/>
            <w:rPr>
              <w:rFonts w:cs="Times New Roman"/>
              <w:sz w:val="18"/>
              <w:szCs w:val="18"/>
            </w:rPr>
          </w:pPr>
          <w:r w:rsidRPr="00250AB8">
            <w:rPr>
              <w:rFonts w:cs="Times New Roman"/>
              <w:sz w:val="18"/>
              <w:szCs w:val="18"/>
            </w:rPr>
            <w:t>Balance of Payments Division</w:t>
          </w:r>
        </w:p>
      </w:tc>
    </w:tr>
    <w:tr w:rsidR="00C17161" w:rsidRPr="00E578D1" w14:paraId="4C96D9F0" w14:textId="77777777" w:rsidTr="001172C9">
      <w:trPr>
        <w:jc w:val="center"/>
      </w:trPr>
      <w:tc>
        <w:tcPr>
          <w:tcW w:w="2192" w:type="pct"/>
        </w:tcPr>
        <w:p w14:paraId="5B368049" w14:textId="75EA01CE" w:rsidR="00C17161" w:rsidRDefault="00C17161"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C17161" w:rsidRDefault="00C17161" w:rsidP="00B96748">
          <w:pPr>
            <w:rPr>
              <w:rFonts w:cs="Times New Roman"/>
              <w:sz w:val="18"/>
              <w:szCs w:val="18"/>
            </w:rPr>
          </w:pPr>
          <w:r>
            <w:rPr>
              <w:rFonts w:cs="Times New Roman"/>
              <w:sz w:val="18"/>
              <w:szCs w:val="18"/>
            </w:rPr>
            <w:t>301-763-3030</w:t>
          </w:r>
        </w:p>
      </w:tc>
      <w:tc>
        <w:tcPr>
          <w:tcW w:w="1843" w:type="pct"/>
          <w:vAlign w:val="bottom"/>
        </w:tcPr>
        <w:p w14:paraId="5558D958" w14:textId="63D9E385" w:rsidR="00C17161" w:rsidRPr="00A966F0" w:rsidRDefault="00C17161" w:rsidP="00A966F0">
          <w:pPr>
            <w:ind w:left="-79"/>
            <w:jc w:val="right"/>
            <w:rPr>
              <w:rFonts w:cs="Times New Roman"/>
              <w:sz w:val="18"/>
              <w:szCs w:val="18"/>
            </w:rPr>
          </w:pPr>
          <w:r w:rsidRPr="00250AB8">
            <w:rPr>
              <w:sz w:val="18"/>
            </w:rPr>
            <w:t xml:space="preserve">Data: </w:t>
          </w:r>
          <w:r w:rsidRPr="007812D0">
            <w:rPr>
              <w:sz w:val="18"/>
            </w:rPr>
            <w:t>301-278-9559</w:t>
          </w:r>
        </w:p>
      </w:tc>
    </w:tr>
    <w:tr w:rsidR="00C17161" w:rsidRPr="00E578D1" w14:paraId="55AECFB5" w14:textId="77777777" w:rsidTr="001172C9">
      <w:trPr>
        <w:jc w:val="center"/>
      </w:trPr>
      <w:tc>
        <w:tcPr>
          <w:tcW w:w="2192" w:type="pct"/>
        </w:tcPr>
        <w:p w14:paraId="5233A547" w14:textId="693D5055" w:rsidR="00C17161" w:rsidRDefault="00240802" w:rsidP="004D508E">
          <w:pPr>
            <w:rPr>
              <w:rFonts w:cs="Times New Roman"/>
              <w:sz w:val="18"/>
              <w:szCs w:val="18"/>
            </w:rPr>
          </w:pPr>
          <w:hyperlink r:id="rId1" w:history="1">
            <w:r w:rsidR="00C17161" w:rsidRPr="00882BC0">
              <w:rPr>
                <w:rStyle w:val="Hyperlink"/>
                <w:sz w:val="18"/>
                <w:szCs w:val="18"/>
                <w:u w:val="none"/>
              </w:rPr>
              <w:t>eid.international.trade.data@census.gov</w:t>
            </w:r>
          </w:hyperlink>
        </w:p>
      </w:tc>
      <w:tc>
        <w:tcPr>
          <w:tcW w:w="965" w:type="pct"/>
          <w:vAlign w:val="bottom"/>
        </w:tcPr>
        <w:p w14:paraId="22586D83" w14:textId="466B1446" w:rsidR="00C17161" w:rsidRDefault="00240802" w:rsidP="00B96748">
          <w:pPr>
            <w:rPr>
              <w:rFonts w:cs="Times New Roman"/>
              <w:sz w:val="18"/>
              <w:szCs w:val="18"/>
            </w:rPr>
          </w:pPr>
          <w:hyperlink r:id="rId2" w:history="1">
            <w:r w:rsidR="00C17161">
              <w:rPr>
                <w:rStyle w:val="Hyperlink"/>
                <w:rFonts w:cs="Times New Roman"/>
                <w:sz w:val="18"/>
                <w:szCs w:val="18"/>
                <w:u w:val="none"/>
              </w:rPr>
              <w:t>pio@census.gov</w:t>
            </w:r>
          </w:hyperlink>
        </w:p>
      </w:tc>
      <w:tc>
        <w:tcPr>
          <w:tcW w:w="1843" w:type="pct"/>
          <w:vAlign w:val="bottom"/>
        </w:tcPr>
        <w:p w14:paraId="356DF077" w14:textId="4727AF85" w:rsidR="00C17161" w:rsidRPr="00A966F0" w:rsidRDefault="00C17161" w:rsidP="00A966F0">
          <w:pPr>
            <w:ind w:left="-79"/>
            <w:jc w:val="right"/>
            <w:rPr>
              <w:rFonts w:cs="Times New Roman"/>
              <w:sz w:val="18"/>
              <w:szCs w:val="18"/>
            </w:rPr>
          </w:pPr>
          <w:r w:rsidRPr="00250AB8">
            <w:rPr>
              <w:sz w:val="18"/>
              <w:szCs w:val="18"/>
            </w:rPr>
            <w:t>Media: 301-278-9003</w:t>
          </w:r>
        </w:p>
      </w:tc>
    </w:tr>
    <w:tr w:rsidR="00C17161" w:rsidRPr="00E578D1" w14:paraId="7404CEC0" w14:textId="77777777" w:rsidTr="001172C9">
      <w:trPr>
        <w:jc w:val="center"/>
      </w:trPr>
      <w:tc>
        <w:tcPr>
          <w:tcW w:w="2192" w:type="pct"/>
        </w:tcPr>
        <w:p w14:paraId="04F27314" w14:textId="034D1349" w:rsidR="00C17161" w:rsidRPr="00E578D1" w:rsidRDefault="00C17161" w:rsidP="004D508E">
          <w:pPr>
            <w:rPr>
              <w:sz w:val="18"/>
              <w:szCs w:val="18"/>
            </w:rPr>
          </w:pPr>
        </w:p>
      </w:tc>
      <w:tc>
        <w:tcPr>
          <w:tcW w:w="965" w:type="pct"/>
          <w:vAlign w:val="bottom"/>
        </w:tcPr>
        <w:p w14:paraId="7D94A392" w14:textId="11818851" w:rsidR="00C17161" w:rsidRDefault="00C17161" w:rsidP="00B96748">
          <w:pPr>
            <w:rPr>
              <w:rFonts w:cs="Times New Roman"/>
              <w:sz w:val="18"/>
              <w:szCs w:val="18"/>
            </w:rPr>
          </w:pPr>
        </w:p>
      </w:tc>
      <w:tc>
        <w:tcPr>
          <w:tcW w:w="1843" w:type="pct"/>
          <w:vAlign w:val="bottom"/>
        </w:tcPr>
        <w:p w14:paraId="6435838E" w14:textId="3934DE10" w:rsidR="00C17161" w:rsidRPr="00E578D1" w:rsidRDefault="00240802" w:rsidP="00A966F0">
          <w:pPr>
            <w:ind w:left="-79"/>
            <w:jc w:val="right"/>
            <w:rPr>
              <w:sz w:val="18"/>
              <w:szCs w:val="18"/>
            </w:rPr>
          </w:pPr>
          <w:hyperlink r:id="rId3" w:history="1">
            <w:r w:rsidR="00C17161" w:rsidRPr="00424FDA">
              <w:rPr>
                <w:rStyle w:val="Hyperlink"/>
                <w:sz w:val="18"/>
                <w:u w:val="none"/>
              </w:rPr>
              <w:t>InternationalAccounts@bea.gov</w:t>
            </w:r>
          </w:hyperlink>
        </w:p>
      </w:tc>
    </w:tr>
    <w:tr w:rsidR="00C17161" w14:paraId="240E1050" w14:textId="77777777" w:rsidTr="001172C9">
      <w:trPr>
        <w:jc w:val="center"/>
      </w:trPr>
      <w:tc>
        <w:tcPr>
          <w:tcW w:w="2192" w:type="pct"/>
        </w:tcPr>
        <w:p w14:paraId="799120ED" w14:textId="77777777" w:rsidR="00C17161" w:rsidRDefault="00C17161" w:rsidP="00C41BBB">
          <w:pPr>
            <w:rPr>
              <w:rFonts w:cs="Times New Roman"/>
              <w:sz w:val="18"/>
              <w:szCs w:val="18"/>
            </w:rPr>
          </w:pPr>
        </w:p>
      </w:tc>
      <w:tc>
        <w:tcPr>
          <w:tcW w:w="965" w:type="pct"/>
        </w:tcPr>
        <w:p w14:paraId="6DB2083F" w14:textId="3F5FF8F7" w:rsidR="00C17161" w:rsidRPr="00C234A9" w:rsidRDefault="00C17161" w:rsidP="00B96748"/>
      </w:tc>
      <w:tc>
        <w:tcPr>
          <w:tcW w:w="1843" w:type="pct"/>
        </w:tcPr>
        <w:p w14:paraId="4FA9116B" w14:textId="4DBBEADD" w:rsidR="00C17161" w:rsidRDefault="00C17161" w:rsidP="001F211F">
          <w:pPr>
            <w:jc w:val="right"/>
          </w:pPr>
        </w:p>
      </w:tc>
    </w:tr>
    <w:tr w:rsidR="00C17161" w:rsidRPr="00C551C0" w14:paraId="1C1E3BC8" w14:textId="77777777" w:rsidTr="00933C70">
      <w:trPr>
        <w:trHeight w:val="446"/>
        <w:jc w:val="center"/>
      </w:trPr>
      <w:tc>
        <w:tcPr>
          <w:tcW w:w="2192" w:type="pct"/>
        </w:tcPr>
        <w:p w14:paraId="4A9489C1" w14:textId="76A45E0F" w:rsidR="00C17161" w:rsidRDefault="00C17161" w:rsidP="001F211F">
          <w:pPr>
            <w:rPr>
              <w:rFonts w:cs="Times New Roman"/>
              <w:sz w:val="18"/>
              <w:szCs w:val="18"/>
            </w:rPr>
          </w:pPr>
          <w:r>
            <w:rPr>
              <w:noProof/>
            </w:rPr>
            <w:drawing>
              <wp:inline distT="0" distB="0" distL="0" distR="0" wp14:anchorId="4EE8173C" wp14:editId="38C87EF9">
                <wp:extent cx="2907792" cy="616978"/>
                <wp:effectExtent l="0" t="0" r="698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a:extLst>
                            <a:ext uri="{28A0092B-C50C-407E-A947-70E740481C1C}">
                              <a14:useLocalDpi xmlns:a14="http://schemas.microsoft.com/office/drawing/2010/main" val="0"/>
                            </a:ext>
                          </a:extLst>
                        </a:blip>
                        <a:stretch>
                          <a:fillRect/>
                        </a:stretch>
                      </pic:blipFill>
                      <pic:spPr>
                        <a:xfrm>
                          <a:off x="0" y="0"/>
                          <a:ext cx="2907792" cy="616978"/>
                        </a:xfrm>
                        <a:prstGeom prst="rect">
                          <a:avLst/>
                        </a:prstGeom>
                      </pic:spPr>
                    </pic:pic>
                  </a:graphicData>
                </a:graphic>
              </wp:inline>
            </w:drawing>
          </w:r>
        </w:p>
      </w:tc>
      <w:tc>
        <w:tcPr>
          <w:tcW w:w="965" w:type="pct"/>
        </w:tcPr>
        <w:p w14:paraId="501DB3FC" w14:textId="77777777" w:rsidR="00C17161" w:rsidRDefault="00C17161" w:rsidP="000E3C66">
          <w:pPr>
            <w:rPr>
              <w:b/>
              <w:i/>
              <w:noProof/>
              <w:sz w:val="18"/>
              <w:szCs w:val="18"/>
            </w:rPr>
          </w:pPr>
        </w:p>
      </w:tc>
      <w:tc>
        <w:tcPr>
          <w:tcW w:w="1843" w:type="pct"/>
          <w:vAlign w:val="bottom"/>
        </w:tcPr>
        <w:p w14:paraId="3F758FE6" w14:textId="2FF80408" w:rsidR="00C17161" w:rsidRPr="000E3C66" w:rsidRDefault="00C17161"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8" name="Picture 8"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C17161" w:rsidRPr="00CF0CF5" w:rsidRDefault="00C17161" w:rsidP="00933C70">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C17161" w:rsidRDefault="00C17161" w:rsidP="0023449C">
      <w:pPr>
        <w:spacing w:after="0" w:line="240" w:lineRule="auto"/>
      </w:pPr>
      <w:r>
        <w:separator/>
      </w:r>
    </w:p>
  </w:footnote>
  <w:footnote w:type="continuationSeparator" w:id="0">
    <w:p w14:paraId="359BAFCA" w14:textId="77777777" w:rsidR="00C17161" w:rsidRDefault="00C17161" w:rsidP="00234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341F19"/>
    <w:multiLevelType w:val="hybridMultilevel"/>
    <w:tmpl w:val="51B61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07883"/>
    <w:multiLevelType w:val="hybridMultilevel"/>
    <w:tmpl w:val="F6C6B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03CFC"/>
    <w:multiLevelType w:val="hybridMultilevel"/>
    <w:tmpl w:val="129C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722372"/>
    <w:multiLevelType w:val="hybridMultilevel"/>
    <w:tmpl w:val="0E08A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48A06FE5"/>
    <w:multiLevelType w:val="hybridMultilevel"/>
    <w:tmpl w:val="0600A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846682"/>
    <w:multiLevelType w:val="hybridMultilevel"/>
    <w:tmpl w:val="C388C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960122"/>
    <w:multiLevelType w:val="multilevel"/>
    <w:tmpl w:val="C4F2FA16"/>
    <w:numStyleLink w:val="Style1"/>
  </w:abstractNum>
  <w:abstractNum w:abstractNumId="23"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ACF2EAA"/>
    <w:multiLevelType w:val="hybridMultilevel"/>
    <w:tmpl w:val="FA346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2"/>
  </w:num>
  <w:num w:numId="4">
    <w:abstractNumId w:val="5"/>
  </w:num>
  <w:num w:numId="5">
    <w:abstractNumId w:val="22"/>
  </w:num>
  <w:num w:numId="6">
    <w:abstractNumId w:val="6"/>
  </w:num>
  <w:num w:numId="7">
    <w:abstractNumId w:val="0"/>
  </w:num>
  <w:num w:numId="8">
    <w:abstractNumId w:val="17"/>
  </w:num>
  <w:num w:numId="9">
    <w:abstractNumId w:val="16"/>
  </w:num>
  <w:num w:numId="10">
    <w:abstractNumId w:val="7"/>
  </w:num>
  <w:num w:numId="11">
    <w:abstractNumId w:val="1"/>
  </w:num>
  <w:num w:numId="12">
    <w:abstractNumId w:val="4"/>
  </w:num>
  <w:num w:numId="13">
    <w:abstractNumId w:val="19"/>
  </w:num>
  <w:num w:numId="14">
    <w:abstractNumId w:val="23"/>
  </w:num>
  <w:num w:numId="15">
    <w:abstractNumId w:val="13"/>
  </w:num>
  <w:num w:numId="16">
    <w:abstractNumId w:val="20"/>
  </w:num>
  <w:num w:numId="17">
    <w:abstractNumId w:val="8"/>
  </w:num>
  <w:num w:numId="18">
    <w:abstractNumId w:val="21"/>
  </w:num>
  <w:num w:numId="19">
    <w:abstractNumId w:val="3"/>
  </w:num>
  <w:num w:numId="20">
    <w:abstractNumId w:val="9"/>
  </w:num>
  <w:num w:numId="21">
    <w:abstractNumId w:val="24"/>
  </w:num>
  <w:num w:numId="22">
    <w:abstractNumId w:val="14"/>
  </w:num>
  <w:num w:numId="23">
    <w:abstractNumId w:val="2"/>
  </w:num>
  <w:num w:numId="24">
    <w:abstractNumId w:val="11"/>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2EB0"/>
    <w:rsid w:val="000269B6"/>
    <w:rsid w:val="00026C37"/>
    <w:rsid w:val="00027715"/>
    <w:rsid w:val="00033313"/>
    <w:rsid w:val="000342F7"/>
    <w:rsid w:val="00034B00"/>
    <w:rsid w:val="00035B89"/>
    <w:rsid w:val="00037355"/>
    <w:rsid w:val="00040DA8"/>
    <w:rsid w:val="00042C67"/>
    <w:rsid w:val="00046491"/>
    <w:rsid w:val="00046797"/>
    <w:rsid w:val="00052425"/>
    <w:rsid w:val="00053B6C"/>
    <w:rsid w:val="00054CE9"/>
    <w:rsid w:val="000632AF"/>
    <w:rsid w:val="000648C8"/>
    <w:rsid w:val="000652A6"/>
    <w:rsid w:val="00065DC8"/>
    <w:rsid w:val="0007066F"/>
    <w:rsid w:val="00071CE7"/>
    <w:rsid w:val="000720EF"/>
    <w:rsid w:val="00072F0E"/>
    <w:rsid w:val="00072F87"/>
    <w:rsid w:val="00073FC4"/>
    <w:rsid w:val="00074C37"/>
    <w:rsid w:val="000750A9"/>
    <w:rsid w:val="00075659"/>
    <w:rsid w:val="000769B4"/>
    <w:rsid w:val="00077ED7"/>
    <w:rsid w:val="0008176D"/>
    <w:rsid w:val="00082814"/>
    <w:rsid w:val="00085A1D"/>
    <w:rsid w:val="00086A28"/>
    <w:rsid w:val="00087651"/>
    <w:rsid w:val="000920D4"/>
    <w:rsid w:val="000922FD"/>
    <w:rsid w:val="000930E7"/>
    <w:rsid w:val="000946FE"/>
    <w:rsid w:val="000952FC"/>
    <w:rsid w:val="00097BA5"/>
    <w:rsid w:val="000A2145"/>
    <w:rsid w:val="000A216A"/>
    <w:rsid w:val="000A2954"/>
    <w:rsid w:val="000A70DF"/>
    <w:rsid w:val="000B1D03"/>
    <w:rsid w:val="000B2065"/>
    <w:rsid w:val="000C0B5C"/>
    <w:rsid w:val="000C45B7"/>
    <w:rsid w:val="000C49AE"/>
    <w:rsid w:val="000C69AA"/>
    <w:rsid w:val="000D0FC8"/>
    <w:rsid w:val="000D454B"/>
    <w:rsid w:val="000D4BD7"/>
    <w:rsid w:val="000D6495"/>
    <w:rsid w:val="000E3C66"/>
    <w:rsid w:val="000E6428"/>
    <w:rsid w:val="000E7B18"/>
    <w:rsid w:val="000E7B89"/>
    <w:rsid w:val="000F4455"/>
    <w:rsid w:val="000F5B0D"/>
    <w:rsid w:val="000F7197"/>
    <w:rsid w:val="000F746C"/>
    <w:rsid w:val="000F7ABD"/>
    <w:rsid w:val="001015B4"/>
    <w:rsid w:val="00101A6B"/>
    <w:rsid w:val="00102500"/>
    <w:rsid w:val="001037EC"/>
    <w:rsid w:val="001057E6"/>
    <w:rsid w:val="00105DB6"/>
    <w:rsid w:val="001060BA"/>
    <w:rsid w:val="00106237"/>
    <w:rsid w:val="001062F0"/>
    <w:rsid w:val="00112653"/>
    <w:rsid w:val="00112785"/>
    <w:rsid w:val="00113770"/>
    <w:rsid w:val="00115301"/>
    <w:rsid w:val="00115B8C"/>
    <w:rsid w:val="001172C9"/>
    <w:rsid w:val="00117E9F"/>
    <w:rsid w:val="001231C5"/>
    <w:rsid w:val="00123D7A"/>
    <w:rsid w:val="0012523D"/>
    <w:rsid w:val="001313CF"/>
    <w:rsid w:val="00133A91"/>
    <w:rsid w:val="00133DDB"/>
    <w:rsid w:val="001343B3"/>
    <w:rsid w:val="00135CE8"/>
    <w:rsid w:val="00135FB8"/>
    <w:rsid w:val="00137A50"/>
    <w:rsid w:val="00142A18"/>
    <w:rsid w:val="00142B2E"/>
    <w:rsid w:val="001449EE"/>
    <w:rsid w:val="00146F56"/>
    <w:rsid w:val="0014797C"/>
    <w:rsid w:val="00150D24"/>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86E5D"/>
    <w:rsid w:val="001944D0"/>
    <w:rsid w:val="001964EE"/>
    <w:rsid w:val="00196D7B"/>
    <w:rsid w:val="00197FBF"/>
    <w:rsid w:val="001A0937"/>
    <w:rsid w:val="001A179D"/>
    <w:rsid w:val="001A5114"/>
    <w:rsid w:val="001B4D6A"/>
    <w:rsid w:val="001B521D"/>
    <w:rsid w:val="001B6F0E"/>
    <w:rsid w:val="001C1FC2"/>
    <w:rsid w:val="001C2060"/>
    <w:rsid w:val="001C5F4A"/>
    <w:rsid w:val="001C701D"/>
    <w:rsid w:val="001C7C40"/>
    <w:rsid w:val="001C7F2E"/>
    <w:rsid w:val="001D0D6B"/>
    <w:rsid w:val="001D100D"/>
    <w:rsid w:val="001D481E"/>
    <w:rsid w:val="001D6165"/>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27AC"/>
    <w:rsid w:val="00214AB1"/>
    <w:rsid w:val="002153CE"/>
    <w:rsid w:val="0021601D"/>
    <w:rsid w:val="00217BB6"/>
    <w:rsid w:val="0022081B"/>
    <w:rsid w:val="00224393"/>
    <w:rsid w:val="0023365E"/>
    <w:rsid w:val="002337AB"/>
    <w:rsid w:val="0023449C"/>
    <w:rsid w:val="00234A17"/>
    <w:rsid w:val="00234F4A"/>
    <w:rsid w:val="0023523B"/>
    <w:rsid w:val="0024067F"/>
    <w:rsid w:val="00240802"/>
    <w:rsid w:val="00240DBA"/>
    <w:rsid w:val="00243E98"/>
    <w:rsid w:val="0024479F"/>
    <w:rsid w:val="00244D39"/>
    <w:rsid w:val="00250AB8"/>
    <w:rsid w:val="00253CFA"/>
    <w:rsid w:val="00255B59"/>
    <w:rsid w:val="00260468"/>
    <w:rsid w:val="00262F2A"/>
    <w:rsid w:val="002639E3"/>
    <w:rsid w:val="00265E75"/>
    <w:rsid w:val="002661F9"/>
    <w:rsid w:val="002666C8"/>
    <w:rsid w:val="00267C00"/>
    <w:rsid w:val="002720EB"/>
    <w:rsid w:val="00275723"/>
    <w:rsid w:val="002768BE"/>
    <w:rsid w:val="00277889"/>
    <w:rsid w:val="00281A51"/>
    <w:rsid w:val="00281C92"/>
    <w:rsid w:val="0028692C"/>
    <w:rsid w:val="00286C67"/>
    <w:rsid w:val="00287345"/>
    <w:rsid w:val="00291A40"/>
    <w:rsid w:val="002936D7"/>
    <w:rsid w:val="002953CE"/>
    <w:rsid w:val="00295D54"/>
    <w:rsid w:val="002962C2"/>
    <w:rsid w:val="00296E7C"/>
    <w:rsid w:val="00296E81"/>
    <w:rsid w:val="002A0C89"/>
    <w:rsid w:val="002A172C"/>
    <w:rsid w:val="002A5EB6"/>
    <w:rsid w:val="002A6402"/>
    <w:rsid w:val="002A777B"/>
    <w:rsid w:val="002A7FA0"/>
    <w:rsid w:val="002B0B0C"/>
    <w:rsid w:val="002B1DF2"/>
    <w:rsid w:val="002B2744"/>
    <w:rsid w:val="002B2BFA"/>
    <w:rsid w:val="002B3234"/>
    <w:rsid w:val="002B3BDA"/>
    <w:rsid w:val="002B3DDF"/>
    <w:rsid w:val="002B58F1"/>
    <w:rsid w:val="002B7FF9"/>
    <w:rsid w:val="002C0A5D"/>
    <w:rsid w:val="002C4ABA"/>
    <w:rsid w:val="002C4C11"/>
    <w:rsid w:val="002C5178"/>
    <w:rsid w:val="002C5600"/>
    <w:rsid w:val="002C718E"/>
    <w:rsid w:val="002D041B"/>
    <w:rsid w:val="002D14E8"/>
    <w:rsid w:val="002D58E3"/>
    <w:rsid w:val="002D6F4C"/>
    <w:rsid w:val="002D7455"/>
    <w:rsid w:val="002E2117"/>
    <w:rsid w:val="002E30E6"/>
    <w:rsid w:val="002E4A4D"/>
    <w:rsid w:val="002E7410"/>
    <w:rsid w:val="002F2D51"/>
    <w:rsid w:val="002F54D2"/>
    <w:rsid w:val="00300B4F"/>
    <w:rsid w:val="00303DCE"/>
    <w:rsid w:val="003048D7"/>
    <w:rsid w:val="00304B2F"/>
    <w:rsid w:val="00304B49"/>
    <w:rsid w:val="003058B0"/>
    <w:rsid w:val="00310298"/>
    <w:rsid w:val="00310EEA"/>
    <w:rsid w:val="003133E9"/>
    <w:rsid w:val="003134F7"/>
    <w:rsid w:val="00313E2A"/>
    <w:rsid w:val="003155EA"/>
    <w:rsid w:val="00317F7E"/>
    <w:rsid w:val="0032040E"/>
    <w:rsid w:val="00320862"/>
    <w:rsid w:val="003215E5"/>
    <w:rsid w:val="00321C26"/>
    <w:rsid w:val="00323FBE"/>
    <w:rsid w:val="00326C99"/>
    <w:rsid w:val="00327E2D"/>
    <w:rsid w:val="00333D54"/>
    <w:rsid w:val="00334519"/>
    <w:rsid w:val="00341BE8"/>
    <w:rsid w:val="003448AE"/>
    <w:rsid w:val="00345308"/>
    <w:rsid w:val="003507EF"/>
    <w:rsid w:val="00350EC5"/>
    <w:rsid w:val="003511E0"/>
    <w:rsid w:val="00356B5A"/>
    <w:rsid w:val="003615E9"/>
    <w:rsid w:val="00362C0D"/>
    <w:rsid w:val="0036554D"/>
    <w:rsid w:val="003721BB"/>
    <w:rsid w:val="003737C1"/>
    <w:rsid w:val="00373DD0"/>
    <w:rsid w:val="0037401E"/>
    <w:rsid w:val="00374096"/>
    <w:rsid w:val="00375723"/>
    <w:rsid w:val="00375FCE"/>
    <w:rsid w:val="003761BC"/>
    <w:rsid w:val="003768DE"/>
    <w:rsid w:val="00381D0C"/>
    <w:rsid w:val="00382192"/>
    <w:rsid w:val="003846D6"/>
    <w:rsid w:val="00395B72"/>
    <w:rsid w:val="00395F9B"/>
    <w:rsid w:val="00396D7D"/>
    <w:rsid w:val="00397D96"/>
    <w:rsid w:val="003A2509"/>
    <w:rsid w:val="003A5EB0"/>
    <w:rsid w:val="003B22F9"/>
    <w:rsid w:val="003B332F"/>
    <w:rsid w:val="003B38E9"/>
    <w:rsid w:val="003B47B2"/>
    <w:rsid w:val="003B7E1B"/>
    <w:rsid w:val="003C01C3"/>
    <w:rsid w:val="003C0E2B"/>
    <w:rsid w:val="003C7D75"/>
    <w:rsid w:val="003D1FE3"/>
    <w:rsid w:val="003D3D66"/>
    <w:rsid w:val="003E1120"/>
    <w:rsid w:val="003E19CE"/>
    <w:rsid w:val="003E3755"/>
    <w:rsid w:val="003E7660"/>
    <w:rsid w:val="003E788B"/>
    <w:rsid w:val="003F4F1C"/>
    <w:rsid w:val="003F6703"/>
    <w:rsid w:val="003F7740"/>
    <w:rsid w:val="00402C28"/>
    <w:rsid w:val="00403748"/>
    <w:rsid w:val="00403ACA"/>
    <w:rsid w:val="00411614"/>
    <w:rsid w:val="00411A68"/>
    <w:rsid w:val="00412F4D"/>
    <w:rsid w:val="00415410"/>
    <w:rsid w:val="00415EAA"/>
    <w:rsid w:val="00416EC6"/>
    <w:rsid w:val="00417F94"/>
    <w:rsid w:val="00421CF3"/>
    <w:rsid w:val="0042209A"/>
    <w:rsid w:val="00422991"/>
    <w:rsid w:val="00424C8D"/>
    <w:rsid w:val="004256A8"/>
    <w:rsid w:val="00426891"/>
    <w:rsid w:val="00427DC4"/>
    <w:rsid w:val="004302D2"/>
    <w:rsid w:val="00430C0B"/>
    <w:rsid w:val="00440117"/>
    <w:rsid w:val="00442812"/>
    <w:rsid w:val="00442E65"/>
    <w:rsid w:val="00450D1A"/>
    <w:rsid w:val="00456B86"/>
    <w:rsid w:val="00462927"/>
    <w:rsid w:val="0046421B"/>
    <w:rsid w:val="00464363"/>
    <w:rsid w:val="00466547"/>
    <w:rsid w:val="00466B02"/>
    <w:rsid w:val="004707F2"/>
    <w:rsid w:val="00472AB2"/>
    <w:rsid w:val="0047475D"/>
    <w:rsid w:val="00474C78"/>
    <w:rsid w:val="00474ED7"/>
    <w:rsid w:val="00476D2F"/>
    <w:rsid w:val="00481662"/>
    <w:rsid w:val="0048502A"/>
    <w:rsid w:val="00485422"/>
    <w:rsid w:val="00485FE8"/>
    <w:rsid w:val="004906A1"/>
    <w:rsid w:val="00490E68"/>
    <w:rsid w:val="004919A4"/>
    <w:rsid w:val="004A009B"/>
    <w:rsid w:val="004A2AFA"/>
    <w:rsid w:val="004A31D5"/>
    <w:rsid w:val="004A3BF4"/>
    <w:rsid w:val="004A4283"/>
    <w:rsid w:val="004A4A5A"/>
    <w:rsid w:val="004A7B9D"/>
    <w:rsid w:val="004B1286"/>
    <w:rsid w:val="004B2967"/>
    <w:rsid w:val="004B4604"/>
    <w:rsid w:val="004B61F1"/>
    <w:rsid w:val="004B7139"/>
    <w:rsid w:val="004B7E1E"/>
    <w:rsid w:val="004C23DA"/>
    <w:rsid w:val="004C3F78"/>
    <w:rsid w:val="004C571F"/>
    <w:rsid w:val="004C7671"/>
    <w:rsid w:val="004C798F"/>
    <w:rsid w:val="004C7E57"/>
    <w:rsid w:val="004D0875"/>
    <w:rsid w:val="004D177A"/>
    <w:rsid w:val="004D508E"/>
    <w:rsid w:val="004D5341"/>
    <w:rsid w:val="004D5F52"/>
    <w:rsid w:val="004D7DE1"/>
    <w:rsid w:val="004E2023"/>
    <w:rsid w:val="004E4831"/>
    <w:rsid w:val="004E599A"/>
    <w:rsid w:val="004E5EBD"/>
    <w:rsid w:val="004E6572"/>
    <w:rsid w:val="004F05C0"/>
    <w:rsid w:val="004F7081"/>
    <w:rsid w:val="00500232"/>
    <w:rsid w:val="00502C37"/>
    <w:rsid w:val="0050411D"/>
    <w:rsid w:val="0050730B"/>
    <w:rsid w:val="0051036D"/>
    <w:rsid w:val="005126C3"/>
    <w:rsid w:val="00514BA2"/>
    <w:rsid w:val="0051595E"/>
    <w:rsid w:val="00517003"/>
    <w:rsid w:val="005179AF"/>
    <w:rsid w:val="00520E8E"/>
    <w:rsid w:val="00522436"/>
    <w:rsid w:val="00523DCE"/>
    <w:rsid w:val="00524C63"/>
    <w:rsid w:val="00524D51"/>
    <w:rsid w:val="00526511"/>
    <w:rsid w:val="005302C7"/>
    <w:rsid w:val="005303F0"/>
    <w:rsid w:val="00531799"/>
    <w:rsid w:val="0053288C"/>
    <w:rsid w:val="0053387E"/>
    <w:rsid w:val="00534131"/>
    <w:rsid w:val="00535DE3"/>
    <w:rsid w:val="0053685A"/>
    <w:rsid w:val="00537879"/>
    <w:rsid w:val="00541544"/>
    <w:rsid w:val="00541561"/>
    <w:rsid w:val="005429E1"/>
    <w:rsid w:val="00542F33"/>
    <w:rsid w:val="005433CE"/>
    <w:rsid w:val="00545E9D"/>
    <w:rsid w:val="00550484"/>
    <w:rsid w:val="005524CA"/>
    <w:rsid w:val="005527F9"/>
    <w:rsid w:val="0055304D"/>
    <w:rsid w:val="00553714"/>
    <w:rsid w:val="00554372"/>
    <w:rsid w:val="00555C5A"/>
    <w:rsid w:val="005606EA"/>
    <w:rsid w:val="00560B49"/>
    <w:rsid w:val="00563C04"/>
    <w:rsid w:val="00566018"/>
    <w:rsid w:val="00567576"/>
    <w:rsid w:val="00567FE0"/>
    <w:rsid w:val="0057153B"/>
    <w:rsid w:val="00575329"/>
    <w:rsid w:val="00580E7D"/>
    <w:rsid w:val="005853EB"/>
    <w:rsid w:val="005925D4"/>
    <w:rsid w:val="00593E4B"/>
    <w:rsid w:val="00595287"/>
    <w:rsid w:val="005A2BD2"/>
    <w:rsid w:val="005A4A96"/>
    <w:rsid w:val="005A4BCF"/>
    <w:rsid w:val="005A5C57"/>
    <w:rsid w:val="005A632B"/>
    <w:rsid w:val="005B1D76"/>
    <w:rsid w:val="005B61C2"/>
    <w:rsid w:val="005C061A"/>
    <w:rsid w:val="005C09B7"/>
    <w:rsid w:val="005C69B8"/>
    <w:rsid w:val="005C7112"/>
    <w:rsid w:val="005D1601"/>
    <w:rsid w:val="005E5716"/>
    <w:rsid w:val="005E58EE"/>
    <w:rsid w:val="005E58F8"/>
    <w:rsid w:val="005F10F4"/>
    <w:rsid w:val="005F16EE"/>
    <w:rsid w:val="005F1B30"/>
    <w:rsid w:val="005F37C6"/>
    <w:rsid w:val="005F79CF"/>
    <w:rsid w:val="00600C57"/>
    <w:rsid w:val="0060199E"/>
    <w:rsid w:val="00602F79"/>
    <w:rsid w:val="00605675"/>
    <w:rsid w:val="00607C53"/>
    <w:rsid w:val="00610878"/>
    <w:rsid w:val="00612688"/>
    <w:rsid w:val="00613B15"/>
    <w:rsid w:val="00613D80"/>
    <w:rsid w:val="00613EBE"/>
    <w:rsid w:val="00616916"/>
    <w:rsid w:val="006175ED"/>
    <w:rsid w:val="00622924"/>
    <w:rsid w:val="00623716"/>
    <w:rsid w:val="00624662"/>
    <w:rsid w:val="006248EE"/>
    <w:rsid w:val="0062691D"/>
    <w:rsid w:val="006320D2"/>
    <w:rsid w:val="006333BC"/>
    <w:rsid w:val="00633B2B"/>
    <w:rsid w:val="0063422E"/>
    <w:rsid w:val="0063541E"/>
    <w:rsid w:val="006367E8"/>
    <w:rsid w:val="00636B15"/>
    <w:rsid w:val="0064367D"/>
    <w:rsid w:val="006440C3"/>
    <w:rsid w:val="0065110F"/>
    <w:rsid w:val="0065178C"/>
    <w:rsid w:val="006518E5"/>
    <w:rsid w:val="006518EC"/>
    <w:rsid w:val="00652382"/>
    <w:rsid w:val="0065357C"/>
    <w:rsid w:val="00654B1F"/>
    <w:rsid w:val="00661A8D"/>
    <w:rsid w:val="00662180"/>
    <w:rsid w:val="00664355"/>
    <w:rsid w:val="006643EF"/>
    <w:rsid w:val="00665FC4"/>
    <w:rsid w:val="00666964"/>
    <w:rsid w:val="00666DB9"/>
    <w:rsid w:val="00667D4D"/>
    <w:rsid w:val="00670A42"/>
    <w:rsid w:val="00671BFB"/>
    <w:rsid w:val="00672A9F"/>
    <w:rsid w:val="00673079"/>
    <w:rsid w:val="006730D5"/>
    <w:rsid w:val="00673554"/>
    <w:rsid w:val="00674036"/>
    <w:rsid w:val="00676060"/>
    <w:rsid w:val="0067726A"/>
    <w:rsid w:val="00680B43"/>
    <w:rsid w:val="006837F9"/>
    <w:rsid w:val="00683E2A"/>
    <w:rsid w:val="006849D2"/>
    <w:rsid w:val="00686E1A"/>
    <w:rsid w:val="0068721B"/>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AD3"/>
    <w:rsid w:val="006C7D07"/>
    <w:rsid w:val="006D1C37"/>
    <w:rsid w:val="006D398D"/>
    <w:rsid w:val="006D5FFE"/>
    <w:rsid w:val="006D715D"/>
    <w:rsid w:val="006E37D8"/>
    <w:rsid w:val="006E3C8C"/>
    <w:rsid w:val="006E5A73"/>
    <w:rsid w:val="006E5A9E"/>
    <w:rsid w:val="006E5C0F"/>
    <w:rsid w:val="006E712A"/>
    <w:rsid w:val="006E732E"/>
    <w:rsid w:val="006F0D64"/>
    <w:rsid w:val="006F1359"/>
    <w:rsid w:val="006F16B2"/>
    <w:rsid w:val="006F1B3E"/>
    <w:rsid w:val="006F1C6F"/>
    <w:rsid w:val="006F655A"/>
    <w:rsid w:val="006F7BDC"/>
    <w:rsid w:val="006F7E66"/>
    <w:rsid w:val="00701529"/>
    <w:rsid w:val="0070580E"/>
    <w:rsid w:val="00706C16"/>
    <w:rsid w:val="007073EA"/>
    <w:rsid w:val="00711A03"/>
    <w:rsid w:val="00712EFC"/>
    <w:rsid w:val="00713F17"/>
    <w:rsid w:val="007201EB"/>
    <w:rsid w:val="00721254"/>
    <w:rsid w:val="00723285"/>
    <w:rsid w:val="007233A0"/>
    <w:rsid w:val="007238B0"/>
    <w:rsid w:val="0072449D"/>
    <w:rsid w:val="00725F12"/>
    <w:rsid w:val="007260E9"/>
    <w:rsid w:val="00733A14"/>
    <w:rsid w:val="0073657C"/>
    <w:rsid w:val="007408DD"/>
    <w:rsid w:val="00747022"/>
    <w:rsid w:val="00747854"/>
    <w:rsid w:val="00751C87"/>
    <w:rsid w:val="007531A1"/>
    <w:rsid w:val="007541B1"/>
    <w:rsid w:val="00763110"/>
    <w:rsid w:val="007640C1"/>
    <w:rsid w:val="00764C28"/>
    <w:rsid w:val="007660C7"/>
    <w:rsid w:val="0077189E"/>
    <w:rsid w:val="0077461A"/>
    <w:rsid w:val="00774BFE"/>
    <w:rsid w:val="00777BA8"/>
    <w:rsid w:val="00780701"/>
    <w:rsid w:val="007822CC"/>
    <w:rsid w:val="00785241"/>
    <w:rsid w:val="00785B8B"/>
    <w:rsid w:val="00785CFE"/>
    <w:rsid w:val="007863F2"/>
    <w:rsid w:val="00787A12"/>
    <w:rsid w:val="0079241D"/>
    <w:rsid w:val="00793E0A"/>
    <w:rsid w:val="00794595"/>
    <w:rsid w:val="00795CE5"/>
    <w:rsid w:val="00795E14"/>
    <w:rsid w:val="007A151B"/>
    <w:rsid w:val="007A52B8"/>
    <w:rsid w:val="007A63BF"/>
    <w:rsid w:val="007A7107"/>
    <w:rsid w:val="007B19E0"/>
    <w:rsid w:val="007B2237"/>
    <w:rsid w:val="007B3154"/>
    <w:rsid w:val="007C0E82"/>
    <w:rsid w:val="007C283F"/>
    <w:rsid w:val="007C4FCD"/>
    <w:rsid w:val="007C5367"/>
    <w:rsid w:val="007C7985"/>
    <w:rsid w:val="007D3C81"/>
    <w:rsid w:val="007D5668"/>
    <w:rsid w:val="007D601A"/>
    <w:rsid w:val="007E0EDC"/>
    <w:rsid w:val="007E1206"/>
    <w:rsid w:val="007E20A2"/>
    <w:rsid w:val="007E218E"/>
    <w:rsid w:val="007E5DA6"/>
    <w:rsid w:val="007E7F84"/>
    <w:rsid w:val="007F017C"/>
    <w:rsid w:val="007F1231"/>
    <w:rsid w:val="007F2F0E"/>
    <w:rsid w:val="007F51EA"/>
    <w:rsid w:val="007F53DE"/>
    <w:rsid w:val="007F61BE"/>
    <w:rsid w:val="007F6AF8"/>
    <w:rsid w:val="007F7B5C"/>
    <w:rsid w:val="00801D4D"/>
    <w:rsid w:val="00804716"/>
    <w:rsid w:val="00805519"/>
    <w:rsid w:val="00807800"/>
    <w:rsid w:val="0081318F"/>
    <w:rsid w:val="00815200"/>
    <w:rsid w:val="00820EDD"/>
    <w:rsid w:val="0082171C"/>
    <w:rsid w:val="00822A43"/>
    <w:rsid w:val="00823641"/>
    <w:rsid w:val="00823FEC"/>
    <w:rsid w:val="00825695"/>
    <w:rsid w:val="00825E91"/>
    <w:rsid w:val="00826566"/>
    <w:rsid w:val="0082683B"/>
    <w:rsid w:val="00830160"/>
    <w:rsid w:val="00830477"/>
    <w:rsid w:val="008307FB"/>
    <w:rsid w:val="00830DA8"/>
    <w:rsid w:val="00831147"/>
    <w:rsid w:val="00831AC4"/>
    <w:rsid w:val="00831D85"/>
    <w:rsid w:val="008327C9"/>
    <w:rsid w:val="008336C6"/>
    <w:rsid w:val="00834A0F"/>
    <w:rsid w:val="00836493"/>
    <w:rsid w:val="00845288"/>
    <w:rsid w:val="008463C3"/>
    <w:rsid w:val="00846DA2"/>
    <w:rsid w:val="008531F0"/>
    <w:rsid w:val="00855037"/>
    <w:rsid w:val="00860923"/>
    <w:rsid w:val="00861FFC"/>
    <w:rsid w:val="00863047"/>
    <w:rsid w:val="00863E94"/>
    <w:rsid w:val="00865243"/>
    <w:rsid w:val="00866536"/>
    <w:rsid w:val="0087482B"/>
    <w:rsid w:val="00874E8C"/>
    <w:rsid w:val="008767DB"/>
    <w:rsid w:val="008775AC"/>
    <w:rsid w:val="008800AB"/>
    <w:rsid w:val="00881017"/>
    <w:rsid w:val="00882986"/>
    <w:rsid w:val="0088396C"/>
    <w:rsid w:val="008857A8"/>
    <w:rsid w:val="00885AB2"/>
    <w:rsid w:val="00886491"/>
    <w:rsid w:val="0088699E"/>
    <w:rsid w:val="008870AB"/>
    <w:rsid w:val="00887202"/>
    <w:rsid w:val="008912EF"/>
    <w:rsid w:val="0089181E"/>
    <w:rsid w:val="008932AA"/>
    <w:rsid w:val="00894596"/>
    <w:rsid w:val="00895300"/>
    <w:rsid w:val="008A04D1"/>
    <w:rsid w:val="008A1C96"/>
    <w:rsid w:val="008A1D29"/>
    <w:rsid w:val="008A22C2"/>
    <w:rsid w:val="008A56C4"/>
    <w:rsid w:val="008B0A9C"/>
    <w:rsid w:val="008B2861"/>
    <w:rsid w:val="008B3441"/>
    <w:rsid w:val="008B3F8B"/>
    <w:rsid w:val="008B5872"/>
    <w:rsid w:val="008C1269"/>
    <w:rsid w:val="008C4DE7"/>
    <w:rsid w:val="008C4F14"/>
    <w:rsid w:val="008C535A"/>
    <w:rsid w:val="008C5B44"/>
    <w:rsid w:val="008C72BD"/>
    <w:rsid w:val="008C787D"/>
    <w:rsid w:val="008D2AE3"/>
    <w:rsid w:val="008D3584"/>
    <w:rsid w:val="008E0CA0"/>
    <w:rsid w:val="008E267E"/>
    <w:rsid w:val="008E48C6"/>
    <w:rsid w:val="008E6D07"/>
    <w:rsid w:val="008E7877"/>
    <w:rsid w:val="008F11D6"/>
    <w:rsid w:val="008F2E4D"/>
    <w:rsid w:val="008F3EB8"/>
    <w:rsid w:val="008F6554"/>
    <w:rsid w:val="009031DF"/>
    <w:rsid w:val="00905014"/>
    <w:rsid w:val="00910A76"/>
    <w:rsid w:val="00915B5B"/>
    <w:rsid w:val="009162C1"/>
    <w:rsid w:val="0092461B"/>
    <w:rsid w:val="00926DFF"/>
    <w:rsid w:val="00926E73"/>
    <w:rsid w:val="00933C70"/>
    <w:rsid w:val="009341C3"/>
    <w:rsid w:val="00935332"/>
    <w:rsid w:val="00935B20"/>
    <w:rsid w:val="00937A8E"/>
    <w:rsid w:val="00941899"/>
    <w:rsid w:val="00942940"/>
    <w:rsid w:val="00944AD1"/>
    <w:rsid w:val="009468F9"/>
    <w:rsid w:val="00946C58"/>
    <w:rsid w:val="00950E8C"/>
    <w:rsid w:val="009514AF"/>
    <w:rsid w:val="00954D4B"/>
    <w:rsid w:val="009574BB"/>
    <w:rsid w:val="009637D0"/>
    <w:rsid w:val="0096447F"/>
    <w:rsid w:val="00964B9B"/>
    <w:rsid w:val="00966F00"/>
    <w:rsid w:val="00972AA9"/>
    <w:rsid w:val="00972BDE"/>
    <w:rsid w:val="00981A3B"/>
    <w:rsid w:val="00982B99"/>
    <w:rsid w:val="00983741"/>
    <w:rsid w:val="009838EC"/>
    <w:rsid w:val="00986150"/>
    <w:rsid w:val="009907E4"/>
    <w:rsid w:val="00991FB8"/>
    <w:rsid w:val="00994BC0"/>
    <w:rsid w:val="009A0790"/>
    <w:rsid w:val="009A3CA3"/>
    <w:rsid w:val="009A5A02"/>
    <w:rsid w:val="009A64C1"/>
    <w:rsid w:val="009A6A93"/>
    <w:rsid w:val="009B40FF"/>
    <w:rsid w:val="009B6CEE"/>
    <w:rsid w:val="009B73F1"/>
    <w:rsid w:val="009C2755"/>
    <w:rsid w:val="009C462B"/>
    <w:rsid w:val="009C4E27"/>
    <w:rsid w:val="009C5EEA"/>
    <w:rsid w:val="009C7491"/>
    <w:rsid w:val="009C7503"/>
    <w:rsid w:val="009D018C"/>
    <w:rsid w:val="009D0945"/>
    <w:rsid w:val="009D12EA"/>
    <w:rsid w:val="009D1621"/>
    <w:rsid w:val="009D27B0"/>
    <w:rsid w:val="009D29A9"/>
    <w:rsid w:val="009D7745"/>
    <w:rsid w:val="009E0494"/>
    <w:rsid w:val="009E1FCD"/>
    <w:rsid w:val="009E2C2F"/>
    <w:rsid w:val="009E311D"/>
    <w:rsid w:val="009E335B"/>
    <w:rsid w:val="009E3952"/>
    <w:rsid w:val="009E3D69"/>
    <w:rsid w:val="009E5635"/>
    <w:rsid w:val="009F04E6"/>
    <w:rsid w:val="009F319B"/>
    <w:rsid w:val="009F6C70"/>
    <w:rsid w:val="00A0179E"/>
    <w:rsid w:val="00A03A01"/>
    <w:rsid w:val="00A07FF1"/>
    <w:rsid w:val="00A11534"/>
    <w:rsid w:val="00A11C54"/>
    <w:rsid w:val="00A13608"/>
    <w:rsid w:val="00A151FB"/>
    <w:rsid w:val="00A16C5C"/>
    <w:rsid w:val="00A171B3"/>
    <w:rsid w:val="00A20570"/>
    <w:rsid w:val="00A23D33"/>
    <w:rsid w:val="00A243DE"/>
    <w:rsid w:val="00A252B6"/>
    <w:rsid w:val="00A30A8D"/>
    <w:rsid w:val="00A330EF"/>
    <w:rsid w:val="00A37583"/>
    <w:rsid w:val="00A4120F"/>
    <w:rsid w:val="00A452B6"/>
    <w:rsid w:val="00A456B7"/>
    <w:rsid w:val="00A465EE"/>
    <w:rsid w:val="00A47584"/>
    <w:rsid w:val="00A47A9C"/>
    <w:rsid w:val="00A51BC2"/>
    <w:rsid w:val="00A52F39"/>
    <w:rsid w:val="00A54F78"/>
    <w:rsid w:val="00A54FA6"/>
    <w:rsid w:val="00A56ECA"/>
    <w:rsid w:val="00A611EA"/>
    <w:rsid w:val="00A626DB"/>
    <w:rsid w:val="00A63E4A"/>
    <w:rsid w:val="00A6491A"/>
    <w:rsid w:val="00A66E11"/>
    <w:rsid w:val="00A71170"/>
    <w:rsid w:val="00A712F6"/>
    <w:rsid w:val="00A74F32"/>
    <w:rsid w:val="00A77DD6"/>
    <w:rsid w:val="00A808E8"/>
    <w:rsid w:val="00A80AF4"/>
    <w:rsid w:val="00A8295B"/>
    <w:rsid w:val="00A82ABB"/>
    <w:rsid w:val="00A8787A"/>
    <w:rsid w:val="00A9032C"/>
    <w:rsid w:val="00A91837"/>
    <w:rsid w:val="00A91891"/>
    <w:rsid w:val="00A92EFD"/>
    <w:rsid w:val="00A95685"/>
    <w:rsid w:val="00A966F0"/>
    <w:rsid w:val="00AA06E8"/>
    <w:rsid w:val="00AA0B47"/>
    <w:rsid w:val="00AA1E41"/>
    <w:rsid w:val="00AA2287"/>
    <w:rsid w:val="00AA5FFB"/>
    <w:rsid w:val="00AB21B6"/>
    <w:rsid w:val="00AB239C"/>
    <w:rsid w:val="00AB5A49"/>
    <w:rsid w:val="00AB7223"/>
    <w:rsid w:val="00AC38CD"/>
    <w:rsid w:val="00AC5011"/>
    <w:rsid w:val="00AC54FF"/>
    <w:rsid w:val="00AC5FF2"/>
    <w:rsid w:val="00AD02D6"/>
    <w:rsid w:val="00AD2776"/>
    <w:rsid w:val="00AD7645"/>
    <w:rsid w:val="00AE27B0"/>
    <w:rsid w:val="00AE2FB0"/>
    <w:rsid w:val="00AE5B46"/>
    <w:rsid w:val="00AE5DBA"/>
    <w:rsid w:val="00AE6466"/>
    <w:rsid w:val="00AE6AC1"/>
    <w:rsid w:val="00AE6F54"/>
    <w:rsid w:val="00AF0979"/>
    <w:rsid w:val="00AF1F23"/>
    <w:rsid w:val="00AF3681"/>
    <w:rsid w:val="00AF5CB7"/>
    <w:rsid w:val="00AF74C5"/>
    <w:rsid w:val="00B00512"/>
    <w:rsid w:val="00B00C2A"/>
    <w:rsid w:val="00B0360A"/>
    <w:rsid w:val="00B04671"/>
    <w:rsid w:val="00B12BFF"/>
    <w:rsid w:val="00B134D2"/>
    <w:rsid w:val="00B21376"/>
    <w:rsid w:val="00B22D5A"/>
    <w:rsid w:val="00B23A53"/>
    <w:rsid w:val="00B255AF"/>
    <w:rsid w:val="00B27696"/>
    <w:rsid w:val="00B306AB"/>
    <w:rsid w:val="00B31522"/>
    <w:rsid w:val="00B32031"/>
    <w:rsid w:val="00B326C2"/>
    <w:rsid w:val="00B32AE3"/>
    <w:rsid w:val="00B3697A"/>
    <w:rsid w:val="00B36F74"/>
    <w:rsid w:val="00B40A4C"/>
    <w:rsid w:val="00B416B0"/>
    <w:rsid w:val="00B5048D"/>
    <w:rsid w:val="00B52425"/>
    <w:rsid w:val="00B53615"/>
    <w:rsid w:val="00B53E8A"/>
    <w:rsid w:val="00B54C29"/>
    <w:rsid w:val="00B5785E"/>
    <w:rsid w:val="00B57B69"/>
    <w:rsid w:val="00B60655"/>
    <w:rsid w:val="00B6104B"/>
    <w:rsid w:val="00B62C7B"/>
    <w:rsid w:val="00B631AC"/>
    <w:rsid w:val="00B636EA"/>
    <w:rsid w:val="00B63850"/>
    <w:rsid w:val="00B63E36"/>
    <w:rsid w:val="00B648DA"/>
    <w:rsid w:val="00B70DD6"/>
    <w:rsid w:val="00B77B25"/>
    <w:rsid w:val="00B81314"/>
    <w:rsid w:val="00B84359"/>
    <w:rsid w:val="00B848DD"/>
    <w:rsid w:val="00B87945"/>
    <w:rsid w:val="00B91404"/>
    <w:rsid w:val="00B92F5F"/>
    <w:rsid w:val="00B964AB"/>
    <w:rsid w:val="00B96600"/>
    <w:rsid w:val="00B96748"/>
    <w:rsid w:val="00B97F44"/>
    <w:rsid w:val="00BA0404"/>
    <w:rsid w:val="00BA0969"/>
    <w:rsid w:val="00BA19A0"/>
    <w:rsid w:val="00BA28DB"/>
    <w:rsid w:val="00BA3B55"/>
    <w:rsid w:val="00BA609C"/>
    <w:rsid w:val="00BA78FB"/>
    <w:rsid w:val="00BB0D4D"/>
    <w:rsid w:val="00BB1E59"/>
    <w:rsid w:val="00BB2FAE"/>
    <w:rsid w:val="00BB33FD"/>
    <w:rsid w:val="00BB347F"/>
    <w:rsid w:val="00BB68C9"/>
    <w:rsid w:val="00BB6C16"/>
    <w:rsid w:val="00BC04EA"/>
    <w:rsid w:val="00BC0977"/>
    <w:rsid w:val="00BC59F4"/>
    <w:rsid w:val="00BC79C6"/>
    <w:rsid w:val="00BD0C32"/>
    <w:rsid w:val="00BD2D49"/>
    <w:rsid w:val="00BD415A"/>
    <w:rsid w:val="00BD4EFA"/>
    <w:rsid w:val="00BD77B8"/>
    <w:rsid w:val="00BE0059"/>
    <w:rsid w:val="00BE1D86"/>
    <w:rsid w:val="00BE236D"/>
    <w:rsid w:val="00BE488E"/>
    <w:rsid w:val="00BF132D"/>
    <w:rsid w:val="00BF2053"/>
    <w:rsid w:val="00BF25C8"/>
    <w:rsid w:val="00BF3B62"/>
    <w:rsid w:val="00BF6757"/>
    <w:rsid w:val="00C00467"/>
    <w:rsid w:val="00C0108B"/>
    <w:rsid w:val="00C012B4"/>
    <w:rsid w:val="00C04DA8"/>
    <w:rsid w:val="00C05D32"/>
    <w:rsid w:val="00C0647E"/>
    <w:rsid w:val="00C07AB7"/>
    <w:rsid w:val="00C1021F"/>
    <w:rsid w:val="00C10753"/>
    <w:rsid w:val="00C10A58"/>
    <w:rsid w:val="00C115F1"/>
    <w:rsid w:val="00C11E63"/>
    <w:rsid w:val="00C1234C"/>
    <w:rsid w:val="00C127BC"/>
    <w:rsid w:val="00C12AF0"/>
    <w:rsid w:val="00C1435D"/>
    <w:rsid w:val="00C15E38"/>
    <w:rsid w:val="00C1693B"/>
    <w:rsid w:val="00C17161"/>
    <w:rsid w:val="00C17602"/>
    <w:rsid w:val="00C17E24"/>
    <w:rsid w:val="00C2068D"/>
    <w:rsid w:val="00C22A26"/>
    <w:rsid w:val="00C234A9"/>
    <w:rsid w:val="00C245F6"/>
    <w:rsid w:val="00C2740F"/>
    <w:rsid w:val="00C27E8F"/>
    <w:rsid w:val="00C31A83"/>
    <w:rsid w:val="00C3329D"/>
    <w:rsid w:val="00C35203"/>
    <w:rsid w:val="00C37452"/>
    <w:rsid w:val="00C40AA1"/>
    <w:rsid w:val="00C41AF2"/>
    <w:rsid w:val="00C41BBB"/>
    <w:rsid w:val="00C47FEC"/>
    <w:rsid w:val="00C5235C"/>
    <w:rsid w:val="00C53109"/>
    <w:rsid w:val="00C53A7A"/>
    <w:rsid w:val="00C54ABB"/>
    <w:rsid w:val="00C57823"/>
    <w:rsid w:val="00C606D3"/>
    <w:rsid w:val="00C63449"/>
    <w:rsid w:val="00C64387"/>
    <w:rsid w:val="00C66431"/>
    <w:rsid w:val="00C67093"/>
    <w:rsid w:val="00C707C4"/>
    <w:rsid w:val="00C718E0"/>
    <w:rsid w:val="00C71D34"/>
    <w:rsid w:val="00C734D2"/>
    <w:rsid w:val="00C77E41"/>
    <w:rsid w:val="00C81A96"/>
    <w:rsid w:val="00C905AE"/>
    <w:rsid w:val="00C92B14"/>
    <w:rsid w:val="00C9349B"/>
    <w:rsid w:val="00C93DAD"/>
    <w:rsid w:val="00C948C6"/>
    <w:rsid w:val="00C96C2B"/>
    <w:rsid w:val="00C97BEA"/>
    <w:rsid w:val="00C97EB3"/>
    <w:rsid w:val="00CA0825"/>
    <w:rsid w:val="00CB2496"/>
    <w:rsid w:val="00CB7266"/>
    <w:rsid w:val="00CB7A11"/>
    <w:rsid w:val="00CB7B35"/>
    <w:rsid w:val="00CB7EFF"/>
    <w:rsid w:val="00CC181B"/>
    <w:rsid w:val="00CC3169"/>
    <w:rsid w:val="00CD083A"/>
    <w:rsid w:val="00CD3251"/>
    <w:rsid w:val="00CD3B33"/>
    <w:rsid w:val="00CD4D94"/>
    <w:rsid w:val="00CE14D6"/>
    <w:rsid w:val="00CE15B4"/>
    <w:rsid w:val="00CE1831"/>
    <w:rsid w:val="00CE7B90"/>
    <w:rsid w:val="00CF0CF5"/>
    <w:rsid w:val="00CF2E2A"/>
    <w:rsid w:val="00CF425B"/>
    <w:rsid w:val="00D0066B"/>
    <w:rsid w:val="00D007E0"/>
    <w:rsid w:val="00D0162C"/>
    <w:rsid w:val="00D02111"/>
    <w:rsid w:val="00D02D91"/>
    <w:rsid w:val="00D03EA2"/>
    <w:rsid w:val="00D0486E"/>
    <w:rsid w:val="00D04E13"/>
    <w:rsid w:val="00D0566C"/>
    <w:rsid w:val="00D05EB0"/>
    <w:rsid w:val="00D06042"/>
    <w:rsid w:val="00D07A9D"/>
    <w:rsid w:val="00D12CBA"/>
    <w:rsid w:val="00D14551"/>
    <w:rsid w:val="00D15B55"/>
    <w:rsid w:val="00D1781B"/>
    <w:rsid w:val="00D235E6"/>
    <w:rsid w:val="00D23876"/>
    <w:rsid w:val="00D242C2"/>
    <w:rsid w:val="00D25184"/>
    <w:rsid w:val="00D31716"/>
    <w:rsid w:val="00D340E2"/>
    <w:rsid w:val="00D34527"/>
    <w:rsid w:val="00D366C3"/>
    <w:rsid w:val="00D370CF"/>
    <w:rsid w:val="00D37C1F"/>
    <w:rsid w:val="00D430DC"/>
    <w:rsid w:val="00D43FC1"/>
    <w:rsid w:val="00D455E3"/>
    <w:rsid w:val="00D50888"/>
    <w:rsid w:val="00D518E5"/>
    <w:rsid w:val="00D52F0C"/>
    <w:rsid w:val="00D537FD"/>
    <w:rsid w:val="00D542E9"/>
    <w:rsid w:val="00D5446E"/>
    <w:rsid w:val="00D56451"/>
    <w:rsid w:val="00D578AE"/>
    <w:rsid w:val="00D602E5"/>
    <w:rsid w:val="00D6170E"/>
    <w:rsid w:val="00D61754"/>
    <w:rsid w:val="00D62B44"/>
    <w:rsid w:val="00D630E2"/>
    <w:rsid w:val="00D63E5A"/>
    <w:rsid w:val="00D64268"/>
    <w:rsid w:val="00D64543"/>
    <w:rsid w:val="00D6567F"/>
    <w:rsid w:val="00D66CC7"/>
    <w:rsid w:val="00D711FF"/>
    <w:rsid w:val="00D713DA"/>
    <w:rsid w:val="00D71A11"/>
    <w:rsid w:val="00D74044"/>
    <w:rsid w:val="00D744E5"/>
    <w:rsid w:val="00D74774"/>
    <w:rsid w:val="00D81ACE"/>
    <w:rsid w:val="00D81CBC"/>
    <w:rsid w:val="00D85FBC"/>
    <w:rsid w:val="00D8684D"/>
    <w:rsid w:val="00D86CCE"/>
    <w:rsid w:val="00D922F7"/>
    <w:rsid w:val="00D92D55"/>
    <w:rsid w:val="00D93767"/>
    <w:rsid w:val="00D95987"/>
    <w:rsid w:val="00D95EFC"/>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2A51"/>
    <w:rsid w:val="00DD4F3B"/>
    <w:rsid w:val="00DD66D8"/>
    <w:rsid w:val="00DE1D40"/>
    <w:rsid w:val="00DE303C"/>
    <w:rsid w:val="00DE3297"/>
    <w:rsid w:val="00DE5AD4"/>
    <w:rsid w:val="00DE7AFD"/>
    <w:rsid w:val="00DF1B46"/>
    <w:rsid w:val="00DF566F"/>
    <w:rsid w:val="00DF5E05"/>
    <w:rsid w:val="00E02125"/>
    <w:rsid w:val="00E03A67"/>
    <w:rsid w:val="00E06D68"/>
    <w:rsid w:val="00E07929"/>
    <w:rsid w:val="00E07946"/>
    <w:rsid w:val="00E10BB4"/>
    <w:rsid w:val="00E12244"/>
    <w:rsid w:val="00E15224"/>
    <w:rsid w:val="00E15C35"/>
    <w:rsid w:val="00E15EEB"/>
    <w:rsid w:val="00E160D8"/>
    <w:rsid w:val="00E16780"/>
    <w:rsid w:val="00E17AB2"/>
    <w:rsid w:val="00E2095E"/>
    <w:rsid w:val="00E2212F"/>
    <w:rsid w:val="00E22867"/>
    <w:rsid w:val="00E237C6"/>
    <w:rsid w:val="00E266C4"/>
    <w:rsid w:val="00E36E78"/>
    <w:rsid w:val="00E37295"/>
    <w:rsid w:val="00E37CF8"/>
    <w:rsid w:val="00E4164C"/>
    <w:rsid w:val="00E41971"/>
    <w:rsid w:val="00E41A69"/>
    <w:rsid w:val="00E429F9"/>
    <w:rsid w:val="00E42ACA"/>
    <w:rsid w:val="00E4304F"/>
    <w:rsid w:val="00E47B8C"/>
    <w:rsid w:val="00E50DC7"/>
    <w:rsid w:val="00E53A3F"/>
    <w:rsid w:val="00E54DAA"/>
    <w:rsid w:val="00E573F8"/>
    <w:rsid w:val="00E578D1"/>
    <w:rsid w:val="00E606C2"/>
    <w:rsid w:val="00E611F6"/>
    <w:rsid w:val="00E63BB9"/>
    <w:rsid w:val="00E65C9D"/>
    <w:rsid w:val="00E67FD4"/>
    <w:rsid w:val="00E737BF"/>
    <w:rsid w:val="00E74FBD"/>
    <w:rsid w:val="00E7514F"/>
    <w:rsid w:val="00E7525D"/>
    <w:rsid w:val="00E7676D"/>
    <w:rsid w:val="00E77B81"/>
    <w:rsid w:val="00E818D4"/>
    <w:rsid w:val="00E833B1"/>
    <w:rsid w:val="00E83CA8"/>
    <w:rsid w:val="00E83E00"/>
    <w:rsid w:val="00E84213"/>
    <w:rsid w:val="00E856F2"/>
    <w:rsid w:val="00E86445"/>
    <w:rsid w:val="00E875BD"/>
    <w:rsid w:val="00E910FF"/>
    <w:rsid w:val="00E92E08"/>
    <w:rsid w:val="00E95883"/>
    <w:rsid w:val="00E962CD"/>
    <w:rsid w:val="00EA1A6C"/>
    <w:rsid w:val="00EA406A"/>
    <w:rsid w:val="00EA416D"/>
    <w:rsid w:val="00EA4981"/>
    <w:rsid w:val="00EA7B6A"/>
    <w:rsid w:val="00EB104A"/>
    <w:rsid w:val="00EB58DB"/>
    <w:rsid w:val="00EB7D33"/>
    <w:rsid w:val="00EC3989"/>
    <w:rsid w:val="00EC3EB8"/>
    <w:rsid w:val="00EC5947"/>
    <w:rsid w:val="00ED34A7"/>
    <w:rsid w:val="00ED442A"/>
    <w:rsid w:val="00ED4E5B"/>
    <w:rsid w:val="00EE1F45"/>
    <w:rsid w:val="00EE2970"/>
    <w:rsid w:val="00EE5D39"/>
    <w:rsid w:val="00EF0633"/>
    <w:rsid w:val="00EF1277"/>
    <w:rsid w:val="00EF23EF"/>
    <w:rsid w:val="00EF365F"/>
    <w:rsid w:val="00EF39AC"/>
    <w:rsid w:val="00EF4E32"/>
    <w:rsid w:val="00EF60D4"/>
    <w:rsid w:val="00EF7E4C"/>
    <w:rsid w:val="00F01DDB"/>
    <w:rsid w:val="00F02AA6"/>
    <w:rsid w:val="00F0521E"/>
    <w:rsid w:val="00F06858"/>
    <w:rsid w:val="00F1113D"/>
    <w:rsid w:val="00F12701"/>
    <w:rsid w:val="00F22AEA"/>
    <w:rsid w:val="00F2498F"/>
    <w:rsid w:val="00F2580E"/>
    <w:rsid w:val="00F27AB5"/>
    <w:rsid w:val="00F303BC"/>
    <w:rsid w:val="00F332EC"/>
    <w:rsid w:val="00F352D0"/>
    <w:rsid w:val="00F40956"/>
    <w:rsid w:val="00F43A8F"/>
    <w:rsid w:val="00F43B01"/>
    <w:rsid w:val="00F514CA"/>
    <w:rsid w:val="00F53561"/>
    <w:rsid w:val="00F57680"/>
    <w:rsid w:val="00F60CD3"/>
    <w:rsid w:val="00F61047"/>
    <w:rsid w:val="00F6172E"/>
    <w:rsid w:val="00F647E9"/>
    <w:rsid w:val="00F65176"/>
    <w:rsid w:val="00F72173"/>
    <w:rsid w:val="00F74237"/>
    <w:rsid w:val="00F814B9"/>
    <w:rsid w:val="00F81A5D"/>
    <w:rsid w:val="00F81CEE"/>
    <w:rsid w:val="00F8237C"/>
    <w:rsid w:val="00F85462"/>
    <w:rsid w:val="00F91A7B"/>
    <w:rsid w:val="00F94AED"/>
    <w:rsid w:val="00F96FAA"/>
    <w:rsid w:val="00FA1257"/>
    <w:rsid w:val="00FA2207"/>
    <w:rsid w:val="00FA29F6"/>
    <w:rsid w:val="00FA3215"/>
    <w:rsid w:val="00FA3629"/>
    <w:rsid w:val="00FA5EF2"/>
    <w:rsid w:val="00FA674D"/>
    <w:rsid w:val="00FA756A"/>
    <w:rsid w:val="00FA78EE"/>
    <w:rsid w:val="00FB18C1"/>
    <w:rsid w:val="00FB1CD9"/>
    <w:rsid w:val="00FB3ECE"/>
    <w:rsid w:val="00FB40D5"/>
    <w:rsid w:val="00FB4D77"/>
    <w:rsid w:val="00FB5C86"/>
    <w:rsid w:val="00FC013A"/>
    <w:rsid w:val="00FC4644"/>
    <w:rsid w:val="00FC5EBA"/>
    <w:rsid w:val="00FD0525"/>
    <w:rsid w:val="00FD0A6B"/>
    <w:rsid w:val="00FD16E7"/>
    <w:rsid w:val="00FD34DE"/>
    <w:rsid w:val="00FD68D5"/>
    <w:rsid w:val="00FD6C0C"/>
    <w:rsid w:val="00FE482B"/>
    <w:rsid w:val="00FE4C97"/>
    <w:rsid w:val="00FE6A4D"/>
    <w:rsid w:val="00FE7A03"/>
    <w:rsid w:val="00FF0185"/>
    <w:rsid w:val="00FF3216"/>
    <w:rsid w:val="00FF4DEE"/>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3"/>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90668557">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136070734">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04749358">
      <w:bodyDiv w:val="1"/>
      <w:marLeft w:val="0"/>
      <w:marRight w:val="0"/>
      <w:marTop w:val="0"/>
      <w:marBottom w:val="0"/>
      <w:divBdr>
        <w:top w:val="none" w:sz="0" w:space="0" w:color="auto"/>
        <w:left w:val="none" w:sz="0" w:space="0" w:color="auto"/>
        <w:bottom w:val="none" w:sz="0" w:space="0" w:color="auto"/>
        <w:right w:val="none" w:sz="0" w:space="0" w:color="auto"/>
      </w:divBdr>
    </w:div>
    <w:div w:id="329334877">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21298023">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07184283">
      <w:bodyDiv w:val="1"/>
      <w:marLeft w:val="0"/>
      <w:marRight w:val="0"/>
      <w:marTop w:val="0"/>
      <w:marBottom w:val="0"/>
      <w:divBdr>
        <w:top w:val="none" w:sz="0" w:space="0" w:color="auto"/>
        <w:left w:val="none" w:sz="0" w:space="0" w:color="auto"/>
        <w:bottom w:val="none" w:sz="0" w:space="0" w:color="auto"/>
        <w:right w:val="none" w:sz="0" w:space="0" w:color="auto"/>
      </w:divBdr>
    </w:div>
    <w:div w:id="512838890">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03749386">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811412421">
      <w:bodyDiv w:val="1"/>
      <w:marLeft w:val="0"/>
      <w:marRight w:val="0"/>
      <w:marTop w:val="0"/>
      <w:marBottom w:val="0"/>
      <w:divBdr>
        <w:top w:val="none" w:sz="0" w:space="0" w:color="auto"/>
        <w:left w:val="none" w:sz="0" w:space="0" w:color="auto"/>
        <w:bottom w:val="none" w:sz="0" w:space="0" w:color="auto"/>
        <w:right w:val="none" w:sz="0" w:space="0" w:color="auto"/>
      </w:divBdr>
    </w:div>
    <w:div w:id="865289995">
      <w:bodyDiv w:val="1"/>
      <w:marLeft w:val="0"/>
      <w:marRight w:val="0"/>
      <w:marTop w:val="0"/>
      <w:marBottom w:val="0"/>
      <w:divBdr>
        <w:top w:val="none" w:sz="0" w:space="0" w:color="auto"/>
        <w:left w:val="none" w:sz="0" w:space="0" w:color="auto"/>
        <w:bottom w:val="none" w:sz="0" w:space="0" w:color="auto"/>
        <w:right w:val="none" w:sz="0" w:space="0" w:color="auto"/>
      </w:divBdr>
    </w:div>
    <w:div w:id="875506612">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029065189">
      <w:bodyDiv w:val="1"/>
      <w:marLeft w:val="0"/>
      <w:marRight w:val="0"/>
      <w:marTop w:val="0"/>
      <w:marBottom w:val="0"/>
      <w:divBdr>
        <w:top w:val="none" w:sz="0" w:space="0" w:color="auto"/>
        <w:left w:val="none" w:sz="0" w:space="0" w:color="auto"/>
        <w:bottom w:val="none" w:sz="0" w:space="0" w:color="auto"/>
        <w:right w:val="none" w:sz="0" w:space="0" w:color="auto"/>
      </w:divBdr>
    </w:div>
    <w:div w:id="1119296715">
      <w:bodyDiv w:val="1"/>
      <w:marLeft w:val="0"/>
      <w:marRight w:val="0"/>
      <w:marTop w:val="0"/>
      <w:marBottom w:val="0"/>
      <w:divBdr>
        <w:top w:val="none" w:sz="0" w:space="0" w:color="auto"/>
        <w:left w:val="none" w:sz="0" w:space="0" w:color="auto"/>
        <w:bottom w:val="none" w:sz="0" w:space="0" w:color="auto"/>
        <w:right w:val="none" w:sz="0" w:space="0" w:color="auto"/>
      </w:divBdr>
    </w:div>
    <w:div w:id="1145470826">
      <w:bodyDiv w:val="1"/>
      <w:marLeft w:val="0"/>
      <w:marRight w:val="0"/>
      <w:marTop w:val="0"/>
      <w:marBottom w:val="0"/>
      <w:divBdr>
        <w:top w:val="none" w:sz="0" w:space="0" w:color="auto"/>
        <w:left w:val="none" w:sz="0" w:space="0" w:color="auto"/>
        <w:bottom w:val="none" w:sz="0" w:space="0" w:color="auto"/>
        <w:right w:val="none" w:sz="0" w:space="0" w:color="auto"/>
      </w:divBdr>
    </w:div>
    <w:div w:id="116975858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280260619">
      <w:bodyDiv w:val="1"/>
      <w:marLeft w:val="0"/>
      <w:marRight w:val="0"/>
      <w:marTop w:val="0"/>
      <w:marBottom w:val="0"/>
      <w:divBdr>
        <w:top w:val="none" w:sz="0" w:space="0" w:color="auto"/>
        <w:left w:val="none" w:sz="0" w:space="0" w:color="auto"/>
        <w:bottom w:val="none" w:sz="0" w:space="0" w:color="auto"/>
        <w:right w:val="none" w:sz="0" w:space="0" w:color="auto"/>
      </w:divBdr>
    </w:div>
    <w:div w:id="1323849770">
      <w:bodyDiv w:val="1"/>
      <w:marLeft w:val="0"/>
      <w:marRight w:val="0"/>
      <w:marTop w:val="0"/>
      <w:marBottom w:val="0"/>
      <w:divBdr>
        <w:top w:val="none" w:sz="0" w:space="0" w:color="auto"/>
        <w:left w:val="none" w:sz="0" w:space="0" w:color="auto"/>
        <w:bottom w:val="none" w:sz="0" w:space="0" w:color="auto"/>
        <w:right w:val="none" w:sz="0" w:space="0" w:color="auto"/>
      </w:divBdr>
    </w:div>
    <w:div w:id="1326783241">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503192">
      <w:bodyDiv w:val="1"/>
      <w:marLeft w:val="0"/>
      <w:marRight w:val="0"/>
      <w:marTop w:val="0"/>
      <w:marBottom w:val="0"/>
      <w:divBdr>
        <w:top w:val="none" w:sz="0" w:space="0" w:color="auto"/>
        <w:left w:val="none" w:sz="0" w:space="0" w:color="auto"/>
        <w:bottom w:val="none" w:sz="0" w:space="0" w:color="auto"/>
        <w:right w:val="none" w:sz="0" w:space="0" w:color="auto"/>
      </w:divBdr>
    </w:div>
    <w:div w:id="1433740572">
      <w:bodyDiv w:val="1"/>
      <w:marLeft w:val="0"/>
      <w:marRight w:val="0"/>
      <w:marTop w:val="0"/>
      <w:marBottom w:val="0"/>
      <w:divBdr>
        <w:top w:val="none" w:sz="0" w:space="0" w:color="auto"/>
        <w:left w:val="none" w:sz="0" w:space="0" w:color="auto"/>
        <w:bottom w:val="none" w:sz="0" w:space="0" w:color="auto"/>
        <w:right w:val="none" w:sz="0" w:space="0" w:color="auto"/>
      </w:divBdr>
    </w:div>
    <w:div w:id="1661998541">
      <w:bodyDiv w:val="1"/>
      <w:marLeft w:val="0"/>
      <w:marRight w:val="0"/>
      <w:marTop w:val="0"/>
      <w:marBottom w:val="0"/>
      <w:divBdr>
        <w:top w:val="none" w:sz="0" w:space="0" w:color="auto"/>
        <w:left w:val="none" w:sz="0" w:space="0" w:color="auto"/>
        <w:bottom w:val="none" w:sz="0" w:space="0" w:color="auto"/>
        <w:right w:val="none" w:sz="0" w:space="0" w:color="auto"/>
      </w:divBdr>
    </w:div>
    <w:div w:id="1704942634">
      <w:bodyDiv w:val="1"/>
      <w:marLeft w:val="0"/>
      <w:marRight w:val="0"/>
      <w:marTop w:val="0"/>
      <w:marBottom w:val="0"/>
      <w:divBdr>
        <w:top w:val="none" w:sz="0" w:space="0" w:color="auto"/>
        <w:left w:val="none" w:sz="0" w:space="0" w:color="auto"/>
        <w:bottom w:val="none" w:sz="0" w:space="0" w:color="auto"/>
        <w:right w:val="none" w:sz="0" w:space="0" w:color="auto"/>
      </w:divBdr>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810441252">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 w:id="2071462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www.bea.gov/data/intl-trade-investment/international-trade-goods-and-services" TargetMode="External"/><Relationship Id="rId26" Type="http://schemas.openxmlformats.org/officeDocument/2006/relationships/hyperlink" Target="https://apps.bea.gov/scb/index.htm" TargetMode="External"/><Relationship Id="rId3" Type="http://schemas.openxmlformats.org/officeDocument/2006/relationships/customXml" Target="../customXml/item2.xml"/><Relationship Id="rId21" Type="http://schemas.openxmlformats.org/officeDocument/2006/relationships/hyperlink" Target="mailto:eid.international.trade.data@census.gov" TargetMode="External"/><Relationship Id="rId34" Type="http://schemas.openxmlformats.org/officeDocument/2006/relationships/image" Target="media/image6.jpe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census.gov/foreign-trade/Press-Release/current_press_release/index.html" TargetMode="External"/><Relationship Id="rId25" Type="http://schemas.openxmlformats.org/officeDocument/2006/relationships/hyperlink" Target="https://www.bea.gov/data/gdp/gross-domestic-product" TargetMode="External"/><Relationship Id="rId33" Type="http://schemas.openxmlformats.org/officeDocument/2006/relationships/hyperlink" Target="https://apps.bea.gov/API/signup/index.cfm" TargetMode="External"/><Relationship Id="rId2" Type="http://schemas.openxmlformats.org/officeDocument/2006/relationships/customXml" Target="../customXml/item1.xml"/><Relationship Id="rId16" Type="http://schemas.openxmlformats.org/officeDocument/2006/relationships/image" Target="media/image5.png"/><Relationship Id="rId20" Type="http://schemas.openxmlformats.org/officeDocument/2006/relationships/hyperlink" Target="https://www.bea.gov/news/schedule" TargetMode="External"/><Relationship Id="rId29" Type="http://schemas.openxmlformats.org/officeDocument/2006/relationships/hyperlink" Target="https://apps.bea.gov/scb/pdf/2008/05%20May/0508_methods.pdf"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census.gov/econ/indicators/faqs.html" TargetMode="External"/><Relationship Id="rId32" Type="http://schemas.openxmlformats.org/officeDocument/2006/relationships/hyperlink" Target="https://www.census.gov/developers/" TargetMode="External"/><Relationship Id="rId37"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chart" Target="charts/chart1.xml"/><Relationship Id="rId23" Type="http://schemas.openxmlformats.org/officeDocument/2006/relationships/hyperlink" Target="https://www.census.gov/econ/indicators/index.html" TargetMode="External"/><Relationship Id="rId28" Type="http://schemas.openxmlformats.org/officeDocument/2006/relationships/hyperlink" Target="https://apps.bea.gov/iTable/iTable.cfm?reqid=62&amp;step=6&amp;isuri=1&amp;6210=1&amp;6200=48"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census.gov/economic-indicators/" TargetMode="External"/><Relationship Id="rId31" Type="http://schemas.openxmlformats.org/officeDocument/2006/relationships/hyperlink" Target="https://www.bea.gov/newsreleases/international/trade/tradnewsrelease.htm"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3.png"/><Relationship Id="rId22" Type="http://schemas.openxmlformats.org/officeDocument/2006/relationships/hyperlink" Target="https://www.census.gov/foreign-trade/aip/quality_profile10032014.pdf" TargetMode="External"/><Relationship Id="rId27" Type="http://schemas.openxmlformats.org/officeDocument/2006/relationships/hyperlink" Target="https://www.bea.gov/data/intl-trade-investment/international-services-expanded" TargetMode="External"/><Relationship Id="rId30" Type="http://schemas.openxmlformats.org/officeDocument/2006/relationships/hyperlink" Target="https://www.census.gov/ft900" TargetMode="External"/><Relationship Id="rId35" Type="http://schemas.openxmlformats.org/officeDocument/2006/relationships/hyperlink" Target="https://fred.stlouisfed.org/fred-mobile/index.php?utm_source=census&amp;utm_medium=pdf&amp;utm_campaign=mobile_app"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mailto:pio@census.gov"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td003fs\ftd53\tdsb2\Press%20Release\Current\Text\Graphs\bopmo.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b="1"/>
            </a:pPr>
            <a:r>
              <a:rPr lang="en-US" sz="900" b="1"/>
              <a:t>Goods and Services Trade Deficit</a:t>
            </a:r>
          </a:p>
          <a:p>
            <a:pPr>
              <a:defRPr sz="1400" b="1"/>
            </a:pPr>
            <a:r>
              <a:rPr lang="en-US" sz="700" b="0"/>
              <a:t>Seasonally</a:t>
            </a:r>
            <a:r>
              <a:rPr lang="en-US" sz="700" b="0" baseline="0"/>
              <a:t> adjusted</a:t>
            </a:r>
          </a:p>
        </c:rich>
      </c:tx>
      <c:layout>
        <c:manualLayout>
          <c:xMode val="edge"/>
          <c:yMode val="edge"/>
          <c:x val="0.20606187712880034"/>
          <c:y val="9.9750649350649357E-3"/>
        </c:manualLayout>
      </c:layout>
      <c:overlay val="0"/>
    </c:title>
    <c:autoTitleDeleted val="0"/>
    <c:plotArea>
      <c:layout>
        <c:manualLayout>
          <c:layoutTarget val="inner"/>
          <c:xMode val="edge"/>
          <c:yMode val="edge"/>
          <c:x val="0.12892109246877759"/>
          <c:y val="0.16811006828141736"/>
          <c:w val="0.74215781506244483"/>
          <c:h val="0.60617298701298705"/>
        </c:manualLayout>
      </c:layout>
      <c:lineChart>
        <c:grouping val="standard"/>
        <c:varyColors val="0"/>
        <c:ser>
          <c:idx val="2"/>
          <c:order val="0"/>
          <c:tx>
            <c:v>Monthly Balance</c:v>
          </c:tx>
          <c:spPr>
            <a:ln w="19050">
              <a:solidFill>
                <a:srgbClr val="5B9BD5"/>
              </a:solidFill>
            </a:ln>
          </c:spPr>
          <c:marker>
            <c:symbol val="none"/>
          </c:marker>
          <c:cat>
            <c:strRef>
              <c:f>'3month2'!$A$1:$A$25</c:f>
              <c:strCache>
                <c:ptCount val="25"/>
                <c:pt idx="0">
                  <c:v>December 2016</c:v>
                </c:pt>
                <c:pt idx="12">
                  <c:v>December 2017</c:v>
                </c:pt>
                <c:pt idx="24">
                  <c:v>December 2018</c:v>
                </c:pt>
              </c:strCache>
            </c:strRef>
          </c:cat>
          <c:val>
            <c:numRef>
              <c:f>'3month2'!$B$1:$B$25</c:f>
              <c:numCache>
                <c:formatCode>0.0</c:formatCode>
                <c:ptCount val="25"/>
                <c:pt idx="0">
                  <c:v>44.100070377056554</c:v>
                </c:pt>
                <c:pt idx="1">
                  <c:v>46.878960400233211</c:v>
                </c:pt>
                <c:pt idx="2">
                  <c:v>44.170501472412937</c:v>
                </c:pt>
                <c:pt idx="3">
                  <c:v>43.909437437062557</c:v>
                </c:pt>
                <c:pt idx="4">
                  <c:v>46.07405951510809</c:v>
                </c:pt>
                <c:pt idx="5">
                  <c:v>45.823412735193607</c:v>
                </c:pt>
                <c:pt idx="6">
                  <c:v>44.802559684213648</c:v>
                </c:pt>
                <c:pt idx="7">
                  <c:v>44.221073969108339</c:v>
                </c:pt>
                <c:pt idx="8">
                  <c:v>44.16322841484515</c:v>
                </c:pt>
                <c:pt idx="9">
                  <c:v>44.40703263252054</c:v>
                </c:pt>
                <c:pt idx="10">
                  <c:v>46.98604176111948</c:v>
                </c:pt>
                <c:pt idx="11">
                  <c:v>48.951661222764251</c:v>
                </c:pt>
                <c:pt idx="12">
                  <c:v>51.888791960894039</c:v>
                </c:pt>
                <c:pt idx="13">
                  <c:v>53.15777954843341</c:v>
                </c:pt>
                <c:pt idx="14">
                  <c:v>55.786793134243993</c:v>
                </c:pt>
                <c:pt idx="15">
                  <c:v>47.516527528459626</c:v>
                </c:pt>
                <c:pt idx="16">
                  <c:v>46.521494244231533</c:v>
                </c:pt>
                <c:pt idx="17">
                  <c:v>43.578335780654115</c:v>
                </c:pt>
                <c:pt idx="18">
                  <c:v>46.977681634727965</c:v>
                </c:pt>
                <c:pt idx="19">
                  <c:v>51.239731095028532</c:v>
                </c:pt>
                <c:pt idx="20">
                  <c:v>54.508603441650081</c:v>
                </c:pt>
                <c:pt idx="21">
                  <c:v>55.379243958772676</c:v>
                </c:pt>
                <c:pt idx="22">
                  <c:v>56.303962160977392</c:v>
                </c:pt>
                <c:pt idx="23">
                  <c:v>50.296774044792578</c:v>
                </c:pt>
                <c:pt idx="24">
                  <c:v>59.768720670420713</c:v>
                </c:pt>
              </c:numCache>
            </c:numRef>
          </c:val>
          <c:smooth val="0"/>
          <c:extLst>
            <c:ext xmlns:c16="http://schemas.microsoft.com/office/drawing/2014/chart" uri="{C3380CC4-5D6E-409C-BE32-E72D297353CC}">
              <c16:uniqueId val="{00000000-A4FA-465A-BFCC-0F477337797C}"/>
            </c:ext>
          </c:extLst>
        </c:ser>
        <c:ser>
          <c:idx val="3"/>
          <c:order val="1"/>
          <c:tx>
            <c:v>Three Month Moving Average</c:v>
          </c:tx>
          <c:spPr>
            <a:ln w="19050">
              <a:solidFill>
                <a:srgbClr val="ED7D31"/>
              </a:solidFill>
            </a:ln>
          </c:spPr>
          <c:marker>
            <c:symbol val="none"/>
          </c:marker>
          <c:cat>
            <c:strRef>
              <c:f>'3month2'!$A$1:$A$25</c:f>
              <c:strCache>
                <c:ptCount val="25"/>
                <c:pt idx="0">
                  <c:v>December 2016</c:v>
                </c:pt>
                <c:pt idx="12">
                  <c:v>December 2017</c:v>
                </c:pt>
                <c:pt idx="24">
                  <c:v>December 2018</c:v>
                </c:pt>
              </c:strCache>
            </c:strRef>
          </c:cat>
          <c:val>
            <c:numRef>
              <c:f>'3month2'!$C$1:$C$25</c:f>
              <c:numCache>
                <c:formatCode>0.0</c:formatCode>
                <c:ptCount val="25"/>
                <c:pt idx="0">
                  <c:v>44.29035640842239</c:v>
                </c:pt>
                <c:pt idx="1">
                  <c:v>45.701980753074103</c:v>
                </c:pt>
                <c:pt idx="2">
                  <c:v>45.049844083234206</c:v>
                </c:pt>
                <c:pt idx="3">
                  <c:v>44.986299769902878</c:v>
                </c:pt>
                <c:pt idx="4">
                  <c:v>44.71799947486118</c:v>
                </c:pt>
                <c:pt idx="5">
                  <c:v>45.268969895788103</c:v>
                </c:pt>
                <c:pt idx="6">
                  <c:v>45.566677311505138</c:v>
                </c:pt>
                <c:pt idx="7">
                  <c:v>44.949015462838531</c:v>
                </c:pt>
                <c:pt idx="8">
                  <c:v>44.395620689389091</c:v>
                </c:pt>
                <c:pt idx="9">
                  <c:v>44.263778338824743</c:v>
                </c:pt>
                <c:pt idx="10">
                  <c:v>45.185434269495119</c:v>
                </c:pt>
                <c:pt idx="11">
                  <c:v>46.781578538801469</c:v>
                </c:pt>
                <c:pt idx="12">
                  <c:v>49.275498314925983</c:v>
                </c:pt>
                <c:pt idx="13">
                  <c:v>51.332744244030643</c:v>
                </c:pt>
                <c:pt idx="14">
                  <c:v>53.61112154785723</c:v>
                </c:pt>
                <c:pt idx="15">
                  <c:v>52.153700070379109</c:v>
                </c:pt>
                <c:pt idx="16">
                  <c:v>49.941604968978453</c:v>
                </c:pt>
                <c:pt idx="17">
                  <c:v>45.872119184448437</c:v>
                </c:pt>
                <c:pt idx="18">
                  <c:v>45.692503886537878</c:v>
                </c:pt>
                <c:pt idx="19">
                  <c:v>47.265249503470244</c:v>
                </c:pt>
                <c:pt idx="20">
                  <c:v>50.908672057135554</c:v>
                </c:pt>
                <c:pt idx="21">
                  <c:v>53.70919283181717</c:v>
                </c:pt>
                <c:pt idx="22">
                  <c:v>55.397269853800132</c:v>
                </c:pt>
                <c:pt idx="23">
                  <c:v>53.993326721514293</c:v>
                </c:pt>
                <c:pt idx="24">
                  <c:v>55.456485625396994</c:v>
                </c:pt>
              </c:numCache>
            </c:numRef>
          </c:val>
          <c:smooth val="0"/>
          <c:extLst>
            <c:ext xmlns:c16="http://schemas.microsoft.com/office/drawing/2014/chart" uri="{C3380CC4-5D6E-409C-BE32-E72D297353CC}">
              <c16:uniqueId val="{00000001-A4FA-465A-BFCC-0F477337797C}"/>
            </c:ext>
          </c:extLst>
        </c:ser>
        <c:ser>
          <c:idx val="0"/>
          <c:order val="2"/>
          <c:tx>
            <c:v>Monthly Balance</c:v>
          </c:tx>
          <c:spPr>
            <a:ln w="19050">
              <a:solidFill>
                <a:srgbClr val="5B9BD5"/>
              </a:solidFill>
            </a:ln>
          </c:spPr>
          <c:marker>
            <c:symbol val="none"/>
          </c:marker>
          <c:dLbls>
            <c:dLbl>
              <c:idx val="12"/>
              <c:layout>
                <c:manualLayout>
                  <c:x val="-0.1535877855880344"/>
                  <c:y val="-0.11569034764181738"/>
                </c:manualLayout>
              </c:layout>
              <c:tx>
                <c:rich>
                  <a:bodyPr/>
                  <a:lstStyle/>
                  <a:p>
                    <a:r>
                      <a:rPr lang="en-US" sz="600" b="1">
                        <a:solidFill>
                          <a:srgbClr val="5B9BD5"/>
                        </a:solidFill>
                      </a:rPr>
                      <a:t>Monthly deficit</a:t>
                    </a:r>
                    <a:endParaRPr lang="en-US" sz="900"/>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4FA-465A-BFCC-0F477337797C}"/>
                </c:ext>
              </c:extLst>
            </c:dLbl>
            <c:spPr>
              <a:noFill/>
              <a:ln>
                <a:noFill/>
              </a:ln>
              <a:effectLst/>
            </c:spPr>
            <c:txPr>
              <a:bodyPr/>
              <a:lstStyle/>
              <a:p>
                <a:pPr>
                  <a:defRPr sz="500" b="1" baseline="0">
                    <a:solidFill>
                      <a:srgbClr val="5B9BD5"/>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'3month2'!$A$1:$A$25</c:f>
              <c:strCache>
                <c:ptCount val="25"/>
                <c:pt idx="0">
                  <c:v>December 2016</c:v>
                </c:pt>
                <c:pt idx="12">
                  <c:v>December 2017</c:v>
                </c:pt>
                <c:pt idx="24">
                  <c:v>December 2018</c:v>
                </c:pt>
              </c:strCache>
            </c:strRef>
          </c:cat>
          <c:val>
            <c:numRef>
              <c:f>'3month2'!$B$1:$B$25</c:f>
              <c:numCache>
                <c:formatCode>0.0</c:formatCode>
                <c:ptCount val="25"/>
                <c:pt idx="0">
                  <c:v>44.100070377056554</c:v>
                </c:pt>
                <c:pt idx="1">
                  <c:v>46.878960400233211</c:v>
                </c:pt>
                <c:pt idx="2">
                  <c:v>44.170501472412937</c:v>
                </c:pt>
                <c:pt idx="3">
                  <c:v>43.909437437062557</c:v>
                </c:pt>
                <c:pt idx="4">
                  <c:v>46.07405951510809</c:v>
                </c:pt>
                <c:pt idx="5">
                  <c:v>45.823412735193607</c:v>
                </c:pt>
                <c:pt idx="6">
                  <c:v>44.802559684213648</c:v>
                </c:pt>
                <c:pt idx="7">
                  <c:v>44.221073969108339</c:v>
                </c:pt>
                <c:pt idx="8">
                  <c:v>44.16322841484515</c:v>
                </c:pt>
                <c:pt idx="9">
                  <c:v>44.40703263252054</c:v>
                </c:pt>
                <c:pt idx="10">
                  <c:v>46.98604176111948</c:v>
                </c:pt>
                <c:pt idx="11">
                  <c:v>48.951661222764251</c:v>
                </c:pt>
                <c:pt idx="12">
                  <c:v>51.888791960894039</c:v>
                </c:pt>
                <c:pt idx="13">
                  <c:v>53.15777954843341</c:v>
                </c:pt>
                <c:pt idx="14">
                  <c:v>55.786793134243993</c:v>
                </c:pt>
                <c:pt idx="15">
                  <c:v>47.516527528459626</c:v>
                </c:pt>
                <c:pt idx="16">
                  <c:v>46.521494244231533</c:v>
                </c:pt>
                <c:pt idx="17">
                  <c:v>43.578335780654115</c:v>
                </c:pt>
                <c:pt idx="18">
                  <c:v>46.977681634727965</c:v>
                </c:pt>
                <c:pt idx="19">
                  <c:v>51.239731095028532</c:v>
                </c:pt>
                <c:pt idx="20">
                  <c:v>54.508603441650081</c:v>
                </c:pt>
                <c:pt idx="21">
                  <c:v>55.379243958772676</c:v>
                </c:pt>
                <c:pt idx="22">
                  <c:v>56.303962160977392</c:v>
                </c:pt>
                <c:pt idx="23">
                  <c:v>50.296774044792578</c:v>
                </c:pt>
                <c:pt idx="24">
                  <c:v>59.768720670420713</c:v>
                </c:pt>
              </c:numCache>
            </c:numRef>
          </c:val>
          <c:smooth val="0"/>
          <c:extLst>
            <c:ext xmlns:c16="http://schemas.microsoft.com/office/drawing/2014/chart" uri="{C3380CC4-5D6E-409C-BE32-E72D297353CC}">
              <c16:uniqueId val="{00000003-A4FA-465A-BFCC-0F477337797C}"/>
            </c:ext>
          </c:extLst>
        </c:ser>
        <c:ser>
          <c:idx val="1"/>
          <c:order val="3"/>
          <c:tx>
            <c:v>Three Month Moving Average</c:v>
          </c:tx>
          <c:spPr>
            <a:ln w="19050">
              <a:solidFill>
                <a:srgbClr val="ED7D31"/>
              </a:solidFill>
            </a:ln>
          </c:spPr>
          <c:marker>
            <c:symbol val="none"/>
          </c:marker>
          <c:dLbls>
            <c:dLbl>
              <c:idx val="17"/>
              <c:layout>
                <c:manualLayout>
                  <c:x val="2.3217134559473046E-3"/>
                  <c:y val="6.4294388831900764E-2"/>
                </c:manualLayout>
              </c:layout>
              <c:tx>
                <c:rich>
                  <a:bodyPr/>
                  <a:lstStyle/>
                  <a:p>
                    <a:r>
                      <a:rPr lang="en-US" sz="600" b="1">
                        <a:solidFill>
                          <a:srgbClr val="ED7D31"/>
                        </a:solidFill>
                      </a:rPr>
                      <a:t>Three</a:t>
                    </a:r>
                    <a:r>
                      <a:rPr lang="en-US" sz="600" b="1" baseline="0">
                        <a:solidFill>
                          <a:srgbClr val="ED7D31"/>
                        </a:solidFill>
                      </a:rPr>
                      <a:t>-month moving average</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4FA-465A-BFCC-0F477337797C}"/>
                </c:ext>
              </c:extLst>
            </c:dLbl>
            <c:spPr>
              <a:noFill/>
              <a:ln>
                <a:noFill/>
              </a:ln>
              <a:effectLst/>
            </c:spPr>
            <c:txPr>
              <a:bodyPr/>
              <a:lstStyle/>
              <a:p>
                <a:pPr>
                  <a:defRPr sz="500" b="1" baseline="0">
                    <a:solidFill>
                      <a:srgbClr val="ED7D31"/>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'3month2'!$A$1:$A$25</c:f>
              <c:strCache>
                <c:ptCount val="25"/>
                <c:pt idx="0">
                  <c:v>December 2016</c:v>
                </c:pt>
                <c:pt idx="12">
                  <c:v>December 2017</c:v>
                </c:pt>
                <c:pt idx="24">
                  <c:v>December 2018</c:v>
                </c:pt>
              </c:strCache>
            </c:strRef>
          </c:cat>
          <c:val>
            <c:numRef>
              <c:f>'3month2'!$C$1:$C$25</c:f>
              <c:numCache>
                <c:formatCode>0.0</c:formatCode>
                <c:ptCount val="25"/>
                <c:pt idx="0">
                  <c:v>44.29035640842239</c:v>
                </c:pt>
                <c:pt idx="1">
                  <c:v>45.701980753074103</c:v>
                </c:pt>
                <c:pt idx="2">
                  <c:v>45.049844083234206</c:v>
                </c:pt>
                <c:pt idx="3">
                  <c:v>44.986299769902878</c:v>
                </c:pt>
                <c:pt idx="4">
                  <c:v>44.71799947486118</c:v>
                </c:pt>
                <c:pt idx="5">
                  <c:v>45.268969895788103</c:v>
                </c:pt>
                <c:pt idx="6">
                  <c:v>45.566677311505138</c:v>
                </c:pt>
                <c:pt idx="7">
                  <c:v>44.949015462838531</c:v>
                </c:pt>
                <c:pt idx="8">
                  <c:v>44.395620689389091</c:v>
                </c:pt>
                <c:pt idx="9">
                  <c:v>44.263778338824743</c:v>
                </c:pt>
                <c:pt idx="10">
                  <c:v>45.185434269495119</c:v>
                </c:pt>
                <c:pt idx="11">
                  <c:v>46.781578538801469</c:v>
                </c:pt>
                <c:pt idx="12">
                  <c:v>49.275498314925983</c:v>
                </c:pt>
                <c:pt idx="13">
                  <c:v>51.332744244030643</c:v>
                </c:pt>
                <c:pt idx="14">
                  <c:v>53.61112154785723</c:v>
                </c:pt>
                <c:pt idx="15">
                  <c:v>52.153700070379109</c:v>
                </c:pt>
                <c:pt idx="16">
                  <c:v>49.941604968978453</c:v>
                </c:pt>
                <c:pt idx="17">
                  <c:v>45.872119184448437</c:v>
                </c:pt>
                <c:pt idx="18">
                  <c:v>45.692503886537878</c:v>
                </c:pt>
                <c:pt idx="19">
                  <c:v>47.265249503470244</c:v>
                </c:pt>
                <c:pt idx="20">
                  <c:v>50.908672057135554</c:v>
                </c:pt>
                <c:pt idx="21">
                  <c:v>53.70919283181717</c:v>
                </c:pt>
                <c:pt idx="22">
                  <c:v>55.397269853800132</c:v>
                </c:pt>
                <c:pt idx="23">
                  <c:v>53.993326721514293</c:v>
                </c:pt>
                <c:pt idx="24">
                  <c:v>55.456485625396994</c:v>
                </c:pt>
              </c:numCache>
            </c:numRef>
          </c:val>
          <c:smooth val="0"/>
          <c:extLst>
            <c:ext xmlns:c16="http://schemas.microsoft.com/office/drawing/2014/chart" uri="{C3380CC4-5D6E-409C-BE32-E72D297353CC}">
              <c16:uniqueId val="{00000005-A4FA-465A-BFCC-0F477337797C}"/>
            </c:ext>
          </c:extLst>
        </c:ser>
        <c:dLbls>
          <c:showLegendKey val="0"/>
          <c:showVal val="0"/>
          <c:showCatName val="0"/>
          <c:showSerName val="0"/>
          <c:showPercent val="0"/>
          <c:showBubbleSize val="0"/>
        </c:dLbls>
        <c:smooth val="0"/>
        <c:axId val="243391488"/>
        <c:axId val="243983104"/>
      </c:lineChart>
      <c:catAx>
        <c:axId val="243391488"/>
        <c:scaling>
          <c:orientation val="minMax"/>
        </c:scaling>
        <c:delete val="0"/>
        <c:axPos val="b"/>
        <c:numFmt formatCode="General" sourceLinked="1"/>
        <c:majorTickMark val="in"/>
        <c:minorTickMark val="none"/>
        <c:tickLblPos val="nextTo"/>
        <c:txPr>
          <a:bodyPr/>
          <a:lstStyle/>
          <a:p>
            <a:pPr>
              <a:defRPr sz="700" baseline="0"/>
            </a:pPr>
            <a:endParaRPr lang="en-US"/>
          </a:p>
        </c:txPr>
        <c:crossAx val="243983104"/>
        <c:crossesAt val="30"/>
        <c:auto val="1"/>
        <c:lblAlgn val="ctr"/>
        <c:lblOffset val="100"/>
        <c:tickLblSkip val="12"/>
        <c:noMultiLvlLbl val="0"/>
      </c:catAx>
      <c:valAx>
        <c:axId val="243983104"/>
        <c:scaling>
          <c:orientation val="minMax"/>
          <c:max val="65"/>
          <c:min val="30"/>
        </c:scaling>
        <c:delete val="0"/>
        <c:axPos val="l"/>
        <c:majorGridlines>
          <c:spPr>
            <a:ln w="3175">
              <a:solidFill>
                <a:srgbClr val="DCDEDF"/>
              </a:solidFill>
            </a:ln>
          </c:spPr>
        </c:majorGridlines>
        <c:title>
          <c:tx>
            <c:rich>
              <a:bodyPr rot="0" vert="horz"/>
              <a:lstStyle/>
              <a:p>
                <a:pPr>
                  <a:defRPr sz="700" b="0" baseline="0"/>
                </a:pPr>
                <a:r>
                  <a:rPr lang="en-US" sz="700" b="0" baseline="0"/>
                  <a:t>Billion $</a:t>
                </a:r>
              </a:p>
            </c:rich>
          </c:tx>
          <c:layout>
            <c:manualLayout>
              <c:xMode val="edge"/>
              <c:yMode val="edge"/>
              <c:x val="2.4737091581131607E-3"/>
              <c:y val="6.8457613199293485E-2"/>
            </c:manualLayout>
          </c:layout>
          <c:overlay val="0"/>
        </c:title>
        <c:numFmt formatCode="0" sourceLinked="0"/>
        <c:majorTickMark val="none"/>
        <c:minorTickMark val="none"/>
        <c:tickLblPos val="nextTo"/>
        <c:txPr>
          <a:bodyPr/>
          <a:lstStyle/>
          <a:p>
            <a:pPr>
              <a:defRPr sz="700" baseline="0"/>
            </a:pPr>
            <a:endParaRPr lang="en-US"/>
          </a:p>
        </c:txPr>
        <c:crossAx val="243391488"/>
        <c:crosses val="autoZero"/>
        <c:crossBetween val="midCat"/>
        <c:majorUnit val="5"/>
      </c:valAx>
    </c:plotArea>
    <c:plotVisOnly val="1"/>
    <c:dispBlanksAs val="gap"/>
    <c:showDLblsOverMax val="0"/>
  </c:chart>
  <c:spPr>
    <a:ln>
      <a:solidFill>
        <a:schemeClr val="tx1"/>
      </a:solidFill>
    </a:ln>
  </c:spPr>
  <c:externalData r:id="rId1">
    <c:autoUpdate val="0"/>
  </c:externalData>
  <c:userShapes r:id="rId2"/>
</c:chartSpace>
</file>

<file path=word/drawings/_rels/drawing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4.png"/></Relationships>
</file>

<file path=word/drawings/drawing1.xml><?xml version="1.0" encoding="utf-8"?>
<c:userShapes xmlns:c="http://schemas.openxmlformats.org/drawingml/2006/chart">
  <cdr:relSizeAnchor xmlns:cdr="http://schemas.openxmlformats.org/drawingml/2006/chartDrawing">
    <cdr:from>
      <cdr:x>0.05133</cdr:x>
      <cdr:y>0.73139</cdr:y>
    </cdr:from>
    <cdr:to>
      <cdr:x>0.10867</cdr:x>
      <cdr:y>0.79402</cdr:y>
    </cdr:to>
    <cdr:sp macro="" textlink="">
      <cdr:nvSpPr>
        <cdr:cNvPr id="3" name="Rectangle 2"/>
        <cdr:cNvSpPr/>
      </cdr:nvSpPr>
      <cdr:spPr>
        <a:xfrm xmlns:a="http://schemas.openxmlformats.org/drawingml/2006/main">
          <a:off x="163383" y="1364690"/>
          <a:ext cx="182525" cy="116870"/>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lIns="0" tIns="0" rIns="0" bIns="0"/>
        <a:lstStyle xmlns:a="http://schemas.openxmlformats.org/drawingml/2006/main"/>
        <a:p xmlns:a="http://schemas.openxmlformats.org/drawingml/2006/main">
          <a:r>
            <a:rPr lang="en-US" sz="800">
              <a:solidFill>
                <a:sysClr val="windowText" lastClr="000000"/>
              </a:solidFill>
            </a:rPr>
            <a:t>   </a:t>
          </a:r>
          <a:r>
            <a:rPr lang="en-US" sz="700">
              <a:solidFill>
                <a:sysClr val="windowText" lastClr="000000"/>
              </a:solidFill>
            </a:rPr>
            <a:t>0</a:t>
          </a:r>
        </a:p>
      </cdr:txBody>
    </cdr:sp>
  </cdr:relSizeAnchor>
  <cdr:relSizeAnchor xmlns:cdr="http://schemas.openxmlformats.org/drawingml/2006/chartDrawing">
    <cdr:from>
      <cdr:x>0</cdr:x>
      <cdr:y>0.85697</cdr:y>
    </cdr:from>
    <cdr:to>
      <cdr:x>0.5291</cdr:x>
      <cdr:y>0.99213</cdr:y>
    </cdr:to>
    <cdr:sp macro="" textlink="">
      <cdr:nvSpPr>
        <cdr:cNvPr id="7" name="TextBox 1"/>
        <cdr:cNvSpPr txBox="1"/>
      </cdr:nvSpPr>
      <cdr:spPr>
        <a:xfrm xmlns:a="http://schemas.openxmlformats.org/drawingml/2006/main">
          <a:off x="0" y="1720922"/>
          <a:ext cx="1711071" cy="27142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600">
              <a:solidFill>
                <a:sysClr val="windowText" lastClr="000000"/>
              </a:solidFill>
            </a:rPr>
            <a:t>U.S.</a:t>
          </a:r>
          <a:r>
            <a:rPr lang="en-US" sz="600" baseline="0">
              <a:solidFill>
                <a:sysClr val="windowText" lastClr="000000"/>
              </a:solidFill>
            </a:rPr>
            <a:t> Bureau of Economic Analysis</a:t>
          </a:r>
        </a:p>
        <a:p xmlns:a="http://schemas.openxmlformats.org/drawingml/2006/main">
          <a:pPr algn="l"/>
          <a:r>
            <a:rPr lang="en-US" sz="600" baseline="0">
              <a:solidFill>
                <a:sysClr val="windowText" lastClr="000000"/>
              </a:solidFill>
            </a:rPr>
            <a:t>U.S. Census Bureau</a:t>
          </a:r>
        </a:p>
      </cdr:txBody>
    </cdr:sp>
  </cdr:relSizeAnchor>
  <cdr:relSizeAnchor xmlns:cdr="http://schemas.openxmlformats.org/drawingml/2006/chartDrawing">
    <cdr:from>
      <cdr:x>0.10756</cdr:x>
      <cdr:y>0.69162</cdr:y>
    </cdr:from>
    <cdr:to>
      <cdr:x>0.1478</cdr:x>
      <cdr:y>0.75386</cdr:y>
    </cdr:to>
    <cdr:pic>
      <cdr:nvPicPr>
        <cdr:cNvPr id="8" name="Picture 7">
          <a:extLst xmlns:a="http://schemas.openxmlformats.org/drawingml/2006/main">
            <a:ext uri="{FF2B5EF4-FFF2-40B4-BE49-F238E27FC236}">
              <a16:creationId xmlns:a16="http://schemas.microsoft.com/office/drawing/2014/main" id="{3835E574-859A-494F-B3B2-D48561AFD49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cstate="print">
          <a:extLst>
            <a:ext uri="{BEBA8EAE-BF5A-486C-A8C5-ECC9F3942E4B}">
              <a14:imgProps xmlns:a14="http://schemas.microsoft.com/office/drawing/2010/main">
                <a14:imgLayer r:embed="rId2">
                  <a14:imgEffect>
                    <a14:brightnessContrast bright="20000" contrast="-40000"/>
                  </a14:imgEffect>
                </a14:imgLayer>
              </a14:imgProps>
            </a:ext>
            <a:ext uri="{28A0092B-C50C-407E-A947-70E740481C1C}">
              <a14:useLocalDpi xmlns:a14="http://schemas.microsoft.com/office/drawing/2010/main" val="0"/>
            </a:ext>
          </a:extLst>
        </a:blip>
        <a:stretch xmlns:a="http://schemas.openxmlformats.org/drawingml/2006/main">
          <a:fillRect/>
        </a:stretch>
      </cdr:blipFill>
      <cdr:spPr>
        <a:xfrm xmlns:a="http://schemas.openxmlformats.org/drawingml/2006/main">
          <a:off x="341697" y="1330184"/>
          <a:ext cx="127834" cy="119706"/>
        </a:xfrm>
        <a:prstGeom xmlns:a="http://schemas.openxmlformats.org/drawingml/2006/main" prst="rect">
          <a:avLst/>
        </a:prstGeom>
      </cdr:spPr>
    </cdr:pic>
  </cdr:relSizeAnchor>
  <cdr:relSizeAnchor xmlns:cdr="http://schemas.openxmlformats.org/drawingml/2006/chartDrawing">
    <cdr:from>
      <cdr:x>0.4709</cdr:x>
      <cdr:y>0.86484</cdr:y>
    </cdr:from>
    <cdr:to>
      <cdr:x>1</cdr:x>
      <cdr:y>1</cdr:y>
    </cdr:to>
    <cdr:sp macro="" textlink="">
      <cdr:nvSpPr>
        <cdr:cNvPr id="18" name="TextBox 1"/>
        <cdr:cNvSpPr txBox="1"/>
      </cdr:nvSpPr>
      <cdr:spPr>
        <a:xfrm xmlns:a="http://schemas.openxmlformats.org/drawingml/2006/main">
          <a:off x="1522857" y="1736726"/>
          <a:ext cx="1711071" cy="27142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fld id="{240A005C-8E1B-4FF7-A95E-5D8D561FD443}" type="TxLink">
            <a:rPr lang="en-US" sz="600" b="0" i="0" u="none" strike="noStrike">
              <a:solidFill>
                <a:srgbClr val="000000"/>
              </a:solidFill>
              <a:latin typeface="Calibri"/>
              <a:cs typeface="Calibri"/>
            </a:rPr>
            <a:pPr algn="r"/>
            <a:t>U.S. International Trade in Goods and Services
                  March 6, 2019</a:t>
          </a:fld>
          <a:endParaRPr lang="en-US" sz="600" baseline="0">
            <a:solidFill>
              <a:sysClr val="windowText" lastClr="000000"/>
            </a:solidFill>
          </a:endParaRPr>
        </a:p>
      </cdr:txBody>
    </cdr:sp>
  </cdr:relSizeAnchor>
  <cdr:relSizeAnchor xmlns:cdr="http://schemas.openxmlformats.org/drawingml/2006/chartDrawing">
    <cdr:from>
      <cdr:x>0.10756</cdr:x>
      <cdr:y>0.69162</cdr:y>
    </cdr:from>
    <cdr:to>
      <cdr:x>0.1478</cdr:x>
      <cdr:y>0.75386</cdr:y>
    </cdr:to>
    <cdr:pic>
      <cdr:nvPicPr>
        <cdr:cNvPr id="19" name="Picture 7">
          <a:extLst xmlns:a="http://schemas.openxmlformats.org/drawingml/2006/main">
            <a:ext uri="{FF2B5EF4-FFF2-40B4-BE49-F238E27FC236}">
              <a16:creationId xmlns:a16="http://schemas.microsoft.com/office/drawing/2014/main" id="{3835E574-859A-494F-B3B2-D48561AFD49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cstate="print">
          <a:extLst>
            <a:ext uri="{BEBA8EAE-BF5A-486C-A8C5-ECC9F3942E4B}">
              <a14:imgProps xmlns:a14="http://schemas.microsoft.com/office/drawing/2010/main">
                <a14:imgLayer r:embed="rId2">
                  <a14:imgEffect>
                    <a14:brightnessContrast bright="20000" contrast="-40000"/>
                  </a14:imgEffect>
                </a14:imgLayer>
              </a14:imgProps>
            </a:ext>
            <a:ext uri="{28A0092B-C50C-407E-A947-70E740481C1C}">
              <a14:useLocalDpi xmlns:a14="http://schemas.microsoft.com/office/drawing/2010/main" val="0"/>
            </a:ext>
          </a:extLst>
        </a:blip>
        <a:stretch xmlns:a="http://schemas.openxmlformats.org/drawingml/2006/main">
          <a:fillRect/>
        </a:stretch>
      </cdr:blipFill>
      <cdr:spPr>
        <a:xfrm xmlns:a="http://schemas.openxmlformats.org/drawingml/2006/main">
          <a:off x="341697" y="1330184"/>
          <a:ext cx="127834" cy="11970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2.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367E6F-578F-4F4D-A909-03B8AB263DCA}">
  <ds:schemaRefs>
    <ds:schemaRef ds:uri="http://purl.org/dc/dcmitype/"/>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5.xml><?xml version="1.0" encoding="utf-8"?>
<ds:datastoreItem xmlns:ds="http://schemas.openxmlformats.org/officeDocument/2006/customXml" ds:itemID="{F4446FFF-240B-4DB1-B268-C68EB7A36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9C509DDC.dotm</Template>
  <TotalTime>1</TotalTime>
  <Pages>21</Pages>
  <Words>7173</Words>
  <Characters>40889</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Jeremy Sanchez (CENSUS/EID FED)</cp:lastModifiedBy>
  <cp:revision>2</cp:revision>
  <cp:lastPrinted>2019-03-05T14:59:00Z</cp:lastPrinted>
  <dcterms:created xsi:type="dcterms:W3CDTF">2019-03-05T19:41:00Z</dcterms:created>
  <dcterms:modified xsi:type="dcterms:W3CDTF">2019-03-05T19:41:00Z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